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FD0CD" w14:textId="3D876E61" w:rsidR="00132FA7" w:rsidRDefault="00132FA7" w:rsidP="00132FA7">
      <w:pPr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A25316" wp14:editId="176E8D98">
            <wp:simplePos x="0" y="0"/>
            <wp:positionH relativeFrom="column">
              <wp:posOffset>3489960</wp:posOffset>
            </wp:positionH>
            <wp:positionV relativeFrom="paragraph">
              <wp:posOffset>0</wp:posOffset>
            </wp:positionV>
            <wp:extent cx="5362868" cy="1760220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62868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3DC000" w14:textId="5AAF9CD0" w:rsidR="007416CB" w:rsidRPr="0097707C" w:rsidRDefault="008819FB" w:rsidP="007416CB">
      <w:pPr>
        <w:pStyle w:val="Heading1"/>
      </w:pPr>
      <w:r>
        <w:t>Ngā Āpitihanga BikeReady</w:t>
      </w:r>
    </w:p>
    <w:p w14:paraId="05FB908D" w14:textId="77777777" w:rsidR="007416CB" w:rsidRPr="0097707C" w:rsidRDefault="007416CB" w:rsidP="007416CB">
      <w:pPr>
        <w:rPr>
          <w:bCs/>
        </w:rPr>
      </w:pPr>
    </w:p>
    <w:p w14:paraId="1EE52ED1" w14:textId="77777777" w:rsidR="007416CB" w:rsidRPr="0097707C" w:rsidRDefault="007416CB" w:rsidP="007416CB">
      <w:pPr>
        <w:pStyle w:val="Heading2"/>
      </w:pPr>
      <w:r>
        <w:t>ĀPITIHANGA A</w:t>
      </w:r>
    </w:p>
    <w:p w14:paraId="5941C73D" w14:textId="77777777" w:rsidR="007416CB" w:rsidRPr="0097707C" w:rsidRDefault="007416CB" w:rsidP="007416CB">
      <w:pPr>
        <w:pStyle w:val="Heading3"/>
      </w:pPr>
      <w:r>
        <w:t>Ngā Rūpiki Aromatawai-whaiaro SOLO Kaiakatanga Matua o te Marautanga o Aotearoa</w:t>
      </w:r>
    </w:p>
    <w:p w14:paraId="4B855BA8" w14:textId="77777777" w:rsidR="007416CB" w:rsidRPr="0097707C" w:rsidRDefault="007416CB" w:rsidP="007416CB"/>
    <w:p w14:paraId="41DCDCA6" w14:textId="216039AA" w:rsidR="007416CB" w:rsidRPr="0097707C" w:rsidRDefault="007416CB" w:rsidP="007416CB">
      <w:r>
        <w:t>Mā ēnei rūpiki Aromatawai-whaiaro SOLO ka taea e ngā ākonga Ngā Kaiakatanga Matua te whakatinana me te whakapakari mā te kirirarautanga me te eke pahikara.</w:t>
      </w:r>
      <w:r w:rsidRPr="0097707C">
        <w:rPr>
          <w:b/>
          <w:bCs/>
        </w:rPr>
        <w:t xml:space="preserve"> </w:t>
      </w:r>
    </w:p>
    <w:p w14:paraId="5109AB17" w14:textId="2D19D6B9" w:rsidR="007416CB" w:rsidRDefault="007416CB" w:rsidP="007416CB">
      <w:r>
        <w:t xml:space="preserve">Ka kōwhiri ngā ākonga i te Kaiakatanga Hira tino hāngai me te aroturuki i tō rātau anga whakamua i roto i te horopaki o te kirirarau me te kaieke pahikara. </w:t>
      </w:r>
    </w:p>
    <w:p w14:paraId="7AF56293" w14:textId="77777777" w:rsidR="007416CB" w:rsidRDefault="007416CB" w:rsidP="00741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9"/>
        <w:gridCol w:w="2784"/>
        <w:gridCol w:w="2796"/>
        <w:gridCol w:w="2775"/>
        <w:gridCol w:w="2776"/>
      </w:tblGrid>
      <w:tr w:rsidR="007416CB" w:rsidRPr="0097707C" w14:paraId="5E1A9BBC" w14:textId="77777777" w:rsidTr="00132FA7">
        <w:tc>
          <w:tcPr>
            <w:tcW w:w="3076" w:type="dxa"/>
            <w:shd w:val="clear" w:color="auto" w:fill="69BBAF"/>
          </w:tcPr>
          <w:p w14:paraId="32D39DB6" w14:textId="77777777" w:rsidR="007416CB" w:rsidRDefault="007416CB" w:rsidP="00EF02EB">
            <w:pPr>
              <w:rPr>
                <w:b/>
              </w:rPr>
            </w:pPr>
            <w:r>
              <w:rPr>
                <w:b/>
              </w:rPr>
              <w:t>Whakaaroaro</w:t>
            </w:r>
          </w:p>
          <w:p w14:paraId="7B560FC7" w14:textId="77777777" w:rsidR="007416CB" w:rsidRPr="0097707C" w:rsidRDefault="007416CB" w:rsidP="00EF02EB">
            <w:pPr>
              <w:rPr>
                <w:b/>
              </w:rPr>
            </w:pPr>
          </w:p>
        </w:tc>
        <w:tc>
          <w:tcPr>
            <w:tcW w:w="3076" w:type="dxa"/>
            <w:shd w:val="clear" w:color="auto" w:fill="69BBAF"/>
          </w:tcPr>
          <w:p w14:paraId="2FA83C21" w14:textId="77777777" w:rsidR="007416CB" w:rsidRPr="0097707C" w:rsidRDefault="007416CB" w:rsidP="00EF02EB">
            <w:pPr>
              <w:rPr>
                <w:b/>
              </w:rPr>
            </w:pPr>
            <w:r>
              <w:rPr>
                <w:b/>
              </w:rPr>
              <w:t>Whakahaere whaiaro</w:t>
            </w:r>
          </w:p>
        </w:tc>
        <w:tc>
          <w:tcPr>
            <w:tcW w:w="3077" w:type="dxa"/>
            <w:shd w:val="clear" w:color="auto" w:fill="69BBAF"/>
          </w:tcPr>
          <w:p w14:paraId="64179B1F" w14:textId="77777777" w:rsidR="007416CB" w:rsidRPr="0097707C" w:rsidRDefault="007416CB" w:rsidP="00EF02EB">
            <w:pPr>
              <w:rPr>
                <w:b/>
              </w:rPr>
            </w:pPr>
            <w:r>
              <w:rPr>
                <w:b/>
              </w:rPr>
              <w:t>Te whakauru me te tautoko</w:t>
            </w:r>
          </w:p>
        </w:tc>
        <w:tc>
          <w:tcPr>
            <w:tcW w:w="3077" w:type="dxa"/>
            <w:shd w:val="clear" w:color="auto" w:fill="69BBAF"/>
          </w:tcPr>
          <w:p w14:paraId="78A6EBFE" w14:textId="77777777" w:rsidR="007416CB" w:rsidRPr="0097707C" w:rsidRDefault="007416CB" w:rsidP="00EF02EB">
            <w:pPr>
              <w:rPr>
                <w:b/>
              </w:rPr>
            </w:pPr>
            <w:r>
              <w:rPr>
                <w:b/>
              </w:rPr>
              <w:t>Te whai pānga ki ētahi atu</w:t>
            </w:r>
          </w:p>
        </w:tc>
        <w:tc>
          <w:tcPr>
            <w:tcW w:w="3077" w:type="dxa"/>
            <w:shd w:val="clear" w:color="auto" w:fill="69BBAF"/>
          </w:tcPr>
          <w:p w14:paraId="36B87984" w14:textId="77777777" w:rsidR="007416CB" w:rsidRPr="0097707C" w:rsidRDefault="007416CB" w:rsidP="00EF02EB">
            <w:pPr>
              <w:rPr>
                <w:b/>
              </w:rPr>
            </w:pPr>
            <w:r>
              <w:rPr>
                <w:b/>
              </w:rPr>
              <w:t>Te whakamahi reo, tohu me ngā kupu</w:t>
            </w:r>
          </w:p>
        </w:tc>
      </w:tr>
      <w:tr w:rsidR="007416CB" w:rsidRPr="0097707C" w14:paraId="7372C780" w14:textId="77777777" w:rsidTr="00EF02EB">
        <w:tc>
          <w:tcPr>
            <w:tcW w:w="3076" w:type="dxa"/>
          </w:tcPr>
          <w:p w14:paraId="3DD572E2" w14:textId="77777777" w:rsidR="007416CB" w:rsidRPr="0097707C" w:rsidRDefault="007416CB" w:rsidP="00EF02EB">
            <w:r>
              <w:t>Whakapakaritia te kanohi arohaehae (arokā wāhitanga) mō ngā wāhi me ngā mahi kāore i te haumaru ina pahikara ana koe.</w:t>
            </w:r>
          </w:p>
        </w:tc>
        <w:tc>
          <w:tcPr>
            <w:tcW w:w="3076" w:type="dxa"/>
          </w:tcPr>
          <w:p w14:paraId="40A51E0B" w14:textId="77777777" w:rsidR="007416CB" w:rsidRPr="0097707C" w:rsidRDefault="007416CB" w:rsidP="00EF02EB">
            <w:r>
              <w:t xml:space="preserve">Kia tika te āhua i a koe i runga pahikara, i waenga pahikara hoki. </w:t>
            </w:r>
          </w:p>
          <w:p w14:paraId="197E72F3" w14:textId="77777777" w:rsidR="007416CB" w:rsidRPr="0097707C" w:rsidRDefault="007416CB" w:rsidP="00EF02EB">
            <w:r>
              <w:t>Ko te āhua me te wairua pai ko te whakaū kia 'ngahau te eke pahikara me ngā wāhi haumaru'.</w:t>
            </w:r>
          </w:p>
        </w:tc>
        <w:tc>
          <w:tcPr>
            <w:tcW w:w="3077" w:type="dxa"/>
          </w:tcPr>
          <w:p w14:paraId="230C9DC9" w14:textId="77777777" w:rsidR="007416CB" w:rsidRPr="0097707C" w:rsidRDefault="007416CB" w:rsidP="00EF02EB">
            <w:pPr>
              <w:rPr>
                <w:bCs/>
              </w:rPr>
            </w:pPr>
            <w:r>
              <w:t>Te whakaatu mōhio ki ngā take paetata mō te eke pahikara.</w:t>
            </w:r>
          </w:p>
          <w:p w14:paraId="360DE2C4" w14:textId="77777777" w:rsidR="007416CB" w:rsidRPr="0097707C" w:rsidRDefault="007416CB" w:rsidP="00EF02EB">
            <w:pPr>
              <w:rPr>
                <w:bCs/>
              </w:rPr>
            </w:pPr>
            <w:r>
              <w:t>Me tino whai wāhi atu ki ngā take hapori e pā ana ki te whakangahau me te noho haumaru ina eke pahikara</w:t>
            </w:r>
          </w:p>
          <w:p w14:paraId="4DC13C43" w14:textId="77777777" w:rsidR="007416CB" w:rsidRPr="0097707C" w:rsidRDefault="007416CB" w:rsidP="00EF02EB">
            <w:pPr>
              <w:rPr>
                <w:bCs/>
              </w:rPr>
            </w:pPr>
            <w:r>
              <w:t>Te tautoko i ngā wāhi me ngā huihuinga paetata kia 'ngahau me te haumaru te eke pahikara'.</w:t>
            </w:r>
          </w:p>
        </w:tc>
        <w:tc>
          <w:tcPr>
            <w:tcW w:w="3077" w:type="dxa"/>
          </w:tcPr>
          <w:p w14:paraId="0931C5FD" w14:textId="77777777" w:rsidR="007416CB" w:rsidRPr="0097707C" w:rsidRDefault="007416CB" w:rsidP="00EF02EB">
            <w:pPr>
              <w:rPr>
                <w:bCs/>
              </w:rPr>
            </w:pPr>
            <w:r>
              <w:t>Te pāhekoheko me ētahi atu ki te waihanga i ngā wāhi pahikara 'ngahau me te haumaru' i te kura me te hapori.</w:t>
            </w:r>
          </w:p>
        </w:tc>
        <w:tc>
          <w:tcPr>
            <w:tcW w:w="3077" w:type="dxa"/>
          </w:tcPr>
          <w:p w14:paraId="558520BF" w14:textId="77777777" w:rsidR="007416CB" w:rsidRPr="0097707C" w:rsidRDefault="007416CB" w:rsidP="00EF02EB">
            <w:pPr>
              <w:rPr>
                <w:bCs/>
              </w:rPr>
            </w:pPr>
            <w:r>
              <w:t>Te whakamāori i ngā karere i roto i ngā kōrero mō te 'eke pahikara kia ngahau me ngā wāhi haumaru'.</w:t>
            </w:r>
          </w:p>
          <w:p w14:paraId="6F46352C" w14:textId="77777777" w:rsidR="007416CB" w:rsidRPr="0097707C" w:rsidRDefault="007416CB" w:rsidP="00EF02EB">
            <w:pPr>
              <w:rPr>
                <w:bCs/>
              </w:rPr>
            </w:pPr>
            <w:r>
              <w:t>Te whakamahi i ngā tohu reo me ngā kupu hei whakaputa i ngā karere mō te "ngahau o te eke pahikara me ngā wāhi haumaru'.</w:t>
            </w:r>
          </w:p>
        </w:tc>
      </w:tr>
    </w:tbl>
    <w:p w14:paraId="155C76B5" w14:textId="77777777" w:rsidR="007416CB" w:rsidRPr="00D12714" w:rsidRDefault="007416CB" w:rsidP="007416CB">
      <w:pPr>
        <w:rPr>
          <w:bCs/>
        </w:rPr>
      </w:pPr>
    </w:p>
    <w:p w14:paraId="68C54D47" w14:textId="77777777" w:rsidR="007416CB" w:rsidRDefault="007416CB" w:rsidP="007416CB">
      <w:pPr>
        <w:sectPr w:rsidR="007416CB" w:rsidSect="009E4828">
          <w:headerReference w:type="default" r:id="rId9"/>
          <w:footerReference w:type="even" r:id="rId10"/>
          <w:footerReference w:type="default" r:id="rId11"/>
          <w:footerReference w:type="first" r:id="rId12"/>
          <w:pgSz w:w="16840" w:h="11900" w:orient="landscape" w:code="9"/>
          <w:pgMar w:top="1440" w:right="1440" w:bottom="1440" w:left="1440" w:header="567" w:footer="567" w:gutter="0"/>
          <w:cols w:space="708"/>
          <w:docGrid w:linePitch="360"/>
        </w:sectPr>
      </w:pPr>
    </w:p>
    <w:p w14:paraId="1742C550" w14:textId="74327E7F" w:rsidR="007416CB" w:rsidRDefault="007416CB" w:rsidP="00741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6"/>
        <w:gridCol w:w="2310"/>
        <w:gridCol w:w="2310"/>
        <w:gridCol w:w="2333"/>
        <w:gridCol w:w="2268"/>
        <w:gridCol w:w="2253"/>
      </w:tblGrid>
      <w:tr w:rsidR="007416CB" w:rsidRPr="007258DC" w14:paraId="02A3CB03" w14:textId="77777777" w:rsidTr="00132FA7">
        <w:trPr>
          <w:trHeight w:val="907"/>
          <w:tblHeader/>
        </w:trPr>
        <w:tc>
          <w:tcPr>
            <w:tcW w:w="2563" w:type="dxa"/>
            <w:shd w:val="clear" w:color="auto" w:fill="69BBAF"/>
          </w:tcPr>
          <w:p w14:paraId="77985371" w14:textId="77777777" w:rsidR="007416CB" w:rsidRPr="007258DC" w:rsidRDefault="007416CB" w:rsidP="00EF02E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Rubric Mōhiotanga Āheinga SOLO </w:t>
            </w:r>
          </w:p>
        </w:tc>
        <w:tc>
          <w:tcPr>
            <w:tcW w:w="2564" w:type="dxa"/>
            <w:shd w:val="clear" w:color="auto" w:fill="69BBAF"/>
          </w:tcPr>
          <w:p w14:paraId="29C61DE6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Hanganga-tōmua</w:t>
            </w:r>
          </w:p>
        </w:tc>
        <w:tc>
          <w:tcPr>
            <w:tcW w:w="2564" w:type="dxa"/>
            <w:shd w:val="clear" w:color="auto" w:fill="69BBAF"/>
          </w:tcPr>
          <w:p w14:paraId="3075C02C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Hanganga-kotahi</w:t>
            </w:r>
          </w:p>
        </w:tc>
        <w:tc>
          <w:tcPr>
            <w:tcW w:w="2564" w:type="dxa"/>
            <w:shd w:val="clear" w:color="auto" w:fill="69BBAF"/>
          </w:tcPr>
          <w:p w14:paraId="305A13A1" w14:textId="28CB6DEF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Hanganga-mah</w:t>
            </w:r>
            <w:r w:rsidR="0007598A">
              <w:rPr>
                <w:sz w:val="28"/>
              </w:rPr>
              <w:t>a</w:t>
            </w:r>
          </w:p>
        </w:tc>
        <w:tc>
          <w:tcPr>
            <w:tcW w:w="2564" w:type="dxa"/>
            <w:shd w:val="clear" w:color="auto" w:fill="69BBAF"/>
          </w:tcPr>
          <w:p w14:paraId="0AAFD172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Pānga</w:t>
            </w:r>
          </w:p>
        </w:tc>
        <w:tc>
          <w:tcPr>
            <w:tcW w:w="2564" w:type="dxa"/>
            <w:shd w:val="clear" w:color="auto" w:fill="69BBAF"/>
          </w:tcPr>
          <w:p w14:paraId="1602C09C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Waitara whānui ake</w:t>
            </w:r>
          </w:p>
        </w:tc>
      </w:tr>
      <w:tr w:rsidR="007416CB" w:rsidRPr="007258DC" w14:paraId="63A5F943" w14:textId="77777777" w:rsidTr="00EF02EB">
        <w:trPr>
          <w:trHeight w:val="964"/>
        </w:trPr>
        <w:tc>
          <w:tcPr>
            <w:tcW w:w="2563" w:type="dxa"/>
          </w:tcPr>
          <w:p w14:paraId="60AFD741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Koronga akoranga</w:t>
            </w:r>
          </w:p>
          <w:p w14:paraId="54E1B60D" w14:textId="77777777" w:rsidR="007416CB" w:rsidRPr="007258DC" w:rsidRDefault="007416CB" w:rsidP="00EF02EB">
            <w:pPr>
              <w:rPr>
                <w:bCs/>
                <w:i/>
              </w:rPr>
            </w:pPr>
            <w:r>
              <w:rPr>
                <w:i/>
              </w:rPr>
              <w:t>[kupumahi] [ihirangi] [horopaki]</w:t>
            </w:r>
          </w:p>
        </w:tc>
        <w:tc>
          <w:tcPr>
            <w:tcW w:w="2564" w:type="dxa"/>
          </w:tcPr>
          <w:p w14:paraId="7211EE9B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[hiahia āwhina]</w:t>
            </w:r>
          </w:p>
        </w:tc>
        <w:tc>
          <w:tcPr>
            <w:tcW w:w="2564" w:type="dxa"/>
          </w:tcPr>
          <w:p w14:paraId="34FBA100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[mēnā ka whakahaua]</w:t>
            </w:r>
          </w:p>
        </w:tc>
        <w:tc>
          <w:tcPr>
            <w:tcW w:w="2564" w:type="dxa"/>
          </w:tcPr>
          <w:p w14:paraId="345C5E08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[mōhio engari kāore he pūtake – he hapa]</w:t>
            </w:r>
          </w:p>
        </w:tc>
        <w:tc>
          <w:tcPr>
            <w:tcW w:w="2564" w:type="dxa"/>
          </w:tcPr>
          <w:p w14:paraId="56903B5C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[whaitake – rautaki – he mōhio he aha ai, mō āhea – ka taea te tohu hapa]</w:t>
            </w:r>
          </w:p>
        </w:tc>
        <w:tc>
          <w:tcPr>
            <w:tcW w:w="2564" w:type="dxa"/>
          </w:tcPr>
          <w:p w14:paraId="76422C2F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[ngā tikanga hou – he rapu urupare hei whakapai ake – he noho hei tauira – he whakaako i ētahi atu]</w:t>
            </w:r>
          </w:p>
        </w:tc>
      </w:tr>
      <w:tr w:rsidR="007416CB" w:rsidRPr="007258DC" w14:paraId="4D271CEF" w14:textId="77777777" w:rsidTr="00EF02EB">
        <w:trPr>
          <w:trHeight w:val="2608"/>
        </w:trPr>
        <w:tc>
          <w:tcPr>
            <w:tcW w:w="2563" w:type="dxa"/>
          </w:tcPr>
          <w:p w14:paraId="715878A5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KC: HE WHAKAAROARO</w:t>
            </w:r>
          </w:p>
          <w:p w14:paraId="6A195510" w14:textId="77777777" w:rsidR="007416CB" w:rsidRPr="007258DC" w:rsidRDefault="007416CB" w:rsidP="00EF02EB">
            <w:pPr>
              <w:rPr>
                <w:bCs/>
              </w:rPr>
            </w:pPr>
          </w:p>
          <w:p w14:paraId="68E14238" w14:textId="77777777" w:rsidR="007416CB" w:rsidRPr="007258DC" w:rsidRDefault="007416CB" w:rsidP="00EF02EB">
            <w:pPr>
              <w:rPr>
                <w:bCs/>
              </w:rPr>
            </w:pPr>
            <w:r>
              <w:t>Whakapakaritia te kanohi arohaehae (arokā wāhitanga) mō ngā wāhi me ngā mahi kāore i te haumaru ina eke pahikara ana koe.</w:t>
            </w:r>
          </w:p>
        </w:tc>
        <w:tc>
          <w:tcPr>
            <w:tcW w:w="2564" w:type="dxa"/>
          </w:tcPr>
          <w:p w14:paraId="24B63E67" w14:textId="77777777" w:rsidR="007416CB" w:rsidRPr="007258DC" w:rsidRDefault="007416CB" w:rsidP="00EF02EB">
            <w:r>
              <w:t>Kei te hiahia āwhina ahau ki te [whakaurua te mahi].</w:t>
            </w:r>
          </w:p>
        </w:tc>
        <w:tc>
          <w:tcPr>
            <w:tcW w:w="2564" w:type="dxa"/>
          </w:tcPr>
          <w:p w14:paraId="7E84CA02" w14:textId="77777777" w:rsidR="007416CB" w:rsidRPr="007258DC" w:rsidRDefault="007416CB" w:rsidP="00EF02EB">
            <w:r>
              <w:t xml:space="preserve">Ka taea e au te [whakaurua te mahi] mēnā ka tohua, ka whakahaua rānei ahau. </w:t>
            </w:r>
          </w:p>
        </w:tc>
        <w:tc>
          <w:tcPr>
            <w:tcW w:w="2564" w:type="dxa"/>
          </w:tcPr>
          <w:p w14:paraId="4746B1B3" w14:textId="5F096B20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 engari kāore au i te tino mōhio mō āhea whakamahi ai, te pūtake rānei. </w:t>
            </w:r>
          </w:p>
          <w:p w14:paraId="7E1C0D58" w14:textId="77777777" w:rsidR="007416CB" w:rsidRPr="007258DC" w:rsidRDefault="007416CB" w:rsidP="00EF02EB">
            <w:pPr>
              <w:rPr>
                <w:bCs/>
              </w:rPr>
            </w:pPr>
            <w:r>
              <w:t>(me whakamātautau - e mōhio ana ki ngā rautaki engari kāore i te mōhio ki te pūtake, te wā rānei hei whakamahi ai, nō reira ka hapa)</w:t>
            </w:r>
          </w:p>
        </w:tc>
        <w:tc>
          <w:tcPr>
            <w:tcW w:w="2564" w:type="dxa"/>
          </w:tcPr>
          <w:p w14:paraId="1538E9B3" w14:textId="77777777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mahi], ā, e mōhio ana ahau mō āhea whakamahi ai me te pūtake hoki. </w:t>
            </w:r>
          </w:p>
          <w:p w14:paraId="436A2DE7" w14:textId="77777777" w:rsidR="007416CB" w:rsidRPr="007258DC" w:rsidRDefault="007416CB" w:rsidP="00EF02EB">
            <w:pPr>
              <w:rPr>
                <w:bCs/>
              </w:rPr>
            </w:pPr>
          </w:p>
          <w:p w14:paraId="5B6FC165" w14:textId="77777777" w:rsidR="007416CB" w:rsidRPr="007258DC" w:rsidRDefault="007416CB" w:rsidP="00EF02EB">
            <w:pPr>
              <w:rPr>
                <w:bCs/>
              </w:rPr>
            </w:pPr>
            <w:r>
              <w:t>(he rautaki, whaitake rānei te whakamahi i ngā rautaki - he mōhio ki te pūtake me te wā)</w:t>
            </w:r>
          </w:p>
        </w:tc>
        <w:tc>
          <w:tcPr>
            <w:tcW w:w="2564" w:type="dxa"/>
          </w:tcPr>
          <w:p w14:paraId="695B2EA8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MUTU ka noho au hei kaieke pahikara kirirarau i te mea ... </w:t>
            </w:r>
          </w:p>
          <w:p w14:paraId="6A19E39B" w14:textId="77777777" w:rsidR="007416CB" w:rsidRPr="007258DC" w:rsidRDefault="007416CB" w:rsidP="00EF02EB">
            <w:pPr>
              <w:rPr>
                <w:bCs/>
              </w:rPr>
            </w:pPr>
            <w:r>
              <w:t>ka taea e au ētahi atu te whakaako ki te [whakaurua te mahi].</w:t>
            </w:r>
          </w:p>
          <w:p w14:paraId="7E3DA5D2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noho au hei tauira mō ētahi atu ki te āwhina i a rātau ki te [whakaurua te mahi]. </w:t>
            </w:r>
          </w:p>
          <w:p w14:paraId="1E0F5470" w14:textId="77777777" w:rsidR="007416CB" w:rsidRPr="007258DC" w:rsidRDefault="007416CB" w:rsidP="00EF02EB">
            <w:pPr>
              <w:rPr>
                <w:bCs/>
              </w:rPr>
            </w:pPr>
            <w:r>
              <w:t>ka rapu whakaaro ahau hei whakapai ake i taku [whakaurua te mahi].</w:t>
            </w:r>
          </w:p>
        </w:tc>
      </w:tr>
      <w:tr w:rsidR="007416CB" w:rsidRPr="007258DC" w14:paraId="245460B2" w14:textId="77777777" w:rsidTr="00EF02EB">
        <w:trPr>
          <w:trHeight w:val="2438"/>
        </w:trPr>
        <w:tc>
          <w:tcPr>
            <w:tcW w:w="2563" w:type="dxa"/>
          </w:tcPr>
          <w:p w14:paraId="708DEB44" w14:textId="77777777" w:rsidR="007416CB" w:rsidRPr="007258DC" w:rsidRDefault="007416CB" w:rsidP="00EF02EB">
            <w:pPr>
              <w:rPr>
                <w:bCs/>
              </w:rPr>
            </w:pPr>
            <w:r>
              <w:t>Ngā rautaki tōtika</w:t>
            </w:r>
          </w:p>
        </w:tc>
        <w:tc>
          <w:tcPr>
            <w:tcW w:w="2564" w:type="dxa"/>
          </w:tcPr>
          <w:p w14:paraId="0F8785DE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5D275A5B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49C2448D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3CCCB9DA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1502B7DD" w14:textId="77777777" w:rsidR="007416CB" w:rsidRPr="007258DC" w:rsidRDefault="007416CB" w:rsidP="00EF02EB">
            <w:pPr>
              <w:rPr>
                <w:bCs/>
              </w:rPr>
            </w:pPr>
          </w:p>
        </w:tc>
      </w:tr>
    </w:tbl>
    <w:p w14:paraId="540E441C" w14:textId="77777777" w:rsidR="007416CB" w:rsidRPr="0097707C" w:rsidRDefault="007416CB" w:rsidP="007416CB"/>
    <w:p w14:paraId="4257CFE5" w14:textId="77777777" w:rsidR="007416CB" w:rsidRDefault="007416CB" w:rsidP="007416C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4"/>
        <w:gridCol w:w="2320"/>
        <w:gridCol w:w="2320"/>
        <w:gridCol w:w="2342"/>
        <w:gridCol w:w="2279"/>
        <w:gridCol w:w="2265"/>
      </w:tblGrid>
      <w:tr w:rsidR="007416CB" w:rsidRPr="007258DC" w14:paraId="04DF0E6E" w14:textId="77777777" w:rsidTr="00132FA7">
        <w:trPr>
          <w:trHeight w:val="907"/>
          <w:tblHeader/>
        </w:trPr>
        <w:tc>
          <w:tcPr>
            <w:tcW w:w="2563" w:type="dxa"/>
            <w:shd w:val="clear" w:color="auto" w:fill="69BBAF"/>
          </w:tcPr>
          <w:p w14:paraId="3DCF6958" w14:textId="77777777" w:rsidR="007416CB" w:rsidRPr="007258DC" w:rsidRDefault="007416CB" w:rsidP="00EF02E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Rubric Mōhiotanga Āheinga SOLO </w:t>
            </w:r>
          </w:p>
        </w:tc>
        <w:tc>
          <w:tcPr>
            <w:tcW w:w="2564" w:type="dxa"/>
            <w:shd w:val="clear" w:color="auto" w:fill="69BBAF"/>
          </w:tcPr>
          <w:p w14:paraId="5909370C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Hanganga-tōmua</w:t>
            </w:r>
          </w:p>
        </w:tc>
        <w:tc>
          <w:tcPr>
            <w:tcW w:w="2564" w:type="dxa"/>
            <w:shd w:val="clear" w:color="auto" w:fill="69BBAF"/>
          </w:tcPr>
          <w:p w14:paraId="5191BEA5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Hanganga-kotahi</w:t>
            </w:r>
          </w:p>
        </w:tc>
        <w:tc>
          <w:tcPr>
            <w:tcW w:w="2564" w:type="dxa"/>
            <w:shd w:val="clear" w:color="auto" w:fill="69BBAF"/>
          </w:tcPr>
          <w:p w14:paraId="5F4BA05F" w14:textId="21DB1AC8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Hanganga-mah</w:t>
            </w:r>
            <w:r w:rsidR="0007598A">
              <w:rPr>
                <w:sz w:val="28"/>
              </w:rPr>
              <w:t>a</w:t>
            </w:r>
          </w:p>
        </w:tc>
        <w:tc>
          <w:tcPr>
            <w:tcW w:w="2564" w:type="dxa"/>
            <w:shd w:val="clear" w:color="auto" w:fill="69BBAF"/>
          </w:tcPr>
          <w:p w14:paraId="735453F2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Pānga</w:t>
            </w:r>
          </w:p>
        </w:tc>
        <w:tc>
          <w:tcPr>
            <w:tcW w:w="2564" w:type="dxa"/>
            <w:shd w:val="clear" w:color="auto" w:fill="69BBAF"/>
          </w:tcPr>
          <w:p w14:paraId="0525594A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Waitara whānui ake</w:t>
            </w:r>
          </w:p>
        </w:tc>
      </w:tr>
      <w:tr w:rsidR="007416CB" w:rsidRPr="007258DC" w14:paraId="18D0E208" w14:textId="77777777" w:rsidTr="00EF02EB">
        <w:trPr>
          <w:trHeight w:val="964"/>
        </w:trPr>
        <w:tc>
          <w:tcPr>
            <w:tcW w:w="2563" w:type="dxa"/>
          </w:tcPr>
          <w:p w14:paraId="7C393B51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Koronga akoranga</w:t>
            </w:r>
          </w:p>
          <w:p w14:paraId="3AA59CD2" w14:textId="77777777" w:rsidR="007416CB" w:rsidRPr="007258DC" w:rsidRDefault="007416CB" w:rsidP="00EF02EB">
            <w:pPr>
              <w:rPr>
                <w:bCs/>
                <w:i/>
              </w:rPr>
            </w:pPr>
            <w:r>
              <w:rPr>
                <w:i/>
              </w:rPr>
              <w:t>[kupumahi] [ihirangi] [horopaki]</w:t>
            </w:r>
          </w:p>
        </w:tc>
        <w:tc>
          <w:tcPr>
            <w:tcW w:w="2564" w:type="dxa"/>
          </w:tcPr>
          <w:p w14:paraId="7E7DEAA5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[hiahia āwhina]</w:t>
            </w:r>
          </w:p>
        </w:tc>
        <w:tc>
          <w:tcPr>
            <w:tcW w:w="2564" w:type="dxa"/>
          </w:tcPr>
          <w:p w14:paraId="3F9FAB49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[mēnā ka whakahaua]</w:t>
            </w:r>
          </w:p>
        </w:tc>
        <w:tc>
          <w:tcPr>
            <w:tcW w:w="2564" w:type="dxa"/>
          </w:tcPr>
          <w:p w14:paraId="6B7AE65C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[mōhio engari kāore he pūtake – he hapa]</w:t>
            </w:r>
          </w:p>
        </w:tc>
        <w:tc>
          <w:tcPr>
            <w:tcW w:w="2564" w:type="dxa"/>
          </w:tcPr>
          <w:p w14:paraId="64E44544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[whaitake – rautaki – he mōhio he aha ai, mō āhea – ka taea te tohu hapa]</w:t>
            </w:r>
          </w:p>
        </w:tc>
        <w:tc>
          <w:tcPr>
            <w:tcW w:w="2564" w:type="dxa"/>
          </w:tcPr>
          <w:p w14:paraId="244226A2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[ngā tikanga hou – he rapu urupare hei whakapai ake – he noho hei tauira – he whakaako i ētahi atu]</w:t>
            </w:r>
          </w:p>
        </w:tc>
      </w:tr>
      <w:tr w:rsidR="007416CB" w:rsidRPr="007258DC" w14:paraId="202D7DBF" w14:textId="77777777" w:rsidTr="00EF02EB">
        <w:trPr>
          <w:trHeight w:val="2608"/>
        </w:trPr>
        <w:tc>
          <w:tcPr>
            <w:tcW w:w="2563" w:type="dxa"/>
          </w:tcPr>
          <w:p w14:paraId="207C03D5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KC: TE WHAKAHAERE WHAIARO</w:t>
            </w:r>
          </w:p>
          <w:p w14:paraId="50ABBB53" w14:textId="77777777" w:rsidR="007416CB" w:rsidRPr="007258DC" w:rsidRDefault="007416CB" w:rsidP="00EF02EB">
            <w:pPr>
              <w:rPr>
                <w:bCs/>
              </w:rPr>
            </w:pPr>
          </w:p>
          <w:p w14:paraId="673E3ACA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Kia tika te āhua i a koe i runga pahikara, i waenga pahikara hoki. </w:t>
            </w:r>
          </w:p>
          <w:p w14:paraId="596236D7" w14:textId="77777777" w:rsidR="007416CB" w:rsidRPr="007258DC" w:rsidRDefault="007416CB" w:rsidP="00EF02EB">
            <w:pPr>
              <w:rPr>
                <w:bCs/>
              </w:rPr>
            </w:pPr>
          </w:p>
          <w:p w14:paraId="27DEBFAE" w14:textId="77777777" w:rsidR="007416CB" w:rsidRPr="007258DC" w:rsidRDefault="007416CB" w:rsidP="00EF02EB">
            <w:pPr>
              <w:rPr>
                <w:bCs/>
              </w:rPr>
            </w:pPr>
            <w:r>
              <w:t>Ko te āhua me te wairua pai ko te whakaū kia 'ngahau te eke pahikara me ngā wāhi haumaru'.</w:t>
            </w:r>
          </w:p>
        </w:tc>
        <w:tc>
          <w:tcPr>
            <w:tcW w:w="2564" w:type="dxa"/>
          </w:tcPr>
          <w:p w14:paraId="276C4D6E" w14:textId="77777777" w:rsidR="007416CB" w:rsidRPr="007258DC" w:rsidRDefault="007416CB" w:rsidP="00EF02EB">
            <w:r>
              <w:t>Kei te hiahia āwhina ahau [whakaurua te mahi].</w:t>
            </w:r>
          </w:p>
        </w:tc>
        <w:tc>
          <w:tcPr>
            <w:tcW w:w="2564" w:type="dxa"/>
          </w:tcPr>
          <w:p w14:paraId="00E338ED" w14:textId="77777777" w:rsidR="007416CB" w:rsidRPr="007258DC" w:rsidRDefault="007416CB" w:rsidP="00EF02EB">
            <w:r>
              <w:t xml:space="preserve">Ka taea e au te [whakaurua te mahi] mēnā ka tohua, ka whakahaua rānei ahau. </w:t>
            </w:r>
          </w:p>
        </w:tc>
        <w:tc>
          <w:tcPr>
            <w:tcW w:w="2564" w:type="dxa"/>
          </w:tcPr>
          <w:p w14:paraId="280B85E9" w14:textId="2C0E1560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 engari kāore au i te tino mōhio mō āhea whakamahi ai, te pūtake rānei. </w:t>
            </w:r>
          </w:p>
          <w:p w14:paraId="5D1CFCC2" w14:textId="77777777" w:rsidR="007416CB" w:rsidRPr="007258DC" w:rsidRDefault="007416CB" w:rsidP="00EF02EB">
            <w:pPr>
              <w:rPr>
                <w:bCs/>
              </w:rPr>
            </w:pPr>
            <w:r>
              <w:t>(me whakamātautau - e mōhio ana ki ngā rautaki engari kāore i te mōhio ki te pūtake, te wā rānei hei whakamahi ai, nō reira ka hapa)</w:t>
            </w:r>
          </w:p>
        </w:tc>
        <w:tc>
          <w:tcPr>
            <w:tcW w:w="2564" w:type="dxa"/>
          </w:tcPr>
          <w:p w14:paraId="3C197DE6" w14:textId="77777777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mahi], ā, e mōhio ana ahau mō āhea whakamahi ai me te pūtake hoki. </w:t>
            </w:r>
          </w:p>
          <w:p w14:paraId="38FFB36D" w14:textId="77777777" w:rsidR="007416CB" w:rsidRPr="007258DC" w:rsidRDefault="007416CB" w:rsidP="00EF02EB">
            <w:pPr>
              <w:rPr>
                <w:bCs/>
              </w:rPr>
            </w:pPr>
          </w:p>
          <w:p w14:paraId="44933264" w14:textId="77777777" w:rsidR="007416CB" w:rsidRPr="007258DC" w:rsidRDefault="007416CB" w:rsidP="00EF02EB">
            <w:pPr>
              <w:rPr>
                <w:bCs/>
              </w:rPr>
            </w:pPr>
            <w:r>
              <w:t>(he rautaki, whaitake rānei te whakamahi i ngā rautaki - he mōhio ki te pūtake me te wā)</w:t>
            </w:r>
          </w:p>
        </w:tc>
        <w:tc>
          <w:tcPr>
            <w:tcW w:w="2564" w:type="dxa"/>
          </w:tcPr>
          <w:p w14:paraId="5E00FF57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MUTU ka noho au hei kaieke pahikara kirirarau i te mea ... </w:t>
            </w:r>
          </w:p>
          <w:p w14:paraId="6750A4B7" w14:textId="77777777" w:rsidR="007416CB" w:rsidRPr="007258DC" w:rsidRDefault="007416CB" w:rsidP="00EF02EB">
            <w:pPr>
              <w:rPr>
                <w:bCs/>
              </w:rPr>
            </w:pPr>
            <w:r>
              <w:t>ka taea e au ētahi atu te whakaako ki te [whakaurua te mahi].</w:t>
            </w:r>
          </w:p>
          <w:p w14:paraId="1BCBE0D7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noho au hei tauira mō ētahi atu ki te āwhina i a rātau ki te [whakaurua te mahi]. </w:t>
            </w:r>
          </w:p>
          <w:p w14:paraId="777D6235" w14:textId="77777777" w:rsidR="007416CB" w:rsidRPr="007258DC" w:rsidRDefault="007416CB" w:rsidP="00EF02EB">
            <w:pPr>
              <w:rPr>
                <w:bCs/>
              </w:rPr>
            </w:pPr>
            <w:r>
              <w:t>ka rapu whakaaro ahau hei whakapai ake i taku [whakaurua te mahi].</w:t>
            </w:r>
          </w:p>
        </w:tc>
      </w:tr>
      <w:tr w:rsidR="007416CB" w:rsidRPr="007258DC" w14:paraId="5B011C13" w14:textId="77777777" w:rsidTr="00EF02EB">
        <w:trPr>
          <w:trHeight w:val="2438"/>
        </w:trPr>
        <w:tc>
          <w:tcPr>
            <w:tcW w:w="2563" w:type="dxa"/>
          </w:tcPr>
          <w:p w14:paraId="0C3DD0D9" w14:textId="77777777" w:rsidR="007416CB" w:rsidRPr="007258DC" w:rsidRDefault="007416CB" w:rsidP="00EF02EB">
            <w:pPr>
              <w:rPr>
                <w:bCs/>
              </w:rPr>
            </w:pPr>
            <w:r>
              <w:t>Ngā rautaki tōtika</w:t>
            </w:r>
          </w:p>
        </w:tc>
        <w:tc>
          <w:tcPr>
            <w:tcW w:w="2564" w:type="dxa"/>
          </w:tcPr>
          <w:p w14:paraId="3A81BABF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1DE607C8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1CC547B2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575C2871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05885A69" w14:textId="77777777" w:rsidR="007416CB" w:rsidRPr="007258DC" w:rsidRDefault="007416CB" w:rsidP="00EF02EB">
            <w:pPr>
              <w:rPr>
                <w:bCs/>
              </w:rPr>
            </w:pPr>
          </w:p>
        </w:tc>
      </w:tr>
    </w:tbl>
    <w:p w14:paraId="549EEC01" w14:textId="77777777" w:rsidR="007416CB" w:rsidRDefault="007416CB" w:rsidP="007416CB"/>
    <w:p w14:paraId="6FD0B9CD" w14:textId="77777777" w:rsidR="007416CB" w:rsidRDefault="007416CB" w:rsidP="007416C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329"/>
        <w:gridCol w:w="2329"/>
        <w:gridCol w:w="2350"/>
        <w:gridCol w:w="2290"/>
        <w:gridCol w:w="2276"/>
      </w:tblGrid>
      <w:tr w:rsidR="007416CB" w:rsidRPr="007258DC" w14:paraId="0CFA91F3" w14:textId="77777777" w:rsidTr="00132FA7">
        <w:trPr>
          <w:trHeight w:val="907"/>
          <w:tblHeader/>
        </w:trPr>
        <w:tc>
          <w:tcPr>
            <w:tcW w:w="2563" w:type="dxa"/>
            <w:shd w:val="clear" w:color="auto" w:fill="69BBAF"/>
          </w:tcPr>
          <w:p w14:paraId="3574ECB4" w14:textId="77777777" w:rsidR="007416CB" w:rsidRPr="007258DC" w:rsidRDefault="007416CB" w:rsidP="00EF02E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Rubric Mōhiotanga Āheinga SOLO </w:t>
            </w:r>
          </w:p>
        </w:tc>
        <w:tc>
          <w:tcPr>
            <w:tcW w:w="2564" w:type="dxa"/>
            <w:shd w:val="clear" w:color="auto" w:fill="69BBAF"/>
          </w:tcPr>
          <w:p w14:paraId="61A97959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Hanganga-tōmua</w:t>
            </w:r>
          </w:p>
        </w:tc>
        <w:tc>
          <w:tcPr>
            <w:tcW w:w="2564" w:type="dxa"/>
            <w:shd w:val="clear" w:color="auto" w:fill="69BBAF"/>
          </w:tcPr>
          <w:p w14:paraId="3DA141DE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Hanganga-kotahi</w:t>
            </w:r>
          </w:p>
        </w:tc>
        <w:tc>
          <w:tcPr>
            <w:tcW w:w="2564" w:type="dxa"/>
            <w:shd w:val="clear" w:color="auto" w:fill="69BBAF"/>
          </w:tcPr>
          <w:p w14:paraId="6E68C91F" w14:textId="72B55002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Hanganga-mah</w:t>
            </w:r>
            <w:r w:rsidR="0012104B">
              <w:rPr>
                <w:sz w:val="28"/>
              </w:rPr>
              <w:t>a</w:t>
            </w:r>
          </w:p>
        </w:tc>
        <w:tc>
          <w:tcPr>
            <w:tcW w:w="2564" w:type="dxa"/>
            <w:shd w:val="clear" w:color="auto" w:fill="69BBAF"/>
          </w:tcPr>
          <w:p w14:paraId="44F8A48B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Pānga</w:t>
            </w:r>
          </w:p>
        </w:tc>
        <w:tc>
          <w:tcPr>
            <w:tcW w:w="2564" w:type="dxa"/>
            <w:shd w:val="clear" w:color="auto" w:fill="69BBAF"/>
          </w:tcPr>
          <w:p w14:paraId="11CD531F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Waitara whānui ake</w:t>
            </w:r>
          </w:p>
        </w:tc>
      </w:tr>
      <w:tr w:rsidR="007416CB" w:rsidRPr="007258DC" w14:paraId="5F3FB329" w14:textId="77777777" w:rsidTr="00EF02EB">
        <w:trPr>
          <w:trHeight w:val="964"/>
        </w:trPr>
        <w:tc>
          <w:tcPr>
            <w:tcW w:w="2563" w:type="dxa"/>
          </w:tcPr>
          <w:p w14:paraId="03BDC7E9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Koronga akoranga</w:t>
            </w:r>
          </w:p>
          <w:p w14:paraId="22AAE4B4" w14:textId="77777777" w:rsidR="007416CB" w:rsidRPr="007258DC" w:rsidRDefault="007416CB" w:rsidP="00EF02EB">
            <w:pPr>
              <w:rPr>
                <w:bCs/>
                <w:i/>
              </w:rPr>
            </w:pPr>
            <w:r>
              <w:rPr>
                <w:i/>
              </w:rPr>
              <w:t>[kupumahi] [ihirangi] [horopaki]</w:t>
            </w:r>
          </w:p>
        </w:tc>
        <w:tc>
          <w:tcPr>
            <w:tcW w:w="2564" w:type="dxa"/>
          </w:tcPr>
          <w:p w14:paraId="11148391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[hiahia āwhina]</w:t>
            </w:r>
          </w:p>
        </w:tc>
        <w:tc>
          <w:tcPr>
            <w:tcW w:w="2564" w:type="dxa"/>
          </w:tcPr>
          <w:p w14:paraId="5B0811AA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[mēnā ka whakahaua]</w:t>
            </w:r>
          </w:p>
        </w:tc>
        <w:tc>
          <w:tcPr>
            <w:tcW w:w="2564" w:type="dxa"/>
          </w:tcPr>
          <w:p w14:paraId="5F9A853E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[mōhio engari kāore he pūtake – he hapa]</w:t>
            </w:r>
          </w:p>
        </w:tc>
        <w:tc>
          <w:tcPr>
            <w:tcW w:w="2564" w:type="dxa"/>
          </w:tcPr>
          <w:p w14:paraId="45F6773C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[whaitake – rautaki – he mōhio he aha ai, mō āhea – ka taea te tohu hapa]</w:t>
            </w:r>
          </w:p>
        </w:tc>
        <w:tc>
          <w:tcPr>
            <w:tcW w:w="2564" w:type="dxa"/>
          </w:tcPr>
          <w:p w14:paraId="1B491F3A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[ngā tikanga hou – he rapu urupare hei whakapai ake – he noho hei tauira – he whakaako i ētahi atu]</w:t>
            </w:r>
          </w:p>
        </w:tc>
      </w:tr>
      <w:tr w:rsidR="007416CB" w:rsidRPr="007258DC" w14:paraId="6D17C073" w14:textId="77777777" w:rsidTr="00EF02EB">
        <w:trPr>
          <w:trHeight w:val="3685"/>
        </w:trPr>
        <w:tc>
          <w:tcPr>
            <w:tcW w:w="2563" w:type="dxa"/>
          </w:tcPr>
          <w:p w14:paraId="29C9037D" w14:textId="77777777" w:rsidR="007416CB" w:rsidRDefault="007416CB" w:rsidP="00EF02EB">
            <w:pPr>
              <w:rPr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KC: TE WHAKAURU ME TE TAUTOKO</w:t>
            </w:r>
          </w:p>
          <w:p w14:paraId="1F9792DA" w14:textId="77777777" w:rsidR="007416CB" w:rsidRDefault="007416CB" w:rsidP="00EF02EB">
            <w:pPr>
              <w:rPr>
                <w:bCs/>
                <w:szCs w:val="20"/>
              </w:rPr>
            </w:pPr>
          </w:p>
          <w:p w14:paraId="14E970C4" w14:textId="77777777" w:rsidR="007416CB" w:rsidRPr="000F4AAF" w:rsidRDefault="007416CB" w:rsidP="00EF02EB">
            <w:pPr>
              <w:rPr>
                <w:bCs/>
                <w:szCs w:val="20"/>
              </w:rPr>
            </w:pPr>
            <w:r>
              <w:t>Te whakaatu mōhio ki ngā take paetata mō te eke pahikara.</w:t>
            </w:r>
          </w:p>
          <w:p w14:paraId="5A97D230" w14:textId="1FE26BA2" w:rsidR="007416CB" w:rsidRPr="000F4AAF" w:rsidRDefault="007416CB" w:rsidP="00EF02EB">
            <w:pPr>
              <w:rPr>
                <w:bCs/>
                <w:szCs w:val="20"/>
              </w:rPr>
            </w:pPr>
            <w:r>
              <w:t>Me tino whai wāhi atu ki ngā take hapori e pā ana ki te whakangahau me te noho haumaru ina eke pahikara</w:t>
            </w:r>
            <w:r w:rsidR="0016266D">
              <w:t>.</w:t>
            </w:r>
          </w:p>
          <w:p w14:paraId="0D67641E" w14:textId="77777777" w:rsidR="007416CB" w:rsidRPr="007258DC" w:rsidRDefault="007416CB" w:rsidP="00EF02EB">
            <w:pPr>
              <w:rPr>
                <w:bCs/>
              </w:rPr>
            </w:pPr>
            <w:r>
              <w:t>Te tautoko i ngā wāhi me ngā huihuinga paetata kia 'ngahau me te haumaru te eke pahikara'.</w:t>
            </w:r>
          </w:p>
        </w:tc>
        <w:tc>
          <w:tcPr>
            <w:tcW w:w="2564" w:type="dxa"/>
          </w:tcPr>
          <w:p w14:paraId="52787CDC" w14:textId="77777777" w:rsidR="007416CB" w:rsidRPr="007258DC" w:rsidRDefault="007416CB" w:rsidP="00EF02EB">
            <w:r>
              <w:t>Kei te hiahia āwhina ahau [whakaurua te mahi].</w:t>
            </w:r>
          </w:p>
        </w:tc>
        <w:tc>
          <w:tcPr>
            <w:tcW w:w="2564" w:type="dxa"/>
          </w:tcPr>
          <w:p w14:paraId="735AD2F8" w14:textId="77777777" w:rsidR="007416CB" w:rsidRPr="007258DC" w:rsidRDefault="007416CB" w:rsidP="00EF02EB">
            <w:r>
              <w:t xml:space="preserve">Ka taea e au te [whakaurua te mahi] mēnā ka tohua, ka whakahaua rānei ahau. </w:t>
            </w:r>
          </w:p>
        </w:tc>
        <w:tc>
          <w:tcPr>
            <w:tcW w:w="2564" w:type="dxa"/>
          </w:tcPr>
          <w:p w14:paraId="7E5C6622" w14:textId="75C4687C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 engari kāore au i te tino mōhio mō āhea whakamahi ai, te pūtake rānei. </w:t>
            </w:r>
          </w:p>
          <w:p w14:paraId="39C711E0" w14:textId="77777777" w:rsidR="007416CB" w:rsidRPr="007258DC" w:rsidRDefault="007416CB" w:rsidP="00EF02EB">
            <w:pPr>
              <w:rPr>
                <w:bCs/>
              </w:rPr>
            </w:pPr>
            <w:r>
              <w:t>(me whakamātautau - e mōhio ana ki ngā rautaki engari kāore i te mōhio ki te pūtake, te wā rānei hei whakamahi ai, nō reira ka hapa)</w:t>
            </w:r>
          </w:p>
        </w:tc>
        <w:tc>
          <w:tcPr>
            <w:tcW w:w="2564" w:type="dxa"/>
          </w:tcPr>
          <w:p w14:paraId="25058B07" w14:textId="77777777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mahi], ā, e mōhio ana ahau mō āhea whakamahi ai me te pūtake hoki. </w:t>
            </w:r>
          </w:p>
          <w:p w14:paraId="60B35E69" w14:textId="77777777" w:rsidR="007416CB" w:rsidRPr="007258DC" w:rsidRDefault="007416CB" w:rsidP="00EF02EB">
            <w:pPr>
              <w:rPr>
                <w:bCs/>
              </w:rPr>
            </w:pPr>
          </w:p>
          <w:p w14:paraId="5C39DE4D" w14:textId="77777777" w:rsidR="007416CB" w:rsidRPr="007258DC" w:rsidRDefault="007416CB" w:rsidP="00EF02EB">
            <w:pPr>
              <w:rPr>
                <w:bCs/>
              </w:rPr>
            </w:pPr>
            <w:r>
              <w:t>(he rautaki, whaitake rānei te whakamahi i ngā rautaki - he mōhio ki te pūtake me te wā)</w:t>
            </w:r>
          </w:p>
        </w:tc>
        <w:tc>
          <w:tcPr>
            <w:tcW w:w="2564" w:type="dxa"/>
          </w:tcPr>
          <w:p w14:paraId="331208FD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MUTU ka noho au hei kaieke pahikara kirirarau i te mea ... </w:t>
            </w:r>
          </w:p>
          <w:p w14:paraId="55EFA3A8" w14:textId="77777777" w:rsidR="007416CB" w:rsidRPr="007258DC" w:rsidRDefault="007416CB" w:rsidP="00EF02EB">
            <w:pPr>
              <w:rPr>
                <w:bCs/>
              </w:rPr>
            </w:pPr>
            <w:r>
              <w:t>ka taea e au ētahi atu te whakaako ki te [whakaurua te mahi].</w:t>
            </w:r>
          </w:p>
          <w:p w14:paraId="65664463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noho au hei tauira mō ētahi atu ki te āwhina i a rātau ki te [whakaurua te mahi]. </w:t>
            </w:r>
          </w:p>
          <w:p w14:paraId="1F5A7A6F" w14:textId="77777777" w:rsidR="007416CB" w:rsidRPr="007258DC" w:rsidRDefault="007416CB" w:rsidP="00EF02EB">
            <w:pPr>
              <w:rPr>
                <w:bCs/>
              </w:rPr>
            </w:pPr>
            <w:r>
              <w:t>ka rapu whakaaro ahau hei whakapai ake i taku [whakaurua te mahi].</w:t>
            </w:r>
          </w:p>
        </w:tc>
      </w:tr>
      <w:tr w:rsidR="007416CB" w:rsidRPr="007258DC" w14:paraId="14B4B2D5" w14:textId="77777777" w:rsidTr="00707951">
        <w:trPr>
          <w:trHeight w:val="2151"/>
        </w:trPr>
        <w:tc>
          <w:tcPr>
            <w:tcW w:w="2563" w:type="dxa"/>
          </w:tcPr>
          <w:p w14:paraId="433EEA99" w14:textId="77777777" w:rsidR="007416CB" w:rsidRPr="007258DC" w:rsidRDefault="007416CB" w:rsidP="00EF02EB">
            <w:pPr>
              <w:rPr>
                <w:bCs/>
              </w:rPr>
            </w:pPr>
            <w:r>
              <w:t>Ngā rautaki tōtika</w:t>
            </w:r>
          </w:p>
        </w:tc>
        <w:tc>
          <w:tcPr>
            <w:tcW w:w="2564" w:type="dxa"/>
          </w:tcPr>
          <w:p w14:paraId="5FBABBEF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19C89D30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4042FA5A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648B2636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4945C573" w14:textId="77777777" w:rsidR="007416CB" w:rsidRPr="007258DC" w:rsidRDefault="007416CB" w:rsidP="00EF02EB">
            <w:pPr>
              <w:rPr>
                <w:bCs/>
              </w:rPr>
            </w:pPr>
          </w:p>
        </w:tc>
      </w:tr>
    </w:tbl>
    <w:p w14:paraId="1365711C" w14:textId="77777777" w:rsidR="007416CB" w:rsidRDefault="007416CB" w:rsidP="007416C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1"/>
        <w:gridCol w:w="2330"/>
        <w:gridCol w:w="2330"/>
        <w:gridCol w:w="2351"/>
        <w:gridCol w:w="2291"/>
        <w:gridCol w:w="2277"/>
      </w:tblGrid>
      <w:tr w:rsidR="007416CB" w:rsidRPr="007258DC" w14:paraId="2F7EB151" w14:textId="77777777" w:rsidTr="00132FA7">
        <w:trPr>
          <w:trHeight w:val="907"/>
          <w:tblHeader/>
        </w:trPr>
        <w:tc>
          <w:tcPr>
            <w:tcW w:w="2563" w:type="dxa"/>
            <w:shd w:val="clear" w:color="auto" w:fill="69BBAF"/>
          </w:tcPr>
          <w:p w14:paraId="35B0FDBD" w14:textId="77777777" w:rsidR="007416CB" w:rsidRPr="007258DC" w:rsidRDefault="007416CB" w:rsidP="00EF02E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Rubric Mōhiotanga Āheinga SOLO </w:t>
            </w:r>
          </w:p>
        </w:tc>
        <w:tc>
          <w:tcPr>
            <w:tcW w:w="2564" w:type="dxa"/>
            <w:shd w:val="clear" w:color="auto" w:fill="69BBAF"/>
          </w:tcPr>
          <w:p w14:paraId="620308D6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Hanganga-tōmua</w:t>
            </w:r>
          </w:p>
        </w:tc>
        <w:tc>
          <w:tcPr>
            <w:tcW w:w="2564" w:type="dxa"/>
            <w:shd w:val="clear" w:color="auto" w:fill="69BBAF"/>
          </w:tcPr>
          <w:p w14:paraId="2976D708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Hanganga-kotahi</w:t>
            </w:r>
          </w:p>
        </w:tc>
        <w:tc>
          <w:tcPr>
            <w:tcW w:w="2564" w:type="dxa"/>
            <w:shd w:val="clear" w:color="auto" w:fill="69BBAF"/>
          </w:tcPr>
          <w:p w14:paraId="4F2406DA" w14:textId="015A8F02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Hanganga-mah</w:t>
            </w:r>
            <w:r w:rsidR="0012104B">
              <w:rPr>
                <w:sz w:val="28"/>
              </w:rPr>
              <w:t>a</w:t>
            </w:r>
          </w:p>
        </w:tc>
        <w:tc>
          <w:tcPr>
            <w:tcW w:w="2564" w:type="dxa"/>
            <w:shd w:val="clear" w:color="auto" w:fill="69BBAF"/>
          </w:tcPr>
          <w:p w14:paraId="3427B4D5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Pānga</w:t>
            </w:r>
          </w:p>
        </w:tc>
        <w:tc>
          <w:tcPr>
            <w:tcW w:w="2564" w:type="dxa"/>
            <w:shd w:val="clear" w:color="auto" w:fill="69BBAF"/>
          </w:tcPr>
          <w:p w14:paraId="72512ED6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Waitara whānui ake</w:t>
            </w:r>
          </w:p>
        </w:tc>
      </w:tr>
      <w:tr w:rsidR="007416CB" w:rsidRPr="007258DC" w14:paraId="2AADEA01" w14:textId="77777777" w:rsidTr="00EF02EB">
        <w:trPr>
          <w:trHeight w:val="964"/>
        </w:trPr>
        <w:tc>
          <w:tcPr>
            <w:tcW w:w="2563" w:type="dxa"/>
          </w:tcPr>
          <w:p w14:paraId="2A6547B8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Koronga akoranga</w:t>
            </w:r>
          </w:p>
          <w:p w14:paraId="0A7D28C7" w14:textId="77777777" w:rsidR="007416CB" w:rsidRPr="007258DC" w:rsidRDefault="007416CB" w:rsidP="00EF02EB">
            <w:pPr>
              <w:rPr>
                <w:bCs/>
                <w:i/>
              </w:rPr>
            </w:pPr>
            <w:r>
              <w:rPr>
                <w:i/>
              </w:rPr>
              <w:t>[kupumahi] [ihirangi] [horopaki]</w:t>
            </w:r>
          </w:p>
        </w:tc>
        <w:tc>
          <w:tcPr>
            <w:tcW w:w="2564" w:type="dxa"/>
          </w:tcPr>
          <w:p w14:paraId="7E91FFFA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[hiahia āwhina]</w:t>
            </w:r>
          </w:p>
        </w:tc>
        <w:tc>
          <w:tcPr>
            <w:tcW w:w="2564" w:type="dxa"/>
          </w:tcPr>
          <w:p w14:paraId="42162809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[mēnā ka whakahaua]</w:t>
            </w:r>
          </w:p>
        </w:tc>
        <w:tc>
          <w:tcPr>
            <w:tcW w:w="2564" w:type="dxa"/>
          </w:tcPr>
          <w:p w14:paraId="670AB1D1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[mōhio engari kāore he pūtake – he hapa]</w:t>
            </w:r>
          </w:p>
        </w:tc>
        <w:tc>
          <w:tcPr>
            <w:tcW w:w="2564" w:type="dxa"/>
          </w:tcPr>
          <w:p w14:paraId="205482E2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[whaitake – rautaki – he mōhio he aha ai, mō āhea – ka taea te tohu hapa]</w:t>
            </w:r>
          </w:p>
        </w:tc>
        <w:tc>
          <w:tcPr>
            <w:tcW w:w="2564" w:type="dxa"/>
          </w:tcPr>
          <w:p w14:paraId="652DD76A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[ngā tikanga hou – he rapu urupare hei whakapai ake – he noho hei tauira – he whakaako i ētahi atu]</w:t>
            </w:r>
          </w:p>
        </w:tc>
      </w:tr>
      <w:tr w:rsidR="007416CB" w:rsidRPr="007258DC" w14:paraId="19979E9D" w14:textId="77777777" w:rsidTr="00EF02EB">
        <w:trPr>
          <w:trHeight w:val="2608"/>
        </w:trPr>
        <w:tc>
          <w:tcPr>
            <w:tcW w:w="2563" w:type="dxa"/>
          </w:tcPr>
          <w:p w14:paraId="6CF702CD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KC: TE WHAI PĀNGA KI ĒTAHI ATU</w:t>
            </w:r>
          </w:p>
          <w:p w14:paraId="5B335587" w14:textId="77777777" w:rsidR="007416CB" w:rsidRPr="007258DC" w:rsidRDefault="007416CB" w:rsidP="00EF02EB">
            <w:pPr>
              <w:rPr>
                <w:bCs/>
              </w:rPr>
            </w:pPr>
          </w:p>
          <w:p w14:paraId="5B64FAFA" w14:textId="77777777" w:rsidR="007416CB" w:rsidRPr="007258DC" w:rsidRDefault="007416CB" w:rsidP="00EF02EB">
            <w:pPr>
              <w:rPr>
                <w:bCs/>
              </w:rPr>
            </w:pPr>
            <w:r>
              <w:t>Whakapakaritia te kanohi arohaehae (arokā wāhitanga) mō ngā wāhi me ngā mahi kāore i te haumaru ina eke pahikara ana koe.</w:t>
            </w:r>
          </w:p>
        </w:tc>
        <w:tc>
          <w:tcPr>
            <w:tcW w:w="2564" w:type="dxa"/>
          </w:tcPr>
          <w:p w14:paraId="4BFD27FB" w14:textId="77777777" w:rsidR="007416CB" w:rsidRPr="007258DC" w:rsidRDefault="007416CB" w:rsidP="00EF02EB">
            <w:r>
              <w:t>Kei te hiahia āwhina ahau [whakaurua te mahi].</w:t>
            </w:r>
          </w:p>
        </w:tc>
        <w:tc>
          <w:tcPr>
            <w:tcW w:w="2564" w:type="dxa"/>
          </w:tcPr>
          <w:p w14:paraId="49F395E2" w14:textId="77777777" w:rsidR="007416CB" w:rsidRPr="007258DC" w:rsidRDefault="007416CB" w:rsidP="00EF02EB">
            <w:r>
              <w:t xml:space="preserve">Ka taea e au te [whakaurua te mahi] mēnā ka tohua, ka whakahaua rānei ahau. </w:t>
            </w:r>
          </w:p>
        </w:tc>
        <w:tc>
          <w:tcPr>
            <w:tcW w:w="2564" w:type="dxa"/>
          </w:tcPr>
          <w:p w14:paraId="20C9E6CE" w14:textId="3F7E19BB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 engari kāore au i te tino mōhio mō āhea whakamahi ai, te pūtake rānei. </w:t>
            </w:r>
          </w:p>
          <w:p w14:paraId="7CA82F4B" w14:textId="77777777" w:rsidR="007416CB" w:rsidRPr="007258DC" w:rsidRDefault="007416CB" w:rsidP="00EF02EB">
            <w:pPr>
              <w:rPr>
                <w:bCs/>
              </w:rPr>
            </w:pPr>
            <w:r>
              <w:t>(me whakamātautau - e mōhio ana ki ngā rautaki engari kāore i te mōhio ki te pūtake, te wā rānei hei whakamahi ai, nō reira ka hapa)</w:t>
            </w:r>
          </w:p>
        </w:tc>
        <w:tc>
          <w:tcPr>
            <w:tcW w:w="2564" w:type="dxa"/>
          </w:tcPr>
          <w:p w14:paraId="5B2B54DE" w14:textId="77777777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mahi], ā, e mōhio ana ahau mō āhea whakamahi ai me te pūtake hoki. </w:t>
            </w:r>
          </w:p>
          <w:p w14:paraId="2863B5F8" w14:textId="77777777" w:rsidR="007416CB" w:rsidRPr="007258DC" w:rsidRDefault="007416CB" w:rsidP="00EF02EB">
            <w:pPr>
              <w:rPr>
                <w:bCs/>
              </w:rPr>
            </w:pPr>
          </w:p>
          <w:p w14:paraId="1448C576" w14:textId="77777777" w:rsidR="007416CB" w:rsidRPr="007258DC" w:rsidRDefault="007416CB" w:rsidP="00EF02EB">
            <w:pPr>
              <w:rPr>
                <w:bCs/>
              </w:rPr>
            </w:pPr>
            <w:r>
              <w:t>(he rautaki, whaitake rānei te whakamahi i ngā rautaki - he mōhio ki te pūtake me te wā)</w:t>
            </w:r>
          </w:p>
        </w:tc>
        <w:tc>
          <w:tcPr>
            <w:tcW w:w="2564" w:type="dxa"/>
          </w:tcPr>
          <w:p w14:paraId="46CBF597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MUTU ka noho au hei kaieke pahikara kirirarau i te mea ... </w:t>
            </w:r>
          </w:p>
          <w:p w14:paraId="199984C3" w14:textId="77777777" w:rsidR="007416CB" w:rsidRPr="007258DC" w:rsidRDefault="007416CB" w:rsidP="00EF02EB">
            <w:pPr>
              <w:rPr>
                <w:bCs/>
              </w:rPr>
            </w:pPr>
            <w:r>
              <w:t>ka taea e au ētahi atu te whakaako ki te [whakaurua te mahi].</w:t>
            </w:r>
          </w:p>
          <w:p w14:paraId="3186FDB0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noho au hei tauira mō ētahi atu ki te āwhina i a rātau ki te [whakaurua te mahi]. </w:t>
            </w:r>
          </w:p>
          <w:p w14:paraId="22BF2267" w14:textId="77777777" w:rsidR="007416CB" w:rsidRPr="007258DC" w:rsidRDefault="007416CB" w:rsidP="00EF02EB">
            <w:pPr>
              <w:rPr>
                <w:bCs/>
              </w:rPr>
            </w:pPr>
            <w:r>
              <w:t>ka rapu whakaaro ahau hei whakapai ake i taku [whakaurua te mahi].</w:t>
            </w:r>
          </w:p>
        </w:tc>
      </w:tr>
      <w:tr w:rsidR="007416CB" w:rsidRPr="007258DC" w14:paraId="43F60E96" w14:textId="77777777" w:rsidTr="00EF02EB">
        <w:trPr>
          <w:trHeight w:val="2438"/>
        </w:trPr>
        <w:tc>
          <w:tcPr>
            <w:tcW w:w="2563" w:type="dxa"/>
          </w:tcPr>
          <w:p w14:paraId="68ACB4AA" w14:textId="77777777" w:rsidR="007416CB" w:rsidRPr="007258DC" w:rsidRDefault="007416CB" w:rsidP="00EF02EB">
            <w:pPr>
              <w:rPr>
                <w:bCs/>
              </w:rPr>
            </w:pPr>
            <w:r>
              <w:t>Ngā rautaki tōtika</w:t>
            </w:r>
          </w:p>
        </w:tc>
        <w:tc>
          <w:tcPr>
            <w:tcW w:w="2564" w:type="dxa"/>
          </w:tcPr>
          <w:p w14:paraId="449BD079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28998F52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261BFCB4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1ABA5CE9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7A8B101C" w14:textId="77777777" w:rsidR="007416CB" w:rsidRPr="007258DC" w:rsidRDefault="007416CB" w:rsidP="00EF02EB">
            <w:pPr>
              <w:rPr>
                <w:bCs/>
              </w:rPr>
            </w:pPr>
          </w:p>
        </w:tc>
      </w:tr>
    </w:tbl>
    <w:p w14:paraId="519A799E" w14:textId="77777777" w:rsidR="007416CB" w:rsidRDefault="007416CB" w:rsidP="007416CB"/>
    <w:p w14:paraId="2E38762B" w14:textId="77777777" w:rsidR="007416CB" w:rsidRDefault="007416CB" w:rsidP="007416C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2"/>
        <w:gridCol w:w="2324"/>
        <w:gridCol w:w="2324"/>
        <w:gridCol w:w="2346"/>
        <w:gridCol w:w="2284"/>
        <w:gridCol w:w="2270"/>
      </w:tblGrid>
      <w:tr w:rsidR="007416CB" w:rsidRPr="007258DC" w14:paraId="36737AA4" w14:textId="77777777" w:rsidTr="00132FA7">
        <w:trPr>
          <w:trHeight w:val="907"/>
          <w:tblHeader/>
        </w:trPr>
        <w:tc>
          <w:tcPr>
            <w:tcW w:w="2563" w:type="dxa"/>
            <w:shd w:val="clear" w:color="auto" w:fill="69BBAF"/>
          </w:tcPr>
          <w:p w14:paraId="471A2C4F" w14:textId="77777777" w:rsidR="007416CB" w:rsidRPr="007258DC" w:rsidRDefault="007416CB" w:rsidP="00EF02E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Rubric Mōhiotanga Āheinga SOLO </w:t>
            </w:r>
          </w:p>
        </w:tc>
        <w:tc>
          <w:tcPr>
            <w:tcW w:w="2564" w:type="dxa"/>
            <w:shd w:val="clear" w:color="auto" w:fill="69BBAF"/>
          </w:tcPr>
          <w:p w14:paraId="5222A0A0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Hanganga-tōmua</w:t>
            </w:r>
          </w:p>
        </w:tc>
        <w:tc>
          <w:tcPr>
            <w:tcW w:w="2564" w:type="dxa"/>
            <w:shd w:val="clear" w:color="auto" w:fill="69BBAF"/>
          </w:tcPr>
          <w:p w14:paraId="1578F05F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Hanganga-kotahi</w:t>
            </w:r>
          </w:p>
        </w:tc>
        <w:tc>
          <w:tcPr>
            <w:tcW w:w="2564" w:type="dxa"/>
            <w:shd w:val="clear" w:color="auto" w:fill="69BBAF"/>
          </w:tcPr>
          <w:p w14:paraId="5BAA229C" w14:textId="7BC2694F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Hanganga-mah</w:t>
            </w:r>
            <w:r w:rsidR="0012104B">
              <w:rPr>
                <w:sz w:val="28"/>
              </w:rPr>
              <w:t>a</w:t>
            </w:r>
          </w:p>
        </w:tc>
        <w:tc>
          <w:tcPr>
            <w:tcW w:w="2564" w:type="dxa"/>
            <w:shd w:val="clear" w:color="auto" w:fill="69BBAF"/>
          </w:tcPr>
          <w:p w14:paraId="28FE9A0F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Pānga</w:t>
            </w:r>
          </w:p>
        </w:tc>
        <w:tc>
          <w:tcPr>
            <w:tcW w:w="2564" w:type="dxa"/>
            <w:shd w:val="clear" w:color="auto" w:fill="69BBAF"/>
          </w:tcPr>
          <w:p w14:paraId="4A68EDB1" w14:textId="77777777" w:rsidR="007416CB" w:rsidRPr="007258DC" w:rsidRDefault="007416CB" w:rsidP="00EF02EB">
            <w:pPr>
              <w:rPr>
                <w:sz w:val="28"/>
              </w:rPr>
            </w:pPr>
            <w:r>
              <w:rPr>
                <w:sz w:val="28"/>
              </w:rPr>
              <w:t>Waitara whānui ake</w:t>
            </w:r>
          </w:p>
        </w:tc>
      </w:tr>
      <w:tr w:rsidR="007416CB" w:rsidRPr="007258DC" w14:paraId="7BA64805" w14:textId="77777777" w:rsidTr="00EF02EB">
        <w:trPr>
          <w:trHeight w:val="964"/>
        </w:trPr>
        <w:tc>
          <w:tcPr>
            <w:tcW w:w="2563" w:type="dxa"/>
          </w:tcPr>
          <w:p w14:paraId="0734A92B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Koronga akoranga</w:t>
            </w:r>
          </w:p>
          <w:p w14:paraId="0A4A83F5" w14:textId="77777777" w:rsidR="007416CB" w:rsidRPr="007258DC" w:rsidRDefault="007416CB" w:rsidP="00EF02EB">
            <w:pPr>
              <w:rPr>
                <w:bCs/>
                <w:i/>
              </w:rPr>
            </w:pPr>
            <w:r>
              <w:rPr>
                <w:i/>
              </w:rPr>
              <w:t>[kupumahi] [ihirangi] [horopaki]</w:t>
            </w:r>
          </w:p>
        </w:tc>
        <w:tc>
          <w:tcPr>
            <w:tcW w:w="2564" w:type="dxa"/>
          </w:tcPr>
          <w:p w14:paraId="67B4FD5B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[hiahia āwhina]</w:t>
            </w:r>
          </w:p>
        </w:tc>
        <w:tc>
          <w:tcPr>
            <w:tcW w:w="2564" w:type="dxa"/>
          </w:tcPr>
          <w:p w14:paraId="25688478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[mēnā ka whakahaua]</w:t>
            </w:r>
          </w:p>
        </w:tc>
        <w:tc>
          <w:tcPr>
            <w:tcW w:w="2564" w:type="dxa"/>
          </w:tcPr>
          <w:p w14:paraId="35AEC576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[mōhio engari kāore he pūtake – he hapa]</w:t>
            </w:r>
          </w:p>
        </w:tc>
        <w:tc>
          <w:tcPr>
            <w:tcW w:w="2564" w:type="dxa"/>
          </w:tcPr>
          <w:p w14:paraId="0CDA1FDB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[whaitake – rautaki – he mōhio he aha ai, mō āhea – ka taea te tohu hapa]</w:t>
            </w:r>
          </w:p>
        </w:tc>
        <w:tc>
          <w:tcPr>
            <w:tcW w:w="2564" w:type="dxa"/>
          </w:tcPr>
          <w:p w14:paraId="2704BBD3" w14:textId="77777777" w:rsidR="007416CB" w:rsidRPr="007258DC" w:rsidRDefault="007416CB" w:rsidP="00EF02EB">
            <w:pPr>
              <w:rPr>
                <w:i/>
              </w:rPr>
            </w:pPr>
            <w:r>
              <w:rPr>
                <w:i/>
              </w:rPr>
              <w:t>[ngā tikanga hou – he rapu urupare hei whakapai ake – he noho hei tauira – he whakaako i ētahi atu]</w:t>
            </w:r>
          </w:p>
        </w:tc>
      </w:tr>
      <w:tr w:rsidR="007416CB" w:rsidRPr="007258DC" w14:paraId="5CDDF557" w14:textId="77777777" w:rsidTr="00EF02EB">
        <w:trPr>
          <w:trHeight w:val="3061"/>
        </w:trPr>
        <w:tc>
          <w:tcPr>
            <w:tcW w:w="2563" w:type="dxa"/>
          </w:tcPr>
          <w:p w14:paraId="3525D4C3" w14:textId="77777777" w:rsidR="007416CB" w:rsidRPr="007258DC" w:rsidRDefault="007416CB" w:rsidP="00EF02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KC: TE WHAKAMAHI REO, NGĀ TOHU ME NGĀ KUPU</w:t>
            </w:r>
          </w:p>
          <w:p w14:paraId="07601AE1" w14:textId="77777777" w:rsidR="007416CB" w:rsidRPr="003E03D2" w:rsidRDefault="007416CB" w:rsidP="00EF02EB">
            <w:pPr>
              <w:rPr>
                <w:bCs/>
                <w:sz w:val="16"/>
                <w:szCs w:val="16"/>
              </w:rPr>
            </w:pPr>
          </w:p>
          <w:p w14:paraId="0CF3DBA5" w14:textId="77777777" w:rsidR="007416CB" w:rsidRPr="000F4AAF" w:rsidRDefault="007416CB" w:rsidP="00EF02EB">
            <w:pPr>
              <w:rPr>
                <w:bCs/>
              </w:rPr>
            </w:pPr>
            <w:r>
              <w:t>Te whakamāori i ngā karere i roto i ngā kōrero mō te 'eke pahikara kia ngahau me ngā wāhi haumaru'.</w:t>
            </w:r>
          </w:p>
          <w:p w14:paraId="023DFB5F" w14:textId="77777777" w:rsidR="007416CB" w:rsidRPr="007258DC" w:rsidRDefault="007416CB" w:rsidP="00EF02EB">
            <w:pPr>
              <w:rPr>
                <w:bCs/>
              </w:rPr>
            </w:pPr>
            <w:r>
              <w:t>Te whakamahi i ngā tohu reo me ngā kupu hei whakaputa i ngā karere mō te "ngahau o te eke pahikara me ngā wāhi haumaru'.</w:t>
            </w:r>
          </w:p>
        </w:tc>
        <w:tc>
          <w:tcPr>
            <w:tcW w:w="2564" w:type="dxa"/>
          </w:tcPr>
          <w:p w14:paraId="1EE1285B" w14:textId="77777777" w:rsidR="007416CB" w:rsidRPr="007258DC" w:rsidRDefault="007416CB" w:rsidP="00EF02EB">
            <w:r>
              <w:t>Kei te hiahia āwhina ahau ki te [whakaurua te mahi].</w:t>
            </w:r>
          </w:p>
        </w:tc>
        <w:tc>
          <w:tcPr>
            <w:tcW w:w="2564" w:type="dxa"/>
          </w:tcPr>
          <w:p w14:paraId="3ED5F16B" w14:textId="77777777" w:rsidR="007416CB" w:rsidRPr="007258DC" w:rsidRDefault="007416CB" w:rsidP="00EF02EB">
            <w:r>
              <w:t xml:space="preserve">Ka taea e au te [whakaurua te mahi] mēnā ka tohua, ka whakahaua rānei ahau. </w:t>
            </w:r>
          </w:p>
        </w:tc>
        <w:tc>
          <w:tcPr>
            <w:tcW w:w="2564" w:type="dxa"/>
          </w:tcPr>
          <w:p w14:paraId="309B75DB" w14:textId="38E05B31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 engari kāore au i te tino mōhio mō āhea whakamahi ai, te pūtake rānei. </w:t>
            </w:r>
          </w:p>
          <w:p w14:paraId="5705202F" w14:textId="77777777" w:rsidR="007416CB" w:rsidRPr="007258DC" w:rsidRDefault="007416CB" w:rsidP="00EF02EB">
            <w:pPr>
              <w:rPr>
                <w:bCs/>
              </w:rPr>
            </w:pPr>
            <w:r>
              <w:t>(me whakamātautau - e mōhio ana ki ngā rautaki engari kāore i te mōhio ki te pūtake, te wā rānei hei whakamahi ai, nō reira ka hapa)</w:t>
            </w:r>
          </w:p>
        </w:tc>
        <w:tc>
          <w:tcPr>
            <w:tcW w:w="2564" w:type="dxa"/>
          </w:tcPr>
          <w:p w14:paraId="7AB08BCE" w14:textId="77777777" w:rsidR="007416CB" w:rsidRPr="007258DC" w:rsidRDefault="007416CB" w:rsidP="00EF02EB">
            <w:pPr>
              <w:rPr>
                <w:bCs/>
              </w:rPr>
            </w:pPr>
            <w:r>
              <w:t xml:space="preserve">He maha ngā rautaki e whakamahia ana e au hei [whakaurua te mahi], ā, e mōhio ana ahau mō āhea whakamahi ai me te pūtake hoki. </w:t>
            </w:r>
          </w:p>
          <w:p w14:paraId="61F04AC8" w14:textId="77777777" w:rsidR="007416CB" w:rsidRPr="007258DC" w:rsidRDefault="007416CB" w:rsidP="00EF02EB">
            <w:pPr>
              <w:rPr>
                <w:bCs/>
              </w:rPr>
            </w:pPr>
          </w:p>
          <w:p w14:paraId="5A71B8B1" w14:textId="77777777" w:rsidR="007416CB" w:rsidRPr="007258DC" w:rsidRDefault="007416CB" w:rsidP="00EF02EB">
            <w:pPr>
              <w:rPr>
                <w:bCs/>
              </w:rPr>
            </w:pPr>
            <w:r>
              <w:t>(he rautaki, whaitake rānei te whakamahi i ngā rautaki - he mōhio ki te pūtake me te wā)</w:t>
            </w:r>
          </w:p>
        </w:tc>
        <w:tc>
          <w:tcPr>
            <w:tcW w:w="2564" w:type="dxa"/>
          </w:tcPr>
          <w:p w14:paraId="57C73691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MUTU ka noho au hei kaieke pahikara kirirarau i te mea ... </w:t>
            </w:r>
          </w:p>
          <w:p w14:paraId="10853178" w14:textId="77777777" w:rsidR="007416CB" w:rsidRPr="007258DC" w:rsidRDefault="007416CB" w:rsidP="00EF02EB">
            <w:pPr>
              <w:rPr>
                <w:bCs/>
              </w:rPr>
            </w:pPr>
            <w:r>
              <w:t>ka taea e au ētahi atu te whakaako ki te [whakaurua te mahi].</w:t>
            </w:r>
          </w:p>
          <w:p w14:paraId="60C7856F" w14:textId="77777777" w:rsidR="007416CB" w:rsidRPr="007258DC" w:rsidRDefault="007416CB" w:rsidP="00EF02EB">
            <w:pPr>
              <w:rPr>
                <w:bCs/>
              </w:rPr>
            </w:pPr>
            <w:r>
              <w:t xml:space="preserve">ka noho au hei tauira mō ētahi atu ki te āwhina i a rātau ki te [whakaurua te mahi]. </w:t>
            </w:r>
          </w:p>
          <w:p w14:paraId="6156E00B" w14:textId="77777777" w:rsidR="007416CB" w:rsidRPr="007258DC" w:rsidRDefault="007416CB" w:rsidP="00EF02EB">
            <w:pPr>
              <w:rPr>
                <w:bCs/>
              </w:rPr>
            </w:pPr>
            <w:r>
              <w:t>ka rapu whakaaro ahau hei whakapai ake i taku [whakaurua te mahi].</w:t>
            </w:r>
          </w:p>
        </w:tc>
      </w:tr>
      <w:tr w:rsidR="007416CB" w:rsidRPr="007258DC" w14:paraId="47C970E4" w14:textId="77777777" w:rsidTr="003E03D2">
        <w:trPr>
          <w:trHeight w:val="2123"/>
        </w:trPr>
        <w:tc>
          <w:tcPr>
            <w:tcW w:w="2563" w:type="dxa"/>
          </w:tcPr>
          <w:p w14:paraId="4A19E14C" w14:textId="77777777" w:rsidR="007416CB" w:rsidRPr="007258DC" w:rsidRDefault="007416CB" w:rsidP="00EF02EB">
            <w:pPr>
              <w:rPr>
                <w:bCs/>
              </w:rPr>
            </w:pPr>
            <w:r>
              <w:t>Ngā rautaki tōtika</w:t>
            </w:r>
          </w:p>
        </w:tc>
        <w:tc>
          <w:tcPr>
            <w:tcW w:w="2564" w:type="dxa"/>
          </w:tcPr>
          <w:p w14:paraId="5DE50084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3551B4FA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1A989950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6B3E5845" w14:textId="77777777" w:rsidR="007416CB" w:rsidRPr="007258DC" w:rsidRDefault="007416CB" w:rsidP="00EF02EB">
            <w:pPr>
              <w:rPr>
                <w:bCs/>
              </w:rPr>
            </w:pPr>
          </w:p>
        </w:tc>
        <w:tc>
          <w:tcPr>
            <w:tcW w:w="2564" w:type="dxa"/>
          </w:tcPr>
          <w:p w14:paraId="51CD3079" w14:textId="77777777" w:rsidR="007416CB" w:rsidRPr="007258DC" w:rsidRDefault="007416CB" w:rsidP="00EF02EB">
            <w:pPr>
              <w:rPr>
                <w:bCs/>
              </w:rPr>
            </w:pPr>
          </w:p>
        </w:tc>
      </w:tr>
    </w:tbl>
    <w:p w14:paraId="62BD045F" w14:textId="77777777" w:rsidR="007416CB" w:rsidRPr="0097707C" w:rsidRDefault="007416CB" w:rsidP="007416CB">
      <w:pPr>
        <w:rPr>
          <w:b/>
          <w:bCs/>
        </w:rPr>
      </w:pPr>
      <w:r w:rsidRPr="0097707C">
        <w:rPr>
          <w:b/>
          <w:bCs/>
        </w:rPr>
        <w:br w:type="page"/>
      </w:r>
    </w:p>
    <w:p w14:paraId="085D9957" w14:textId="2F18D8BB" w:rsidR="007416CB" w:rsidRPr="0097707C" w:rsidRDefault="007416CB" w:rsidP="007416CB">
      <w:pPr>
        <w:pStyle w:val="Heading2"/>
      </w:pPr>
      <w:r>
        <w:lastRenderedPageBreak/>
        <w:t>ĀPITIHANGA b</w:t>
      </w:r>
    </w:p>
    <w:p w14:paraId="09D05681" w14:textId="77777777" w:rsidR="007416CB" w:rsidRPr="0097707C" w:rsidRDefault="007416CB" w:rsidP="007416CB">
      <w:pPr>
        <w:pStyle w:val="Heading3"/>
      </w:pPr>
      <w:r>
        <w:t xml:space="preserve">He mahere tauira: te eke pahikara hei horopaki mō te Kirirarautanga me te Hauora </w:t>
      </w:r>
    </w:p>
    <w:p w14:paraId="189359AC" w14:textId="77777777" w:rsidR="007416CB" w:rsidRPr="0097707C" w:rsidRDefault="007416CB" w:rsidP="007416CB">
      <w:pPr>
        <w:rPr>
          <w:b/>
          <w:bCs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3940"/>
      </w:tblGrid>
      <w:tr w:rsidR="007416CB" w:rsidRPr="0097707C" w14:paraId="2D44B9FA" w14:textId="77777777" w:rsidTr="00132FA7">
        <w:tc>
          <w:tcPr>
            <w:tcW w:w="5000" w:type="pct"/>
            <w:shd w:val="clear" w:color="auto" w:fill="69BBAF"/>
          </w:tcPr>
          <w:p w14:paraId="67E3E7E9" w14:textId="77777777" w:rsidR="007416CB" w:rsidRPr="0097707C" w:rsidRDefault="007416CB" w:rsidP="00EF02EB">
            <w:pPr>
              <w:jc w:val="center"/>
              <w:rPr>
                <w:b/>
              </w:rPr>
            </w:pPr>
            <w:r>
              <w:rPr>
                <w:b/>
              </w:rPr>
              <w:t>Te KIRIRARAUTANGA me te HAUORA i te Rau Tau 21</w:t>
            </w:r>
          </w:p>
        </w:tc>
      </w:tr>
    </w:tbl>
    <w:p w14:paraId="409F679D" w14:textId="77777777" w:rsidR="007416CB" w:rsidRPr="0097707C" w:rsidRDefault="007416CB" w:rsidP="007416CB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3940"/>
      </w:tblGrid>
      <w:tr w:rsidR="007416CB" w:rsidRPr="0097707C" w14:paraId="228D6569" w14:textId="77777777" w:rsidTr="00132FA7">
        <w:tc>
          <w:tcPr>
            <w:tcW w:w="5000" w:type="pct"/>
            <w:shd w:val="clear" w:color="auto" w:fill="69BBAF"/>
          </w:tcPr>
          <w:p w14:paraId="3E56C9ED" w14:textId="2BE3AA5D" w:rsidR="007416CB" w:rsidRPr="0097707C" w:rsidRDefault="007416CB" w:rsidP="00EF02EB">
            <w:r>
              <w:t xml:space="preserve"> </w:t>
            </w:r>
            <w:r w:rsidR="00381D32">
              <w:t>Rōpū</w:t>
            </w:r>
            <w:r w:rsidR="00381D32">
              <w:t xml:space="preserve">              </w:t>
            </w:r>
            <w:r w:rsidR="00381D32">
              <w:t xml:space="preserve">Wāhanga </w:t>
            </w:r>
            <w:r w:rsidR="00381D32">
              <w:t xml:space="preserve">                                          </w:t>
            </w:r>
            <w:r>
              <w:t>Taumat</w:t>
            </w:r>
            <w:r w:rsidR="00381D32">
              <w:t>a</w:t>
            </w:r>
            <w:r>
              <w:t xml:space="preserve">  </w:t>
            </w:r>
          </w:p>
        </w:tc>
      </w:tr>
    </w:tbl>
    <w:p w14:paraId="25783E98" w14:textId="77777777" w:rsidR="007416CB" w:rsidRPr="0097707C" w:rsidRDefault="007416CB" w:rsidP="007416CB"/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788"/>
        <w:gridCol w:w="2788"/>
        <w:gridCol w:w="2788"/>
        <w:gridCol w:w="2788"/>
        <w:gridCol w:w="2788"/>
      </w:tblGrid>
      <w:tr w:rsidR="007416CB" w:rsidRPr="0097707C" w14:paraId="30E200FB" w14:textId="77777777" w:rsidTr="00132FA7"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69BBAF"/>
          </w:tcPr>
          <w:p w14:paraId="110611B5" w14:textId="77777777" w:rsidR="007416CB" w:rsidRPr="0097707C" w:rsidRDefault="007416CB" w:rsidP="00EF02EB">
            <w:pPr>
              <w:jc w:val="center"/>
            </w:pPr>
            <w:r>
              <w:t>Ngā Kaiakatanga Matua</w:t>
            </w:r>
          </w:p>
        </w:tc>
      </w:tr>
      <w:tr w:rsidR="007416CB" w:rsidRPr="0097707C" w14:paraId="64851F2C" w14:textId="77777777" w:rsidTr="008042C6">
        <w:trPr>
          <w:trHeight w:val="2518"/>
        </w:trPr>
        <w:tc>
          <w:tcPr>
            <w:tcW w:w="1000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94C67CF" w14:textId="77777777" w:rsidR="007416CB" w:rsidRPr="0097707C" w:rsidRDefault="007416CB" w:rsidP="00EF02EB">
            <w:pPr>
              <w:rPr>
                <w:b/>
                <w:bCs/>
                <w:u w:val="single"/>
              </w:rPr>
            </w:pPr>
            <w:r>
              <w:rPr>
                <w:b/>
                <w:u w:val="single"/>
              </w:rPr>
              <w:t>Whakaaroaro</w:t>
            </w:r>
          </w:p>
          <w:p w14:paraId="33376D1B" w14:textId="77777777" w:rsidR="007416CB" w:rsidRPr="0097707C" w:rsidRDefault="007416CB" w:rsidP="00EF02EB">
            <w:pPr>
              <w:rPr>
                <w:b/>
                <w:bCs/>
                <w:u w:val="single"/>
              </w:rPr>
            </w:pPr>
            <w:r>
              <w:t>Whakapakaritia te kanohi arohaehae (arokā wāhitanga) mō ngā wāhi me ngā mahi kāore i te haumaru ina pahikara ana koe.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06176C7" w14:textId="77777777" w:rsidR="007416CB" w:rsidRPr="0097707C" w:rsidRDefault="007416CB" w:rsidP="00EF02EB">
            <w:pPr>
              <w:rPr>
                <w:b/>
                <w:bCs/>
                <w:u w:val="single"/>
              </w:rPr>
            </w:pPr>
            <w:r>
              <w:rPr>
                <w:b/>
                <w:u w:val="single"/>
              </w:rPr>
              <w:t>Te whai pānga ki ētahi atu</w:t>
            </w:r>
          </w:p>
          <w:p w14:paraId="6616A58E" w14:textId="77777777" w:rsidR="007416CB" w:rsidRPr="0097707C" w:rsidRDefault="007416CB" w:rsidP="00EF02EB">
            <w:r>
              <w:t>Te pāhekoheko me ētahi atu ki te waihanga i ngā wāhi pahikara 'ngahau me te haumaru' i te kura me te hapori.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DA1CC5" w14:textId="77777777" w:rsidR="007416CB" w:rsidRPr="0097707C" w:rsidRDefault="007416CB" w:rsidP="00EF02EB">
            <w:pPr>
              <w:rPr>
                <w:b/>
                <w:bCs/>
                <w:u w:val="single"/>
              </w:rPr>
            </w:pPr>
            <w:r>
              <w:rPr>
                <w:b/>
                <w:u w:val="single"/>
              </w:rPr>
              <w:t>Te whakamahi reo, ngā tohu me ngā kupu</w:t>
            </w:r>
          </w:p>
          <w:p w14:paraId="038E5F6D" w14:textId="77777777" w:rsidR="007416CB" w:rsidRPr="0097707C" w:rsidRDefault="007416CB" w:rsidP="00EF02EB">
            <w:r>
              <w:t>Te whakamāori i ngā karere i roto i ngā kōrero mō te 'eke pahikara kia ngahau me ngā wāhi haumaru'.</w:t>
            </w:r>
          </w:p>
          <w:p w14:paraId="07EF925F" w14:textId="77777777" w:rsidR="007416CB" w:rsidRPr="0097707C" w:rsidRDefault="007416CB" w:rsidP="00EF02EB">
            <w:r>
              <w:t>Te whakamahi i ngā tohu reo me ngā kupu hei whakaputa i ngā karere mō te 'ngahau o te eke pahikara me ngā wāhi haumaru'.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CCEFBB7" w14:textId="77777777" w:rsidR="007416CB" w:rsidRPr="0097707C" w:rsidRDefault="007416CB" w:rsidP="00EF02EB">
            <w:pPr>
              <w:rPr>
                <w:b/>
                <w:bCs/>
                <w:u w:val="single"/>
              </w:rPr>
            </w:pPr>
            <w:r>
              <w:rPr>
                <w:b/>
                <w:u w:val="single"/>
              </w:rPr>
              <w:t xml:space="preserve">Whakahaere whaiaro </w:t>
            </w:r>
          </w:p>
          <w:p w14:paraId="7B9B4D9B" w14:textId="77777777" w:rsidR="007416CB" w:rsidRPr="0097707C" w:rsidRDefault="007416CB" w:rsidP="00EF02EB">
            <w:r>
              <w:t xml:space="preserve">Kia tika te āhua i a koe i runga pahikara, i waenga pahikara hoki. </w:t>
            </w:r>
          </w:p>
          <w:p w14:paraId="0FFD2102" w14:textId="77777777" w:rsidR="007416CB" w:rsidRPr="0097707C" w:rsidRDefault="007416CB" w:rsidP="00EF02EB">
            <w:pPr>
              <w:rPr>
                <w:b/>
                <w:bCs/>
                <w:u w:val="single"/>
              </w:rPr>
            </w:pPr>
            <w:r>
              <w:t>Ko te āhua me te wairua pai ko te whakaū kia 'ngahau te eke pahikara me ngā wāhi haumaru'.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CE7FA34" w14:textId="77777777" w:rsidR="007416CB" w:rsidRPr="0097707C" w:rsidRDefault="007416CB" w:rsidP="00EF02EB">
            <w:pPr>
              <w:rPr>
                <w:b/>
                <w:bCs/>
                <w:u w:val="single"/>
              </w:rPr>
            </w:pPr>
            <w:r>
              <w:rPr>
                <w:b/>
                <w:u w:val="single"/>
              </w:rPr>
              <w:t>Te whakauru me te tautoko</w:t>
            </w:r>
          </w:p>
          <w:p w14:paraId="6A768ABC" w14:textId="77777777" w:rsidR="007416CB" w:rsidRPr="0097707C" w:rsidRDefault="007416CB" w:rsidP="00EF02EB">
            <w:r>
              <w:t>Te whakaatu mōhio ki ngā take paetata mō te eke pahikara.</w:t>
            </w:r>
          </w:p>
          <w:p w14:paraId="60B53339" w14:textId="77777777" w:rsidR="007416CB" w:rsidRPr="0097707C" w:rsidRDefault="007416CB" w:rsidP="00EF02EB">
            <w:r>
              <w:t>Me tino whai wāhi atu ki ngā take hapori e pā ana ki te whakangahau me te noho haumaru ina eke pahikara</w:t>
            </w:r>
          </w:p>
          <w:p w14:paraId="227B0540" w14:textId="77777777" w:rsidR="007416CB" w:rsidRPr="0097707C" w:rsidRDefault="007416CB" w:rsidP="00EF02EB">
            <w:pPr>
              <w:rPr>
                <w:b/>
                <w:bCs/>
                <w:u w:val="single"/>
              </w:rPr>
            </w:pPr>
            <w:r>
              <w:t>Te tautoko i ngā wāhi me ngā huihuinga paetata kia 'ngahau me te haumaru te eke pahikara'.</w:t>
            </w:r>
          </w:p>
        </w:tc>
      </w:tr>
    </w:tbl>
    <w:p w14:paraId="6209BA4B" w14:textId="77777777" w:rsidR="007416CB" w:rsidRPr="0097707C" w:rsidRDefault="007416CB" w:rsidP="007416CB"/>
    <w:p w14:paraId="2A3CAAE3" w14:textId="77777777" w:rsidR="007416CB" w:rsidRPr="0097707C" w:rsidRDefault="007416CB" w:rsidP="007416CB">
      <w:r w:rsidRPr="0097707C">
        <w:br w:type="page"/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348"/>
        <w:gridCol w:w="7592"/>
      </w:tblGrid>
      <w:tr w:rsidR="007416CB" w:rsidRPr="0097707C" w14:paraId="41BF3DF9" w14:textId="77777777" w:rsidTr="00132FA7">
        <w:trPr>
          <w:tblHeader/>
        </w:trPr>
        <w:tc>
          <w:tcPr>
            <w:tcW w:w="2277" w:type="pct"/>
            <w:shd w:val="clear" w:color="auto" w:fill="69BBAF"/>
          </w:tcPr>
          <w:p w14:paraId="74747F8F" w14:textId="50ED2517" w:rsidR="007416CB" w:rsidRPr="0097707C" w:rsidRDefault="007416CB" w:rsidP="00132FA7">
            <w:pPr>
              <w:tabs>
                <w:tab w:val="left" w:pos="1200"/>
              </w:tabs>
            </w:pPr>
            <w:r>
              <w:lastRenderedPageBreak/>
              <w:t>A</w:t>
            </w:r>
            <w:r w:rsidR="00156226">
              <w:t>riā</w:t>
            </w:r>
            <w:r w:rsidR="00132FA7">
              <w:tab/>
            </w:r>
          </w:p>
        </w:tc>
        <w:tc>
          <w:tcPr>
            <w:tcW w:w="2723" w:type="pct"/>
            <w:shd w:val="clear" w:color="auto" w:fill="69BBAF"/>
          </w:tcPr>
          <w:p w14:paraId="344E7A86" w14:textId="77777777" w:rsidR="007416CB" w:rsidRPr="0097707C" w:rsidRDefault="007416CB" w:rsidP="00132FA7">
            <w:r>
              <w:t>Horopaki</w:t>
            </w:r>
          </w:p>
        </w:tc>
      </w:tr>
      <w:tr w:rsidR="007416CB" w:rsidRPr="0097707C" w14:paraId="13253BF9" w14:textId="77777777" w:rsidTr="00132FA7">
        <w:tc>
          <w:tcPr>
            <w:tcW w:w="2277" w:type="pct"/>
          </w:tcPr>
          <w:p w14:paraId="60B94462" w14:textId="77777777" w:rsidR="007416CB" w:rsidRPr="0097707C" w:rsidRDefault="007416CB" w:rsidP="00132FA7">
            <w:r>
              <w:rPr>
                <w:b/>
              </w:rPr>
              <w:t>Ariā-whānui</w:t>
            </w:r>
            <w:r>
              <w:t xml:space="preserve"> – Kirirarautanga</w:t>
            </w:r>
          </w:p>
          <w:p w14:paraId="3E815604" w14:textId="77777777" w:rsidR="007416CB" w:rsidRPr="0097707C" w:rsidRDefault="007416CB" w:rsidP="00132FA7">
            <w:r>
              <w:rPr>
                <w:b/>
              </w:rPr>
              <w:t>Ariā-moroiti</w:t>
            </w:r>
            <w:r>
              <w:t xml:space="preserve"> – Ikiiki ina tuarihia ana te rori </w:t>
            </w:r>
          </w:p>
          <w:p w14:paraId="02CDBF4F" w14:textId="77777777" w:rsidR="007416CB" w:rsidRPr="0097707C" w:rsidRDefault="007416CB" w:rsidP="00132FA7">
            <w:pPr>
              <w:rPr>
                <w:b/>
                <w:bCs/>
              </w:rPr>
            </w:pPr>
            <w:r>
              <w:rPr>
                <w:b/>
              </w:rPr>
              <w:t>Te mārama ki te ariā</w:t>
            </w:r>
          </w:p>
          <w:p w14:paraId="2A30E3BC" w14:textId="77777777" w:rsidR="007416CB" w:rsidRPr="0097707C" w:rsidRDefault="007416CB" w:rsidP="00132FA7">
            <w:r>
              <w:t>(He aha ngā mea whai take hei whakaaroaro? Ngā whakaaro whānui mō te ariā e āwhina ana i ngā ākonga kia mārama ki tō rātau ao.)</w:t>
            </w:r>
          </w:p>
          <w:p w14:paraId="309D7951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I te mea he </w:t>
            </w:r>
            <w:r w:rsidRPr="0097707C">
              <w:rPr>
                <w:b/>
                <w:bCs/>
              </w:rPr>
              <w:t>kirirarau</w:t>
            </w:r>
            <w:r>
              <w:t xml:space="preserve"> ka rongohia tō reo, e whai wāhi ana koe, he hira, he whai take koe. </w:t>
            </w:r>
          </w:p>
          <w:p w14:paraId="2443F6FD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rPr>
                <w:b/>
              </w:rPr>
              <w:t>Mā ngā tikanga me ngā ture</w:t>
            </w:r>
            <w:r w:rsidRPr="0097707C">
              <w:t xml:space="preserve"> ka tiaki i ō tātau </w:t>
            </w:r>
            <w:r>
              <w:rPr>
                <w:b/>
              </w:rPr>
              <w:t>motika</w:t>
            </w:r>
            <w:r w:rsidRPr="0097707C">
              <w:t xml:space="preserve"> me te whakamōhio i a tātau ki ā tātau </w:t>
            </w:r>
            <w:r>
              <w:rPr>
                <w:b/>
              </w:rPr>
              <w:t>kawenga</w:t>
            </w:r>
            <w:r w:rsidRPr="0097707C">
              <w:t xml:space="preserve"> hei kirirarau.</w:t>
            </w:r>
          </w:p>
          <w:p w14:paraId="5E67043A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Ka whakarite ngā tikanga me ngā ture he </w:t>
            </w:r>
            <w:r w:rsidRPr="0097707C">
              <w:rPr>
                <w:b/>
                <w:bCs/>
              </w:rPr>
              <w:t>tika me te haumaru</w:t>
            </w:r>
            <w:r>
              <w:t xml:space="preserve"> tā tātau noho tahi, mahi tahi hoki. </w:t>
            </w:r>
          </w:p>
          <w:p w14:paraId="311A0761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Ka whai wāhi atu ngā kirirarau ki ngā </w:t>
            </w:r>
            <w:r w:rsidRPr="0097707C">
              <w:rPr>
                <w:b/>
                <w:bCs/>
              </w:rPr>
              <w:t>rawa maha</w:t>
            </w:r>
            <w:r>
              <w:t xml:space="preserve">. </w:t>
            </w:r>
          </w:p>
          <w:p w14:paraId="4E99D3B4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Ka manaaki ngā kirirarau tētahi i tētahi ina tuarihia ana ngā rawa</w:t>
            </w:r>
          </w:p>
          <w:p w14:paraId="7E5B7475" w14:textId="0DA0E9B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b/>
                <w:bCs/>
              </w:rPr>
            </w:pPr>
            <w:r>
              <w:t xml:space="preserve">He rawa tūhonohono ngā rori mō te haere haumaru ake. </w:t>
            </w:r>
          </w:p>
          <w:p w14:paraId="158FA511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b/>
                <w:bCs/>
              </w:rPr>
            </w:pPr>
            <w:r>
              <w:t xml:space="preserve">Ka māmā ake, ka haumaru i ngā rori ki te nekeneke rawa, tāngata hoki. </w:t>
            </w:r>
          </w:p>
        </w:tc>
        <w:tc>
          <w:tcPr>
            <w:tcW w:w="2723" w:type="pct"/>
          </w:tcPr>
          <w:p w14:paraId="42BC3AB1" w14:textId="77777777" w:rsidR="007416CB" w:rsidRPr="0097707C" w:rsidRDefault="007416CB" w:rsidP="00132FA7">
            <w:r>
              <w:t>(Tuhia ngā horopaki tūturu ka taea mō te waihanga mōhio e whakawhanake ana i te mārama o te ākonga ki ngā māramatanga matua i roto i te ariā.)</w:t>
            </w:r>
          </w:p>
          <w:p w14:paraId="4A247703" w14:textId="77777777" w:rsidR="007416CB" w:rsidRPr="0097707C" w:rsidRDefault="007416CB" w:rsidP="00132FA7">
            <w:pPr>
              <w:rPr>
                <w:b/>
                <w:bCs/>
              </w:rPr>
            </w:pPr>
            <w:r>
              <w:rPr>
                <w:b/>
              </w:rPr>
              <w:t>Ngā pūkenga eke pahikara me te pahikara</w:t>
            </w:r>
          </w:p>
          <w:p w14:paraId="73F67857" w14:textId="77777777" w:rsidR="007416CB" w:rsidRPr="0097707C" w:rsidRDefault="007416CB" w:rsidP="00132FA7">
            <w:pPr>
              <w:rPr>
                <w:b/>
                <w:bCs/>
              </w:rPr>
            </w:pPr>
            <w:r>
              <w:t>He maha ngā horopaki o ngā kaiako hei whakapakari haere i ō rātau wheako akoranga  Hei tauira:</w:t>
            </w:r>
          </w:p>
          <w:p w14:paraId="5173A208" w14:textId="77777777" w:rsidR="007416CB" w:rsidRPr="0097707C" w:rsidRDefault="007416CB" w:rsidP="00132FA7">
            <w:pPr>
              <w:rPr>
                <w:b/>
                <w:bCs/>
              </w:rPr>
            </w:pPr>
            <w:r>
              <w:rPr>
                <w:b/>
              </w:rPr>
              <w:t xml:space="preserve">Te eke pahikara me te kirirarautanga </w:t>
            </w:r>
          </w:p>
          <w:p w14:paraId="5C1BF3A2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Ko te hunga e whakamahi ana i ngā </w:t>
            </w:r>
            <w:r w:rsidRPr="0097707C">
              <w:rPr>
                <w:b/>
                <w:bCs/>
              </w:rPr>
              <w:t>pahikara</w:t>
            </w:r>
            <w:r>
              <w:t xml:space="preserve"> ina whakamahi ana i te rori mō te ikiiki e kīia ana rātau he </w:t>
            </w:r>
            <w:r w:rsidRPr="0097707C">
              <w:rPr>
                <w:b/>
                <w:bCs/>
              </w:rPr>
              <w:t>kaieke pahikara.</w:t>
            </w:r>
          </w:p>
          <w:p w14:paraId="375E68D1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Ko ngā </w:t>
            </w:r>
            <w:r>
              <w:rPr>
                <w:b/>
              </w:rPr>
              <w:t>mōhio, pūkenga, waiaro, whanonga hoki</w:t>
            </w:r>
            <w:r>
              <w:t xml:space="preserve"> o ngā kaieke pahikara he motuhake.</w:t>
            </w:r>
          </w:p>
          <w:p w14:paraId="3BE7E109" w14:textId="15EBF2D9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rPr>
                <w:b/>
              </w:rPr>
              <w:t xml:space="preserve">He kirirarau ngā kaieke pahikara – ka tirotiro haere mō ētahi atu kaiwhakamahi rori i te wā kei runga i te rori – </w:t>
            </w:r>
            <w:r w:rsidRPr="0097707C">
              <w:t>kia haumaru ake ai te haere</w:t>
            </w:r>
            <w:r>
              <w:rPr>
                <w:b/>
              </w:rPr>
              <w:t xml:space="preserve"> a ngā kaiwhakamahi rori katoa.  </w:t>
            </w:r>
            <w:r w:rsidRPr="0097707C">
              <w:t xml:space="preserve"> </w:t>
            </w:r>
          </w:p>
          <w:p w14:paraId="49B0D835" w14:textId="40B5FB33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rPr>
                <w:b/>
              </w:rPr>
              <w:t>Ka āwhina ngā tikanga</w:t>
            </w:r>
            <w:r w:rsidRPr="0097707C">
              <w:t xml:space="preserve"> me ngā </w:t>
            </w:r>
            <w:r>
              <w:rPr>
                <w:b/>
              </w:rPr>
              <w:t>ture</w:t>
            </w:r>
            <w:r>
              <w:t xml:space="preserve"> i ngā kaieke pahikara kia haumaru ake te haere</w:t>
            </w:r>
          </w:p>
          <w:p w14:paraId="20633D1A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Kei reira ngā tikanga me ngā ture mō te </w:t>
            </w:r>
            <w:r w:rsidRPr="0097707C">
              <w:rPr>
                <w:b/>
                <w:bCs/>
              </w:rPr>
              <w:t>whanonga</w:t>
            </w:r>
            <w:r>
              <w:t xml:space="preserve"> eke pahikara me ngā </w:t>
            </w:r>
            <w:r w:rsidRPr="0097707C">
              <w:rPr>
                <w:b/>
                <w:bCs/>
              </w:rPr>
              <w:t>utauta</w:t>
            </w:r>
            <w:r>
              <w:t xml:space="preserve"> pahikara</w:t>
            </w:r>
          </w:p>
          <w:p w14:paraId="1A2BCBBD" w14:textId="77777777" w:rsidR="007416CB" w:rsidRPr="0097707C" w:rsidRDefault="007416CB" w:rsidP="00132FA7"/>
          <w:p w14:paraId="1D33DB78" w14:textId="77777777" w:rsidR="007416CB" w:rsidRPr="0097707C" w:rsidRDefault="007416CB" w:rsidP="00132FA7">
            <w:r>
              <w:rPr>
                <w:b/>
              </w:rPr>
              <w:t>Te eke pahikara me te hauora</w:t>
            </w:r>
          </w:p>
          <w:p w14:paraId="69773AD8" w14:textId="77777777" w:rsidR="007416CB" w:rsidRPr="0097707C" w:rsidRDefault="007416CB" w:rsidP="00132FA7">
            <w:pPr>
              <w:rPr>
                <w:b/>
                <w:bCs/>
              </w:rPr>
            </w:pPr>
            <w:r w:rsidRPr="0097707C">
              <w:t xml:space="preserve">Ka puta i te eke pahikara ngā tini āheinga mō te </w:t>
            </w:r>
            <w:r>
              <w:rPr>
                <w:b/>
              </w:rPr>
              <w:t>hauora</w:t>
            </w:r>
          </w:p>
          <w:p w14:paraId="1E196FC6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97707C">
              <w:t>Oranga tinana</w:t>
            </w:r>
          </w:p>
          <w:p w14:paraId="50E1C9B5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97707C">
              <w:t>Oranga hinengaro</w:t>
            </w:r>
          </w:p>
          <w:p w14:paraId="0104093D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97707C">
              <w:t>Oranga whanau</w:t>
            </w:r>
          </w:p>
          <w:p w14:paraId="12E30C88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97707C">
              <w:t>Oranga wairua</w:t>
            </w:r>
          </w:p>
          <w:p w14:paraId="2B6466B2" w14:textId="77777777" w:rsidR="007416CB" w:rsidRPr="0097707C" w:rsidRDefault="007416CB" w:rsidP="00132FA7">
            <w:pPr>
              <w:rPr>
                <w:b/>
                <w:bCs/>
              </w:rPr>
            </w:pPr>
            <w:r>
              <w:t xml:space="preserve"> </w:t>
            </w:r>
          </w:p>
          <w:p w14:paraId="45C47CDD" w14:textId="77777777" w:rsidR="007416CB" w:rsidRPr="0097707C" w:rsidRDefault="007416CB" w:rsidP="00132FA7">
            <w:pPr>
              <w:rPr>
                <w:b/>
                <w:bCs/>
              </w:rPr>
            </w:pPr>
            <w:r>
              <w:rPr>
                <w:b/>
              </w:rPr>
              <w:t>Te eke pahikara, Whakaaro hoahoa me te STEM</w:t>
            </w:r>
          </w:p>
          <w:p w14:paraId="1DF70357" w14:textId="77777777" w:rsidR="007416CB" w:rsidRPr="0097707C" w:rsidRDefault="007416CB" w:rsidP="00132FA7">
            <w:r>
              <w:t xml:space="preserve">He maha ngā horopaki ka puta i te eke pahikara mō te ako mā te </w:t>
            </w:r>
            <w:r w:rsidRPr="0097707C">
              <w:rPr>
                <w:b/>
                <w:bCs/>
              </w:rPr>
              <w:t>STEM</w:t>
            </w:r>
            <w:r>
              <w:t xml:space="preserve">, e whakahiato ana i ngā whakaaro hoahao mā te: </w:t>
            </w:r>
          </w:p>
          <w:p w14:paraId="2847E2B2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Pūtaiao</w:t>
            </w:r>
          </w:p>
          <w:p w14:paraId="68D08214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Hangarau</w:t>
            </w:r>
          </w:p>
          <w:p w14:paraId="221B3B0B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Pūkaha</w:t>
            </w:r>
          </w:p>
          <w:p w14:paraId="09B4DF8E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Pāngarau</w:t>
            </w:r>
          </w:p>
          <w:p w14:paraId="7AF0F3CB" w14:textId="77777777" w:rsidR="007416CB" w:rsidRPr="0097707C" w:rsidRDefault="007416CB" w:rsidP="00132FA7"/>
          <w:p w14:paraId="08C5AF35" w14:textId="77777777" w:rsidR="007416CB" w:rsidRPr="0097707C" w:rsidRDefault="007416CB" w:rsidP="00132FA7">
            <w:r>
              <w:t>Hei taiura, ngā whakaaro arohaehae me te auaha mō te:</w:t>
            </w:r>
          </w:p>
          <w:p w14:paraId="22DF2C7E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Mahi Waihanga - te mahi pahikara hou me te whakapai ake i te mahinga o ngā pahikara onāianei; hītori hoahoa o ngā pahikara</w:t>
            </w:r>
          </w:p>
          <w:p w14:paraId="66BAA601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Mīhini - hangarau, ngā hāupa, wīra, kia, mekameka, pētara, pereki</w:t>
            </w:r>
          </w:p>
          <w:p w14:paraId="217F521A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lastRenderedPageBreak/>
              <w:t>Nekehanga - ngā tōpana, tawhiti, tere, ahunga, whakaterenga, pāitiiti, tū noa, wakuwaku, parehau</w:t>
            </w:r>
          </w:p>
          <w:p w14:paraId="2C7D6BD7" w14:textId="77777777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Mahere me te pūwāhi - ngā rori me ngā ara pahikara, mapi, ara, ara pahikara, te hoahoa me te waihanga ara hou</w:t>
            </w:r>
          </w:p>
          <w:p w14:paraId="629EDA04" w14:textId="58055DAA" w:rsidR="007416CB" w:rsidRPr="0097707C" w:rsidRDefault="007416CB" w:rsidP="00132FA7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Ngā matatika o te tikanga ngaio - te hoahoa mō ngā hononga i waenga i ngā tāngata, te hoahoa rānei e arotahi ana ki te motukā; ngā whakahīrautanga hoahoa o te whakamahi tahi i ngā rori me ētahi atu kaiwhakamahi rori (kaihīkoi, kaieke motupaika, kaitaraiwa, kaitaraiwa taraka); ngā ara pahikara. </w:t>
            </w:r>
          </w:p>
          <w:p w14:paraId="031EAD2A" w14:textId="77777777" w:rsidR="007416CB" w:rsidRPr="0097707C" w:rsidRDefault="007416CB" w:rsidP="00132FA7"/>
          <w:p w14:paraId="4AE5D257" w14:textId="77777777" w:rsidR="007416CB" w:rsidRPr="0097707C" w:rsidRDefault="007416CB" w:rsidP="00132FA7">
            <w:pPr>
              <w:rPr>
                <w:b/>
                <w:bCs/>
              </w:rPr>
            </w:pPr>
            <w:r>
              <w:rPr>
                <w:b/>
              </w:rPr>
              <w:t>Te eke pahikara me te reo matatini me te pāngarau</w:t>
            </w:r>
          </w:p>
          <w:p w14:paraId="6DC32248" w14:textId="77777777" w:rsidR="007416CB" w:rsidRPr="0097707C" w:rsidRDefault="007416CB" w:rsidP="00132FA7">
            <w:r>
              <w:t xml:space="preserve">Te whai take - reo, ngā tohu me ngā kupu - i rō tikanga rori, pakimaero, kōrero pono, whiti, ngā pūkenga mahi, ngā kupu ā-waha, ngā kupu ataata tae atu ki te pānui haumaru, aha atu, aha atu. </w:t>
            </w:r>
          </w:p>
          <w:p w14:paraId="72070A5B" w14:textId="77777777" w:rsidR="007416CB" w:rsidRPr="0097707C" w:rsidRDefault="007416CB" w:rsidP="00132FA7">
            <w:r>
              <w:rPr>
                <w:b/>
              </w:rPr>
              <w:t>Eke pahikara me te arotahi anamata</w:t>
            </w:r>
            <w:r>
              <w:t xml:space="preserve"> – ngā whakaaro arohaehae, auaha hoki mō te wāhanga o te eke pahikara i roto i te ikiiki onamata, inamata, anamata hoki. </w:t>
            </w:r>
          </w:p>
        </w:tc>
      </w:tr>
      <w:tr w:rsidR="007416CB" w:rsidRPr="0097707C" w14:paraId="638C7EA8" w14:textId="77777777" w:rsidTr="00132FA7">
        <w:tc>
          <w:tcPr>
            <w:tcW w:w="2277" w:type="pct"/>
          </w:tcPr>
          <w:p w14:paraId="167A7D20" w14:textId="77777777" w:rsidR="007416CB" w:rsidRPr="0097707C" w:rsidRDefault="007416CB" w:rsidP="00132FA7">
            <w:pPr>
              <w:rPr>
                <w:b/>
                <w:bCs/>
              </w:rPr>
            </w:pPr>
          </w:p>
        </w:tc>
        <w:tc>
          <w:tcPr>
            <w:tcW w:w="2723" w:type="pct"/>
          </w:tcPr>
          <w:p w14:paraId="741EFAE8" w14:textId="77777777" w:rsidR="007416CB" w:rsidRPr="0097707C" w:rsidRDefault="007416CB" w:rsidP="00132FA7"/>
        </w:tc>
      </w:tr>
    </w:tbl>
    <w:p w14:paraId="1FE3CDEC" w14:textId="4F02515C" w:rsidR="007416CB" w:rsidRPr="0097707C" w:rsidRDefault="00132FA7" w:rsidP="007416CB">
      <w:r>
        <w:br w:type="textWrapping" w:clear="all"/>
      </w:r>
    </w:p>
    <w:p w14:paraId="015F96E1" w14:textId="77777777" w:rsidR="007416CB" w:rsidRPr="0097707C" w:rsidRDefault="007416CB" w:rsidP="007416CB">
      <w:pPr>
        <w:rPr>
          <w:b/>
          <w:bCs/>
        </w:rPr>
      </w:pPr>
      <w:r w:rsidRPr="0097707C">
        <w:rPr>
          <w:b/>
          <w:bCs/>
        </w:rPr>
        <w:br w:type="page"/>
      </w:r>
    </w:p>
    <w:p w14:paraId="4B2BD56F" w14:textId="77777777" w:rsidR="007416CB" w:rsidRDefault="007416CB" w:rsidP="007416CB">
      <w:pPr>
        <w:rPr>
          <w:bCs/>
        </w:rPr>
      </w:pPr>
      <w:r>
        <w:rPr>
          <w:b/>
        </w:rPr>
        <w:lastRenderedPageBreak/>
        <w:t>He Tauira Whakamahere: Te Whakatau i Ngā Mōhiotanga o Mua mō te Eke Pahikara me te Hauora</w:t>
      </w:r>
    </w:p>
    <w:p w14:paraId="6BA7D6CB" w14:textId="77777777" w:rsidR="007416CB" w:rsidRPr="000F4AAF" w:rsidRDefault="007416CB" w:rsidP="007416CB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 w:themeFill="background1"/>
        <w:tblLook w:val="0000" w:firstRow="0" w:lastRow="0" w:firstColumn="0" w:lastColumn="0" w:noHBand="0" w:noVBand="0"/>
      </w:tblPr>
      <w:tblGrid>
        <w:gridCol w:w="1749"/>
        <w:gridCol w:w="4951"/>
        <w:gridCol w:w="7240"/>
      </w:tblGrid>
      <w:tr w:rsidR="007416CB" w:rsidRPr="0097707C" w14:paraId="66379FA4" w14:textId="77777777" w:rsidTr="00132FA7">
        <w:tc>
          <w:tcPr>
            <w:tcW w:w="6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269FC533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Te whakatau i ngā mōhiotanga o mua</w:t>
            </w:r>
          </w:p>
        </w:tc>
        <w:tc>
          <w:tcPr>
            <w:tcW w:w="17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5A5D046D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koronga akoranga</w:t>
            </w:r>
          </w:p>
        </w:tc>
        <w:tc>
          <w:tcPr>
            <w:tcW w:w="2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69BBAF"/>
          </w:tcPr>
          <w:p w14:paraId="3D7FADB4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wheako akoranga</w:t>
            </w:r>
          </w:p>
        </w:tc>
      </w:tr>
      <w:tr w:rsidR="007416CB" w:rsidRPr="0097707C" w14:paraId="562AA0FF" w14:textId="77777777" w:rsidTr="008042C6">
        <w:tc>
          <w:tcPr>
            <w:tcW w:w="6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F43AD4" w14:textId="77777777" w:rsidR="007416CB" w:rsidRPr="0097707C" w:rsidRDefault="007416CB" w:rsidP="00EF02EB">
            <w:r>
              <w:rPr>
                <w:b/>
              </w:rPr>
              <w:t>Akoranga 1:</w:t>
            </w:r>
            <w:r w:rsidRPr="0097707C">
              <w:t xml:space="preserve"> I mua i tā tātau tīmata – He aha ngā mea e mōhio kē ana koe mō te eke pahikara me ngā kaieke pahikara?</w:t>
            </w:r>
          </w:p>
        </w:tc>
        <w:tc>
          <w:tcPr>
            <w:tcW w:w="17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81D890" w14:textId="77777777" w:rsidR="007416CB" w:rsidRPr="0097707C" w:rsidRDefault="007416CB" w:rsidP="00EF02EB">
            <w:r>
              <w:rPr>
                <w:b/>
              </w:rPr>
              <w:t xml:space="preserve">Tautuhia te </w:t>
            </w:r>
            <w:r w:rsidRPr="0097707C">
              <w:t>kirirarau.</w:t>
            </w:r>
          </w:p>
          <w:p w14:paraId="625E0EC3" w14:textId="77777777" w:rsidR="007416CB" w:rsidRPr="0097707C" w:rsidRDefault="007416CB" w:rsidP="00EF02EB">
            <w:r>
              <w:rPr>
                <w:b/>
              </w:rPr>
              <w:t xml:space="preserve">Tautuhia te </w:t>
            </w:r>
            <w:r w:rsidRPr="0097707C">
              <w:t>kaiwhakamahi rori.</w:t>
            </w:r>
          </w:p>
          <w:p w14:paraId="4D6931D2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Tautuhia te </w:t>
            </w:r>
            <w:r w:rsidRPr="0097707C">
              <w:t>kaieke pahikara.</w:t>
            </w:r>
          </w:p>
          <w:p w14:paraId="57A91D1B" w14:textId="77777777" w:rsidR="007416CB" w:rsidRPr="0097707C" w:rsidRDefault="007416CB" w:rsidP="00EF02EB">
            <w:r>
              <w:rPr>
                <w:b/>
              </w:rPr>
              <w:t>Tautuhia te</w:t>
            </w:r>
            <w:r w:rsidRPr="0097707C">
              <w:t xml:space="preserve"> pahikara.</w:t>
            </w:r>
          </w:p>
          <w:p w14:paraId="0DCE6A28" w14:textId="77777777" w:rsidR="007416CB" w:rsidRPr="0097707C" w:rsidRDefault="007416CB" w:rsidP="00EF02EB"/>
          <w:p w14:paraId="42CB2FBC" w14:textId="77777777" w:rsidR="007416CB" w:rsidRPr="0097707C" w:rsidRDefault="007416CB" w:rsidP="00EF02EB">
            <w:r>
              <w:rPr>
                <w:b/>
              </w:rPr>
              <w:t>Whakaahuahia</w:t>
            </w:r>
            <w:r w:rsidRPr="0097707C">
              <w:t xml:space="preserve"> he kaieke pahikara.</w:t>
            </w:r>
          </w:p>
          <w:p w14:paraId="07F329C6" w14:textId="77777777" w:rsidR="007416CB" w:rsidRPr="0097707C" w:rsidRDefault="007416CB" w:rsidP="00EF02EB">
            <w:r>
              <w:rPr>
                <w:b/>
              </w:rPr>
              <w:t>Whakaahuahia</w:t>
            </w:r>
            <w:r w:rsidRPr="0097707C">
              <w:t xml:space="preserve"> he pahikara.</w:t>
            </w:r>
          </w:p>
          <w:p w14:paraId="169648AE" w14:textId="77777777" w:rsidR="007416CB" w:rsidRPr="0097707C" w:rsidRDefault="007416CB" w:rsidP="00EF02EB"/>
          <w:p w14:paraId="1E6EF415" w14:textId="77777777" w:rsidR="007416CB" w:rsidRPr="0097707C" w:rsidRDefault="007416CB" w:rsidP="00EF02EB">
            <w:r>
              <w:rPr>
                <w:b/>
              </w:rPr>
              <w:t>Whakaahuahia</w:t>
            </w:r>
            <w:r w:rsidRPr="0097707C">
              <w:t xml:space="preserve"> ngā kaiwhakamahi rori.</w:t>
            </w:r>
          </w:p>
          <w:p w14:paraId="21969E4D" w14:textId="77777777" w:rsidR="007416CB" w:rsidRPr="0097707C" w:rsidRDefault="007416CB" w:rsidP="00EF02EB">
            <w:r>
              <w:rPr>
                <w:b/>
              </w:rPr>
              <w:t>Whakarōpūtia</w:t>
            </w:r>
            <w:r w:rsidRPr="0097707C">
              <w:t xml:space="preserve"> ngā kaieke pahikara.</w:t>
            </w:r>
          </w:p>
          <w:p w14:paraId="2A43AD31" w14:textId="77777777" w:rsidR="007416CB" w:rsidRPr="0097707C" w:rsidRDefault="007416CB" w:rsidP="00EF02EB"/>
          <w:p w14:paraId="0157F3A4" w14:textId="77777777" w:rsidR="007416CB" w:rsidRPr="0097707C" w:rsidRDefault="007416CB" w:rsidP="00EF02EB">
            <w:r>
              <w:rPr>
                <w:b/>
              </w:rPr>
              <w:t xml:space="preserve">Whakatauritea </w:t>
            </w:r>
            <w:r w:rsidRPr="0097707C">
              <w:t>ngā kaieke pahikara ki ētahi atu kaiwhakamahi rori.</w:t>
            </w:r>
          </w:p>
          <w:p w14:paraId="262A8EF4" w14:textId="77777777" w:rsidR="007416CB" w:rsidRPr="0097707C" w:rsidRDefault="007416CB" w:rsidP="00EF02EB"/>
          <w:p w14:paraId="49BAFF35" w14:textId="77777777" w:rsidR="007416CB" w:rsidRPr="0097707C" w:rsidRDefault="007416CB" w:rsidP="00EF02EB">
            <w:r>
              <w:rPr>
                <w:b/>
              </w:rPr>
              <w:t xml:space="preserve">Whakamāramahia he pēhea </w:t>
            </w:r>
            <w:r w:rsidRPr="0097707C">
              <w:t>te whakamahi a ngā tāngata i ngā pahikara.</w:t>
            </w:r>
          </w:p>
          <w:p w14:paraId="25DD6E0F" w14:textId="77777777" w:rsidR="007416CB" w:rsidRPr="0097707C" w:rsidRDefault="007416CB" w:rsidP="00EF02EB">
            <w:r>
              <w:rPr>
                <w:b/>
              </w:rPr>
              <w:t>Whakamāramahia he aha e</w:t>
            </w:r>
            <w:r w:rsidRPr="0097707C">
              <w:t xml:space="preserve"> whakamahi pahikara ai ngā tāngata.</w:t>
            </w:r>
          </w:p>
          <w:p w14:paraId="3AD3F07E" w14:textId="77777777" w:rsidR="007416CB" w:rsidRPr="0097707C" w:rsidRDefault="007416CB" w:rsidP="00EF02EB">
            <w:r>
              <w:rPr>
                <w:b/>
              </w:rPr>
              <w:t>Whakamāramahia ngā mutunga mai</w:t>
            </w:r>
            <w:r>
              <w:t xml:space="preserve"> o te whakamahi pahikara ki ngā tāngata, wāhi me Papatūānuku</w:t>
            </w:r>
          </w:p>
          <w:p w14:paraId="6FBDF0B4" w14:textId="77777777" w:rsidR="007416CB" w:rsidRPr="0097707C" w:rsidRDefault="007416CB" w:rsidP="00EF02EB"/>
          <w:p w14:paraId="64C82EE9" w14:textId="77777777" w:rsidR="007416CB" w:rsidRPr="0097707C" w:rsidRDefault="007416CB" w:rsidP="00EF02EB">
            <w:r>
              <w:rPr>
                <w:b/>
              </w:rPr>
              <w:t xml:space="preserve">Tātarihia </w:t>
            </w:r>
            <w:r w:rsidRPr="0097707C">
              <w:t>tētahi pahikara.</w:t>
            </w:r>
          </w:p>
          <w:p w14:paraId="6EBC94DB" w14:textId="77777777" w:rsidR="007416CB" w:rsidRPr="0097707C" w:rsidRDefault="007416CB" w:rsidP="00EF02EB">
            <w:r>
              <w:rPr>
                <w:b/>
              </w:rPr>
              <w:t>Tātarihia</w:t>
            </w:r>
            <w:r w:rsidRPr="0097707C">
              <w:t xml:space="preserve"> tētahi kaieke pahikara.</w:t>
            </w:r>
          </w:p>
          <w:p w14:paraId="53A78B32" w14:textId="77777777" w:rsidR="007416CB" w:rsidRPr="0097707C" w:rsidRDefault="007416CB" w:rsidP="00EF02EB"/>
          <w:p w14:paraId="5D93DDE5" w14:textId="77777777" w:rsidR="007416CB" w:rsidRPr="0097707C" w:rsidRDefault="007416CB" w:rsidP="00EF02EB">
            <w:r>
              <w:rPr>
                <w:b/>
              </w:rPr>
              <w:t>Hangaia he tairitetanga</w:t>
            </w:r>
            <w:r w:rsidRPr="0097707C">
              <w:t xml:space="preserve"> mō tētahi kaieke pahikara.</w:t>
            </w:r>
          </w:p>
          <w:p w14:paraId="0CB48724" w14:textId="77777777" w:rsidR="007416CB" w:rsidRPr="0097707C" w:rsidRDefault="007416CB" w:rsidP="00EF02EB"/>
          <w:p w14:paraId="04B1279B" w14:textId="77777777" w:rsidR="007416CB" w:rsidRPr="0097707C" w:rsidRDefault="007416CB" w:rsidP="00EF02EB">
            <w:r>
              <w:rPr>
                <w:b/>
              </w:rPr>
              <w:t>Hangaia he mahinga toi</w:t>
            </w:r>
            <w:r w:rsidRPr="0097707C">
              <w:t xml:space="preserve"> hei whakaputa karere mō ngā kaieke pahikara me te eke pahikara. </w:t>
            </w:r>
          </w:p>
          <w:p w14:paraId="1B490947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He aha ngā mea e hiahia ana tātau kia mōhio ngā kaieke pahikara mō te whakamahi i ngā rori? </w:t>
            </w:r>
          </w:p>
          <w:p w14:paraId="5BF5A376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lastRenderedPageBreak/>
              <w:t>He aha ngā mea e hiahia ngā kaieke pahikara kia mōhio ētahi atu kaiwhakamahi rori?</w:t>
            </w:r>
          </w:p>
          <w:p w14:paraId="798CC852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He aha ngā mea e hiahia ana ētahi atu kaiwhakamahi kia mōhio ngā kaieke pahikara?</w:t>
            </w:r>
          </w:p>
        </w:tc>
        <w:tc>
          <w:tcPr>
            <w:tcW w:w="2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28EDE58E" w14:textId="77777777" w:rsidR="007416CB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Matapakitia ngā pātai e whai ake me ngā ākonga, me whakatakoto rānei ngā pātai i roto i tētahi uiui Kahoot poto</w:t>
            </w:r>
          </w:p>
          <w:p w14:paraId="498C447D" w14:textId="77777777" w:rsidR="007416CB" w:rsidRPr="007574F6" w:rsidRDefault="00D77A7C" w:rsidP="00EF02EB">
            <w:hyperlink r:id="rId13" w:history="1">
              <w:r w:rsidR="007416CB">
                <w:rPr>
                  <w:rStyle w:val="Hyperlink"/>
                </w:rPr>
                <w:t>Kahoot</w:t>
              </w:r>
            </w:hyperlink>
            <w:r w:rsidR="007416CB">
              <w:t xml:space="preserve"> </w:t>
            </w:r>
          </w:p>
          <w:p w14:paraId="252C4953" w14:textId="77777777" w:rsidR="007416CB" w:rsidRPr="0097707C" w:rsidRDefault="007416CB" w:rsidP="00EF02EB">
            <w:r>
              <w:t>He aha te pahikara? (</w:t>
            </w:r>
            <w:r w:rsidRPr="0097707C">
              <w:rPr>
                <w:b/>
                <w:bCs/>
              </w:rPr>
              <w:t>Tautuhia</w:t>
            </w:r>
            <w:r>
              <w:t xml:space="preserve"> tēnei mea te pahikara.)</w:t>
            </w:r>
          </w:p>
          <w:p w14:paraId="2F05CDCB" w14:textId="77777777" w:rsidR="007416CB" w:rsidRPr="0097707C" w:rsidRDefault="007416CB" w:rsidP="00EF02EB">
            <w:r>
              <w:t>He pēhea te āhua o te pahikara? (</w:t>
            </w:r>
            <w:r w:rsidRPr="0097707C">
              <w:rPr>
                <w:b/>
                <w:bCs/>
              </w:rPr>
              <w:t>Whakaahuahia</w:t>
            </w:r>
            <w:r>
              <w:t xml:space="preserve"> he pahikara.)</w:t>
            </w:r>
          </w:p>
          <w:p w14:paraId="0CB4BA05" w14:textId="77777777" w:rsidR="007416CB" w:rsidRPr="0097707C" w:rsidRDefault="007416CB" w:rsidP="00EF02EB"/>
          <w:p w14:paraId="0C50FA0E" w14:textId="77777777" w:rsidR="007416CB" w:rsidRPr="0097707C" w:rsidRDefault="007416CB" w:rsidP="00EF02EB">
            <w:r>
              <w:t>He aha te pahikara? (</w:t>
            </w:r>
            <w:r w:rsidRPr="0097707C">
              <w:rPr>
                <w:b/>
                <w:bCs/>
              </w:rPr>
              <w:t xml:space="preserve">Tautuhia </w:t>
            </w:r>
            <w:r>
              <w:t xml:space="preserve"> tēnei mea te eke pahikara.)</w:t>
            </w:r>
          </w:p>
          <w:p w14:paraId="1995B352" w14:textId="77777777" w:rsidR="007416CB" w:rsidRPr="0097707C" w:rsidRDefault="007416CB" w:rsidP="00EF02EB">
            <w:r>
              <w:t>He pēhea te āhua o te eke pahikara? (</w:t>
            </w:r>
            <w:r w:rsidRPr="0097707C">
              <w:rPr>
                <w:b/>
                <w:bCs/>
              </w:rPr>
              <w:t xml:space="preserve">Whakaahuahia </w:t>
            </w:r>
            <w:r>
              <w:t xml:space="preserve"> te eke pahikara.)</w:t>
            </w:r>
          </w:p>
          <w:p w14:paraId="1F0D082A" w14:textId="77777777" w:rsidR="007416CB" w:rsidRPr="0097707C" w:rsidRDefault="007416CB" w:rsidP="00EF02EB"/>
          <w:p w14:paraId="51FEEFA6" w14:textId="77777777" w:rsidR="007416CB" w:rsidRPr="0097707C" w:rsidRDefault="007416CB" w:rsidP="00EF02EB">
            <w:r>
              <w:t>He pēhea te mahi a te pahikara? (</w:t>
            </w:r>
            <w:r w:rsidRPr="0097707C">
              <w:rPr>
                <w:b/>
                <w:bCs/>
              </w:rPr>
              <w:t>Whakamāramahia he pēhea</w:t>
            </w:r>
            <w:r>
              <w:t xml:space="preserve"> te mahi a tētahi pahikara.)</w:t>
            </w:r>
          </w:p>
          <w:p w14:paraId="3C3C9C94" w14:textId="6C4EE801" w:rsidR="007416CB" w:rsidRPr="0097707C" w:rsidRDefault="007416CB" w:rsidP="00EF02EB">
            <w:r>
              <w:t>He aha ngā wāhanga o tētahi kaieke pahikara (te tangata, mīhini, mata), ā, he pēhea te mahi tahi a ēnei mea? (</w:t>
            </w:r>
            <w:r w:rsidRPr="0097707C">
              <w:rPr>
                <w:b/>
                <w:bCs/>
              </w:rPr>
              <w:t>Tātarihia</w:t>
            </w:r>
            <w:r>
              <w:t xml:space="preserve"> tētahi kaieke pahikara.)</w:t>
            </w:r>
          </w:p>
          <w:p w14:paraId="7C4FBB78" w14:textId="77777777" w:rsidR="007416CB" w:rsidRPr="0097707C" w:rsidRDefault="007416CB" w:rsidP="00EF02EB"/>
          <w:p w14:paraId="19D7E567" w14:textId="77777777" w:rsidR="007416CB" w:rsidRPr="0097707C" w:rsidRDefault="007416CB" w:rsidP="00EF02EB">
            <w:r>
              <w:t>Me pēhea tō noho haumaru? (</w:t>
            </w:r>
            <w:r w:rsidRPr="0097707C">
              <w:rPr>
                <w:b/>
                <w:bCs/>
              </w:rPr>
              <w:t>Whakamārahia he pēhea</w:t>
            </w:r>
            <w:r>
              <w:t xml:space="preserve"> tō noho haumaru.) </w:t>
            </w:r>
          </w:p>
          <w:p w14:paraId="0A886F2C" w14:textId="77777777" w:rsidR="007416CB" w:rsidRPr="0097707C" w:rsidRDefault="007416CB" w:rsidP="00EF02EB">
            <w:r>
              <w:t>Me pēhea tō whakarite kia haumaru ētahi atu? (</w:t>
            </w:r>
            <w:r w:rsidRPr="0097707C">
              <w:rPr>
                <w:b/>
                <w:bCs/>
              </w:rPr>
              <w:t xml:space="preserve">Whakamārahia he pēhea </w:t>
            </w:r>
            <w:r>
              <w:t xml:space="preserve"> tō tiaki i ētahi atu kia haumaru.) </w:t>
            </w:r>
          </w:p>
          <w:p w14:paraId="2F1D9ACA" w14:textId="77777777" w:rsidR="007416CB" w:rsidRPr="0097707C" w:rsidRDefault="007416CB" w:rsidP="00EF02EB"/>
          <w:p w14:paraId="1DC80CE1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Whakawhānuitia ngā whakaaro o ngā ākonga mā te pātai:</w:t>
            </w:r>
          </w:p>
          <w:p w14:paraId="1EA2D0E2" w14:textId="77777777" w:rsidR="007416CB" w:rsidRPr="0097707C" w:rsidRDefault="007416CB" w:rsidP="00EF02EB">
            <w:r>
              <w:t>Kei hea ngā wāhi e pai ana ki a koe ki te eke pahikara? (Hōparatia ngā rori ka waihanga mahere whenua o ngā ara pahikara hou i roto i tō rohe.)</w:t>
            </w:r>
          </w:p>
          <w:p w14:paraId="673429F8" w14:textId="77777777" w:rsidR="007416CB" w:rsidRPr="0097707C" w:rsidRDefault="007416CB" w:rsidP="00EF02EB"/>
          <w:p w14:paraId="573AEDF4" w14:textId="77777777" w:rsidR="007416CB" w:rsidRPr="0097707C" w:rsidRDefault="007416CB" w:rsidP="00EF02EB">
            <w:r>
              <w:t xml:space="preserve">Whakamahia te Mahere Tauritetanga a HookED me te rūpiki hei hanga i tētahi tauritetanga mō tētahi kaieke pahikara. </w:t>
            </w:r>
          </w:p>
          <w:p w14:paraId="0AC781D6" w14:textId="77777777" w:rsidR="007416CB" w:rsidRPr="0097707C" w:rsidRDefault="00D77A7C" w:rsidP="00EF02EB">
            <w:pPr>
              <w:rPr>
                <w:u w:val="single"/>
              </w:rPr>
            </w:pPr>
            <w:hyperlink r:id="rId14" w:history="1">
              <w:r w:rsidR="007416CB">
                <w:rPr>
                  <w:rStyle w:val="Hyperlink"/>
                </w:rPr>
                <w:t>TAURITENGA Rūpiki Ataata SOLO a HookED</w:t>
              </w:r>
            </w:hyperlink>
          </w:p>
          <w:p w14:paraId="22CC9A34" w14:textId="77777777" w:rsidR="007416CB" w:rsidRPr="0097707C" w:rsidRDefault="00D77A7C" w:rsidP="00EF02EB">
            <w:pPr>
              <w:rPr>
                <w:u w:val="single"/>
              </w:rPr>
            </w:pPr>
            <w:hyperlink r:id="rId15" w:history="1">
              <w:r w:rsidR="007416CB">
                <w:rPr>
                  <w:rStyle w:val="Hyperlink"/>
                </w:rPr>
                <w:t>Me pēhea te tautuhi mā te whakamahi i tētahi Solo Taxonomy Map</w:t>
              </w:r>
            </w:hyperlink>
            <w:r w:rsidR="007416CB">
              <w:t xml:space="preserve"> </w:t>
            </w:r>
          </w:p>
          <w:p w14:paraId="1E447DDB" w14:textId="77777777" w:rsidR="007416CB" w:rsidRDefault="00D77A7C" w:rsidP="00EF02EB">
            <w:hyperlink r:id="rId16" w:anchor="SOLO_Visual_Maps" w:history="1">
              <w:r w:rsidR="007416CB">
                <w:rPr>
                  <w:rStyle w:val="Hyperlink"/>
                </w:rPr>
                <w:t>SOLO Visual Maps – Wiki</w:t>
              </w:r>
            </w:hyperlink>
          </w:p>
          <w:p w14:paraId="449D008B" w14:textId="2034B3DB" w:rsidR="007416CB" w:rsidRPr="0097707C" w:rsidRDefault="007416CB" w:rsidP="00EF02EB">
            <w:r>
              <w:t xml:space="preserve">Pātaihia ngā ākonga he aha ngā mea hira ki a rātau me mōhio ngā kaiwhakamahi rori, kaieke pahikara rānei: </w:t>
            </w:r>
            <w:r w:rsidRPr="0097707C">
              <w:rPr>
                <w:b/>
                <w:bCs/>
              </w:rPr>
              <w:t>Hangaia he mahinga toi</w:t>
            </w:r>
            <w:r>
              <w:t xml:space="preserve"> (ataata, oro, kanikani, whakaari rānei) hei whakaputa i te karere.</w:t>
            </w:r>
          </w:p>
        </w:tc>
      </w:tr>
    </w:tbl>
    <w:p w14:paraId="3C6F41EF" w14:textId="77777777" w:rsidR="007416CB" w:rsidRPr="00D12714" w:rsidRDefault="007416CB" w:rsidP="007416CB">
      <w:pPr>
        <w:rPr>
          <w:bCs/>
        </w:rPr>
      </w:pPr>
    </w:p>
    <w:p w14:paraId="13414BDD" w14:textId="77777777" w:rsidR="007416CB" w:rsidRDefault="007416CB" w:rsidP="007416CB">
      <w:pPr>
        <w:rPr>
          <w:bCs/>
        </w:rPr>
      </w:pPr>
      <w:r>
        <w:rPr>
          <w:bCs/>
        </w:rPr>
        <w:br w:type="page"/>
      </w:r>
    </w:p>
    <w:p w14:paraId="4B080F30" w14:textId="77777777" w:rsidR="007416CB" w:rsidRDefault="007416CB" w:rsidP="007416CB">
      <w:pPr>
        <w:rPr>
          <w:bCs/>
        </w:rPr>
      </w:pPr>
      <w:r>
        <w:rPr>
          <w:b/>
        </w:rPr>
        <w:lastRenderedPageBreak/>
        <w:t xml:space="preserve">Te Whakamahere Tauira mō te Eke Pahikara me te Hauora </w:t>
      </w:r>
      <w:r w:rsidRPr="0097707C">
        <w:t xml:space="preserve">– </w:t>
      </w:r>
      <w:r>
        <w:rPr>
          <w:b/>
        </w:rPr>
        <w:t>Hauora me te Mātauranga Whakakori</w:t>
      </w:r>
    </w:p>
    <w:p w14:paraId="0F3B7D3B" w14:textId="77777777" w:rsidR="007416CB" w:rsidRPr="000F4AAF" w:rsidRDefault="007416CB" w:rsidP="007416CB">
      <w:pPr>
        <w:rPr>
          <w:bCs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 w:themeFill="background1"/>
        <w:tblLook w:val="0000" w:firstRow="0" w:lastRow="0" w:firstColumn="0" w:lastColumn="0" w:noHBand="0" w:noVBand="0"/>
      </w:tblPr>
      <w:tblGrid>
        <w:gridCol w:w="2139"/>
        <w:gridCol w:w="11"/>
        <w:gridCol w:w="3984"/>
        <w:gridCol w:w="7806"/>
      </w:tblGrid>
      <w:tr w:rsidR="007416CB" w:rsidRPr="0097707C" w14:paraId="2801C8E4" w14:textId="77777777" w:rsidTr="00132FA7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7C1CC1EF" w14:textId="77777777" w:rsidR="007416CB" w:rsidRPr="0097707C" w:rsidRDefault="007416CB" w:rsidP="00EF02EB">
            <w:r>
              <w:rPr>
                <w:b/>
              </w:rPr>
              <w:t>Wāhi akoranga NZC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7648DB37" w14:textId="77777777" w:rsidR="007416CB" w:rsidRPr="0097707C" w:rsidRDefault="007416CB" w:rsidP="00EF02EB">
            <w:r>
              <w:rPr>
                <w:b/>
              </w:rPr>
              <w:t>Ngā koronga akoranga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69BBAF"/>
          </w:tcPr>
          <w:p w14:paraId="640ED4AC" w14:textId="77777777" w:rsidR="007416CB" w:rsidRPr="0097707C" w:rsidRDefault="007416CB" w:rsidP="00EF02EB">
            <w:r>
              <w:rPr>
                <w:b/>
              </w:rPr>
              <w:t>Ngā wheako akoranga</w:t>
            </w:r>
          </w:p>
        </w:tc>
      </w:tr>
      <w:tr w:rsidR="007416CB" w:rsidRPr="0097707C" w14:paraId="747424E0" w14:textId="77777777" w:rsidTr="00EE553B">
        <w:tc>
          <w:tcPr>
            <w:tcW w:w="5000" w:type="pct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78496B6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Hauora me te Mātauranga Whakakori Tinana</w:t>
            </w:r>
          </w:p>
          <w:p w14:paraId="6496B3AF" w14:textId="77777777" w:rsidR="007416CB" w:rsidRPr="0097707C" w:rsidRDefault="007416CB" w:rsidP="00EF02EB">
            <w:pPr>
              <w:rPr>
                <w:b/>
                <w:bCs/>
              </w:rPr>
            </w:pPr>
            <w:r>
              <w:t>I roto i te hauora me te mātauranga whakakori tinana, ka ako ngā ākonga mō tō rātau ake hauora me tō ētahi atu, ā, me te iwi whānui hoki, i roto i ngā horopaki ā-hauora.</w:t>
            </w:r>
          </w:p>
          <w:p w14:paraId="04782C2D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Hauora </w:t>
            </w:r>
          </w:p>
          <w:p w14:paraId="11436788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97707C">
              <w:rPr>
                <w:b/>
                <w:bCs/>
              </w:rPr>
              <w:t xml:space="preserve">Taha whānau </w:t>
            </w:r>
            <w:r>
              <w:t>– Oranga ā-pāpori, ngā hononga whānau, ngā hoa, me ētahi atu hononga whakahoahoa; ngā whakaaro toi whenua, te aroha me te manaaki; me ngā tautoko pāpori</w:t>
            </w:r>
          </w:p>
          <w:p w14:paraId="61E79430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rPr>
                <w:b/>
              </w:rPr>
              <w:t xml:space="preserve">Taha tinana </w:t>
            </w:r>
            <w:r w:rsidRPr="0097707C">
              <w:t>– Hauora tinana, te tinana, te tipu, whanaketanga, kaha ki te neke, me ngā tikanga manaaki i te tinana</w:t>
            </w:r>
          </w:p>
          <w:p w14:paraId="0C2CCFBB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rPr>
                <w:b/>
              </w:rPr>
              <w:t xml:space="preserve">Taha hinengaro </w:t>
            </w:r>
            <w:r w:rsidRPr="0097707C">
              <w:t xml:space="preserve"> – Hauora ā-hinengaro, ā-kare ā-roto hoki, ngā tukanga whakaaro tika, te āhukahuka me te whakaputa whakaaro me te āhua o te ngākau me te urupare tōtika</w:t>
            </w:r>
          </w:p>
          <w:p w14:paraId="2E29E7B1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rPr>
                <w:b/>
              </w:rPr>
              <w:t xml:space="preserve">Taha wairua </w:t>
            </w:r>
            <w:r w:rsidRPr="0097707C">
              <w:t>– Hauora wairua, ngā uara me ngā whakapono e whakarite ana i te āhua o te noho a te tangata, te rapu i te tikanga me te kaupapa o ō tātau ao, me te tuakiri whaiaro me te mōhio ki a koe anō</w:t>
            </w:r>
          </w:p>
          <w:p w14:paraId="18AA31F7" w14:textId="77777777" w:rsidR="007416CB" w:rsidRPr="0097707C" w:rsidRDefault="007416CB" w:rsidP="00EF02EB"/>
          <w:p w14:paraId="544BA134" w14:textId="77777777" w:rsidR="007416CB" w:rsidRPr="0097707C" w:rsidRDefault="007416CB" w:rsidP="00EF02EB">
            <w:r>
              <w:t>Ka whakaawe ēnei āhuatanga e whā nei o te Hauora me te tautoko i ētahi atu.</w:t>
            </w:r>
          </w:p>
        </w:tc>
      </w:tr>
      <w:tr w:rsidR="007416CB" w:rsidRPr="0097707C" w14:paraId="1FF96B04" w14:textId="77777777" w:rsidTr="00132FA7">
        <w:tc>
          <w:tcPr>
            <w:tcW w:w="2200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26B78F2D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Ngā hononga ki ētahi atu tāngata </w:t>
            </w:r>
          </w:p>
          <w:p w14:paraId="6AFC771B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C1 Ngā Hononga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69BBAF"/>
          </w:tcPr>
          <w:p w14:paraId="727224C4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Te whakawhanake i te taha whānau mā te eke pahikara</w:t>
            </w:r>
          </w:p>
        </w:tc>
      </w:tr>
      <w:tr w:rsidR="007416CB" w:rsidRPr="0097707C" w14:paraId="1658758F" w14:textId="77777777" w:rsidTr="00132FA7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3E8B3D03" w14:textId="77777777" w:rsidR="007416CB" w:rsidRPr="0097707C" w:rsidRDefault="007416CB" w:rsidP="00EF02EB"/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7EB07DA5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koronga akoranga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69BBAF"/>
          </w:tcPr>
          <w:p w14:paraId="53D10FD0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wheako akoranga</w:t>
            </w:r>
          </w:p>
        </w:tc>
      </w:tr>
      <w:tr w:rsidR="007416CB" w:rsidRPr="0097707C" w14:paraId="72186DF0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A29E01" w14:textId="77777777" w:rsidR="007416CB" w:rsidRPr="0097707C" w:rsidRDefault="007416CB" w:rsidP="00EF02EB">
            <w:r>
              <w:t>Hōpara me te tuari whakaaro mō ngā hononga me ētahi tāngata. (Taumata 1)</w:t>
            </w:r>
          </w:p>
          <w:p w14:paraId="2B9468E7" w14:textId="77777777" w:rsidR="007416CB" w:rsidRPr="0097707C" w:rsidRDefault="007416CB" w:rsidP="00EF02EB"/>
          <w:p w14:paraId="778925E7" w14:textId="77777777" w:rsidR="007416CB" w:rsidRPr="0097707C" w:rsidRDefault="007416CB" w:rsidP="00EF02EB"/>
          <w:p w14:paraId="638013C4" w14:textId="77777777" w:rsidR="007416CB" w:rsidRPr="0097707C" w:rsidRDefault="007416CB" w:rsidP="00EF02EB"/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8321FE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Tautuhia te </w:t>
            </w:r>
            <w:r w:rsidRPr="0097707C">
              <w:t>hononga.</w:t>
            </w:r>
          </w:p>
          <w:p w14:paraId="18BBD44F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tētahi tangata e whakamahi ana i tētahi rori paetata (ehara i te kaieke pahikara).</w:t>
            </w:r>
          </w:p>
          <w:p w14:paraId="78CC95AA" w14:textId="77777777" w:rsidR="007416CB" w:rsidRPr="0097707C" w:rsidRDefault="007416CB" w:rsidP="00EF02EB">
            <w:r>
              <w:rPr>
                <w:b/>
              </w:rPr>
              <w:t xml:space="preserve">Whakamārama he pēhea me te take hoki </w:t>
            </w:r>
            <w:r w:rsidRPr="0097707C">
              <w:t>e whakamahi ai rātau i te rori paetata.</w:t>
            </w:r>
          </w:p>
          <w:p w14:paraId="5B969916" w14:textId="77777777" w:rsidR="007416CB" w:rsidRPr="0097707C" w:rsidRDefault="007416CB" w:rsidP="00EF02EB">
            <w:r w:rsidRPr="0097707C">
              <w:rPr>
                <w:b/>
                <w:bCs/>
              </w:rPr>
              <w:t xml:space="preserve">Tautohua </w:t>
            </w:r>
            <w:r>
              <w:t>tētahi kaieke pahikara e whakamahi ana i tētahi rori paetata.</w:t>
            </w:r>
          </w:p>
          <w:p w14:paraId="3B7BC46C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Whakamārama he pēhea me te take hoki </w:t>
            </w:r>
            <w:r w:rsidRPr="0097707C">
              <w:t>e whakamahi ana ia i tētahi pahikara i te rori paetata.</w:t>
            </w:r>
          </w:p>
          <w:p w14:paraId="162B3E80" w14:textId="77777777" w:rsidR="007416CB" w:rsidRPr="0097707C" w:rsidRDefault="007416CB" w:rsidP="00EF02EB">
            <w:r w:rsidRPr="0097707C">
              <w:rPr>
                <w:b/>
                <w:bCs/>
              </w:rPr>
              <w:t xml:space="preserve">Tautohua </w:t>
            </w:r>
            <w:r>
              <w:t>ētahi atu kaiwhakamahi rori.</w:t>
            </w:r>
          </w:p>
          <w:p w14:paraId="1409711F" w14:textId="77777777" w:rsidR="007416CB" w:rsidRPr="0097707C" w:rsidRDefault="007416CB" w:rsidP="00EF02EB">
            <w:pPr>
              <w:rPr>
                <w:b/>
                <w:bCs/>
                <w:i/>
                <w:iCs/>
              </w:rPr>
            </w:pPr>
            <w:r>
              <w:rPr>
                <w:b/>
              </w:rPr>
              <w:t xml:space="preserve">Whakamārama he pēhea me te take hoki </w:t>
            </w:r>
            <w:r w:rsidRPr="0097707C">
              <w:t>e whakamahi ai rātau i te rori paetata.</w:t>
            </w:r>
          </w:p>
          <w:p w14:paraId="494563B7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  <w:i/>
              </w:rPr>
              <w:t xml:space="preserve">Mahia anō </w:t>
            </w:r>
            <w:r w:rsidRPr="0097707C">
              <w:rPr>
                <w:i/>
                <w:iCs/>
              </w:rPr>
              <w:t xml:space="preserve">tēnei mahinga hei tautohu i tētahi rōpū e whakamahi ana i tētahi ropi paetata. </w:t>
            </w:r>
          </w:p>
          <w:p w14:paraId="060F38D4" w14:textId="77777777" w:rsidR="007416CB" w:rsidRPr="0097707C" w:rsidRDefault="007416CB" w:rsidP="00EF02EB">
            <w:r>
              <w:rPr>
                <w:b/>
              </w:rPr>
              <w:lastRenderedPageBreak/>
              <w:t xml:space="preserve">Tuarihia </w:t>
            </w:r>
            <w:r w:rsidRPr="0097707C">
              <w:t xml:space="preserve">ngā whakaaro mō ngā hononga i tuia i roto, i waenga hoki i ngā kaiwhakamahi rori rerekē. </w:t>
            </w:r>
          </w:p>
          <w:p w14:paraId="1103CC39" w14:textId="77777777" w:rsidR="007416CB" w:rsidRDefault="007416CB" w:rsidP="00EF02EB">
            <w:r>
              <w:rPr>
                <w:b/>
              </w:rPr>
              <w:t>Whakaahuahia</w:t>
            </w:r>
            <w:r>
              <w:t xml:space="preserve"> tētahi hononga i tuia i waenga i ngā kaiwhakamahi rori e haere ana i tētahi rori paetata, hei tauira, ngā kaihīkoi, ngā pāhīhī waka, ngā kaieke papaneke me ngā kaieke pahikara.</w:t>
            </w:r>
          </w:p>
          <w:p w14:paraId="59BE6AD1" w14:textId="77777777" w:rsidR="007416CB" w:rsidRPr="0097707C" w:rsidRDefault="007416CB" w:rsidP="00EF02EB"/>
          <w:p w14:paraId="7914B208" w14:textId="77777777" w:rsidR="007416CB" w:rsidRPr="0097707C" w:rsidRDefault="007416CB" w:rsidP="00EF02EB">
            <w:r>
              <w:t xml:space="preserve"> </w:t>
            </w:r>
          </w:p>
        </w:tc>
        <w:tc>
          <w:tcPr>
            <w:tcW w:w="28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29FEE281" w14:textId="77777777" w:rsidR="007416CB" w:rsidRPr="0097707C" w:rsidRDefault="007416CB" w:rsidP="00EF02EB">
            <w:r>
              <w:rPr>
                <w:b/>
              </w:rPr>
              <w:lastRenderedPageBreak/>
              <w:t>Mātakina</w:t>
            </w:r>
            <w:r w:rsidRPr="0097707C">
              <w:t xml:space="preserve"> ngā kaiwhakamahi rori kei te rori paetata. </w:t>
            </w:r>
          </w:p>
          <w:p w14:paraId="3244439C" w14:textId="77777777" w:rsidR="007416CB" w:rsidRPr="0097707C" w:rsidRDefault="007416CB" w:rsidP="00EF02EB">
            <w:r>
              <w:t xml:space="preserve">Hei tauira, kaihīkoi, kaieke pahikara, kaieke papaneke, pāhīhī, kaitaraiwa waka, kaitaraiwa taraka, kaieke motupaika, wātene ikiiki, āpiha pirihimana, tautiaki rori, kaiwhakamahi papaneke kawe, kaiwhakamahi korea. </w:t>
            </w:r>
          </w:p>
          <w:p w14:paraId="7FE27BDA" w14:textId="77777777" w:rsidR="007416CB" w:rsidRPr="0097707C" w:rsidRDefault="007416CB" w:rsidP="00EF02EB">
            <w:r>
              <w:t xml:space="preserve">Kia mōhio: me mātua whakarite ka whakaurua e koe tētahi kaieke pahikara ki roto i tō tīpakohanga. </w:t>
            </w:r>
          </w:p>
          <w:p w14:paraId="2EB665A3" w14:textId="77777777" w:rsidR="007416CB" w:rsidRPr="0097707C" w:rsidRDefault="007416CB" w:rsidP="00EF02EB">
            <w:r>
              <w:rPr>
                <w:b/>
              </w:rPr>
              <w:t xml:space="preserve">Tātuhia he pikitia </w:t>
            </w:r>
            <w:r w:rsidRPr="0097707C">
              <w:t xml:space="preserve">(tangohia he whakaahua, tāhopu ataata rānei) mōu anō hei kaiwhakamahi rori ki tētahi rori paetata. Whakakaupapahia te pikitia (whakaahua/ataata), whakamahia he mirumiru kōrero me te mirumiru whakaaro ki te: </w:t>
            </w:r>
          </w:p>
          <w:p w14:paraId="2665F968" w14:textId="77777777" w:rsidR="007416CB" w:rsidRPr="0097707C" w:rsidRDefault="007416CB" w:rsidP="00EF02EB">
            <w:pPr>
              <w:pStyle w:val="ListBullet"/>
            </w:pPr>
            <w:r>
              <w:rPr>
                <w:b/>
              </w:rPr>
              <w:t xml:space="preserve">Whakamārama he pēhea me te take hoki </w:t>
            </w:r>
            <w:r>
              <w:t>e whakamahi ai koe i te rori paetata. Hei tauira, Ka whakamahia e au ki taku papaneke kia tae atu au ki te kura.</w:t>
            </w:r>
          </w:p>
          <w:p w14:paraId="311DC06E" w14:textId="77777777" w:rsidR="007416CB" w:rsidRPr="0097707C" w:rsidRDefault="007416CB" w:rsidP="00EF02EB">
            <w:pPr>
              <w:pStyle w:val="ListBullet"/>
            </w:pPr>
            <w:r>
              <w:rPr>
                <w:b/>
              </w:rPr>
              <w:t>Me tuku he kōrero whānui</w:t>
            </w:r>
            <w:r w:rsidRPr="0097707C">
              <w:t xml:space="preserve"> he pēhea ki a koe te whakamahi i tētahi rori paetata.</w:t>
            </w:r>
          </w:p>
          <w:p w14:paraId="5D6C17E5" w14:textId="77777777" w:rsidR="007416CB" w:rsidRPr="0097707C" w:rsidRDefault="007416CB" w:rsidP="00EF02EB">
            <w:pPr>
              <w:rPr>
                <w:b/>
                <w:bCs/>
              </w:rPr>
            </w:pPr>
          </w:p>
          <w:p w14:paraId="16DDA787" w14:textId="77777777" w:rsidR="007416CB" w:rsidRPr="0097707C" w:rsidRDefault="007416CB" w:rsidP="00EF02EB">
            <w:r>
              <w:rPr>
                <w:b/>
              </w:rPr>
              <w:lastRenderedPageBreak/>
              <w:t>Tonoa</w:t>
            </w:r>
            <w:r w:rsidRPr="0097707C">
              <w:t xml:space="preserve"> ētahi kaiwhakamahi rori (me tētahi kaieke pahikara) kia haere ki te akomanga ki te whakautu pātai mō te āhua me te take e whakamahi ana rātau i te rori paetata, ā, he pēhea ki a rātau te whakamahi i te rori paetata. </w:t>
            </w:r>
          </w:p>
          <w:p w14:paraId="507098C5" w14:textId="77777777" w:rsidR="007416CB" w:rsidRPr="0097707C" w:rsidRDefault="007416CB" w:rsidP="00EF02EB"/>
          <w:p w14:paraId="0AA19649" w14:textId="77777777" w:rsidR="007416CB" w:rsidRPr="0097707C" w:rsidRDefault="007416CB" w:rsidP="00EF02EB">
            <w:r w:rsidRPr="0097707C">
              <w:rPr>
                <w:b/>
                <w:bCs/>
              </w:rPr>
              <w:t xml:space="preserve">Tātuhia he pikitia </w:t>
            </w:r>
            <w:r>
              <w:t>(hopukina he whakaahua, ka tāhopu ataata rānei) o tētahi kaiwhakamahi rori ki tētahi rori paetata. Whakakaupapahia te pikitia/whakaahua/ataata) ki te:</w:t>
            </w:r>
          </w:p>
          <w:p w14:paraId="740F2464" w14:textId="77777777" w:rsidR="007416CB" w:rsidRPr="0097707C" w:rsidRDefault="007416CB" w:rsidP="00EF02EB">
            <w:pPr>
              <w:pStyle w:val="ListBullet"/>
            </w:pPr>
            <w:r>
              <w:rPr>
                <w:b/>
              </w:rPr>
              <w:t xml:space="preserve">Whakamārama he pēhea me te take hoki </w:t>
            </w:r>
            <w:r w:rsidRPr="0097707C">
              <w:t>e whakamahi ana ia i te rori paetata (tāpirihia he mirumiru kōrero).</w:t>
            </w:r>
          </w:p>
          <w:p w14:paraId="03F4012D" w14:textId="77777777" w:rsidR="007416CB" w:rsidRPr="0097707C" w:rsidRDefault="007416CB" w:rsidP="00EF02EB">
            <w:pPr>
              <w:pStyle w:val="ListBullet"/>
            </w:pPr>
            <w:r w:rsidRPr="0097707C">
              <w:rPr>
                <w:b/>
                <w:bCs/>
              </w:rPr>
              <w:t xml:space="preserve">Me tuku he kōrero whānui </w:t>
            </w:r>
            <w:r>
              <w:t>e whakaata ana i ōna whakaaro ina whakamahi ana ia i te rori paetata (tāpirihia he mirumiru kōrero).</w:t>
            </w:r>
          </w:p>
          <w:p w14:paraId="42DDBDBD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Mahinga tapaono SOLO (ngā kaiwhakamahi rori)</w:t>
            </w:r>
          </w:p>
          <w:p w14:paraId="4FC4E3CF" w14:textId="77777777" w:rsidR="007416CB" w:rsidRPr="0097707C" w:rsidRDefault="007416CB" w:rsidP="00EF02EB">
            <w:pPr>
              <w:pStyle w:val="ListBullet"/>
            </w:pPr>
            <w:r>
              <w:rPr>
                <w:b/>
              </w:rPr>
              <w:t>Tātuhia</w:t>
            </w:r>
            <w:r w:rsidRPr="0097707C">
              <w:t xml:space="preserve"> he pikitia (whakapirihia he whakaahua rānei) o ngā kaiwhakamahi rori rerekē rānei ki ngā Tapaono SOLO wehe kē. </w:t>
            </w:r>
          </w:p>
          <w:p w14:paraId="4F646878" w14:textId="77777777" w:rsidR="007416CB" w:rsidRPr="0097707C" w:rsidRDefault="007416CB" w:rsidP="00EF02EB">
            <w:pPr>
              <w:pStyle w:val="ListBullet"/>
            </w:pPr>
            <w:r>
              <w:t xml:space="preserve">I muri i ia tapaono </w:t>
            </w:r>
            <w:r w:rsidRPr="0097707C">
              <w:rPr>
                <w:b/>
                <w:bCs/>
              </w:rPr>
              <w:t>whakamāramahia mai he pēhea me te take</w:t>
            </w:r>
            <w:r>
              <w:t xml:space="preserve"> e whakamahi ana te kaiwhakamahi rori i te rori paetata.</w:t>
            </w:r>
          </w:p>
          <w:p w14:paraId="5A08AF7D" w14:textId="77777777" w:rsidR="007416CB" w:rsidRPr="0097707C" w:rsidRDefault="007416CB" w:rsidP="00EF02EB">
            <w:pPr>
              <w:pStyle w:val="ListBullet"/>
            </w:pPr>
            <w:r>
              <w:t xml:space="preserve">Me mahi ā-akomanga, i ngā rōpū iti rānei me Ngā Tapatono SOLO rānei hei </w:t>
            </w:r>
            <w:r w:rsidRPr="0097707C">
              <w:rPr>
                <w:b/>
                <w:bCs/>
              </w:rPr>
              <w:t>kimi i ngā hononga i waenga</w:t>
            </w:r>
            <w:r>
              <w:t xml:space="preserve"> kaieke pahikara me ētahi atu kaiwhakamahi rori. </w:t>
            </w:r>
          </w:p>
          <w:p w14:paraId="1A413DD5" w14:textId="77777777" w:rsidR="007416CB" w:rsidRPr="0097707C" w:rsidRDefault="007416CB" w:rsidP="00EF02EB"/>
          <w:p w14:paraId="53EDCBAD" w14:textId="72092616" w:rsidR="007416CB" w:rsidRPr="0097707C" w:rsidRDefault="007416CB" w:rsidP="00EF02EB">
            <w:proofErr w:type="spellStart"/>
            <w:r>
              <w:rPr>
                <w:b/>
              </w:rPr>
              <w:t>Tātuhia</w:t>
            </w:r>
            <w:proofErr w:type="spellEnd"/>
            <w:r>
              <w:rPr>
                <w:b/>
              </w:rPr>
              <w:t xml:space="preserve"> he pikitia</w:t>
            </w:r>
            <w:r w:rsidR="006A3CA6">
              <w:rPr>
                <w:b/>
              </w:rPr>
              <w:t xml:space="preserve"> </w:t>
            </w:r>
            <w:r w:rsidRPr="0097707C">
              <w:t xml:space="preserve">mōu anō hei kaieke pahikara e whai wāhi ana ki ngā whakangungu pūkenga pahikara me ētahi atu ākonga. </w:t>
            </w:r>
          </w:p>
          <w:p w14:paraId="64AB87A2" w14:textId="77777777" w:rsidR="007416CB" w:rsidRPr="0097707C" w:rsidRDefault="007416CB" w:rsidP="00EF02EB">
            <w:pPr>
              <w:rPr>
                <w:i/>
                <w:iCs/>
              </w:rPr>
            </w:pPr>
            <w:r>
              <w:rPr>
                <w:b/>
              </w:rPr>
              <w:t>Whakamāramahia mai he pēhea, me te take e ako ana koe i ngā pūkenga pahikara</w:t>
            </w:r>
            <w:r w:rsidRPr="0097707C">
              <w:rPr>
                <w:i/>
                <w:iCs/>
              </w:rPr>
              <w:t>.</w:t>
            </w:r>
          </w:p>
          <w:p w14:paraId="237F3F40" w14:textId="77777777" w:rsidR="007416CB" w:rsidRPr="0097707C" w:rsidRDefault="007416CB" w:rsidP="00EF02EB"/>
          <w:p w14:paraId="63AA3537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Mahinga Tapaono SOLO (ngā kaieke pahikara)</w:t>
            </w:r>
          </w:p>
          <w:p w14:paraId="13C87D50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rPr>
                <w:b/>
              </w:rPr>
              <w:t>Tātuhia</w:t>
            </w:r>
            <w:r w:rsidRPr="0097707C">
              <w:t xml:space="preserve"> he pikitia (whakapirihia he whakaahua rānei) mōu e mahi ana i ngā whakangungu pūkenga pahikara ki Ngā Tapaono SOLO wehe kē. </w:t>
            </w:r>
          </w:p>
          <w:p w14:paraId="0D7C22FC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Kei muri i ia tapono </w:t>
            </w:r>
            <w:r w:rsidRPr="0097707C">
              <w:rPr>
                <w:b/>
                <w:bCs/>
              </w:rPr>
              <w:t>whakamāramahia te take</w:t>
            </w:r>
            <w:r>
              <w:t xml:space="preserve"> e mahi ana koe i ngā whakangungu pūkenga pahikara.</w:t>
            </w:r>
          </w:p>
          <w:p w14:paraId="6E56C482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Me mahi ā-akomanga, i ngā rōpū iti rānei me Ngā Tapatono SOLO rānei hei </w:t>
            </w:r>
            <w:r w:rsidRPr="0097707C">
              <w:rPr>
                <w:b/>
                <w:bCs/>
              </w:rPr>
              <w:t>kimi i ngā hononga i waenga</w:t>
            </w:r>
            <w:r>
              <w:t xml:space="preserve"> kaieke pahikara e mahi ana i ngā whakangungu. </w:t>
            </w:r>
          </w:p>
          <w:p w14:paraId="11BD9A74" w14:textId="77777777" w:rsidR="007416CB" w:rsidRPr="0097707C" w:rsidRDefault="007416CB" w:rsidP="00EF02EB"/>
          <w:p w14:paraId="31DB04EC" w14:textId="77777777" w:rsidR="007416CB" w:rsidRPr="0097707C" w:rsidRDefault="007416CB" w:rsidP="00EF02EB">
            <w:r>
              <w:rPr>
                <w:b/>
              </w:rPr>
              <w:t>Mahia he pakipūmeka poto</w:t>
            </w:r>
            <w:r w:rsidRPr="0097707C">
              <w:t xml:space="preserve"> (2 – 3 meneti) e whakaata ana i ngā hononga i puta i waenga i:</w:t>
            </w:r>
          </w:p>
          <w:p w14:paraId="3A588EBA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ngā kaieke pahikara me ētahi atu kaiwhakamahi rori i tētahi rori paetata, tērā rānei</w:t>
            </w:r>
          </w:p>
          <w:p w14:paraId="726849DD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ngā kaiwhakauru ki te kaupapa whakangungu pūkenga pahikara.</w:t>
            </w:r>
          </w:p>
          <w:p w14:paraId="25E68A63" w14:textId="77777777" w:rsidR="007416CB" w:rsidRPr="0097707C" w:rsidRDefault="007416CB" w:rsidP="00EF02EB"/>
          <w:p w14:paraId="1857CF69" w14:textId="77777777" w:rsidR="007416CB" w:rsidRPr="0097707C" w:rsidRDefault="007416CB" w:rsidP="00EF02EB">
            <w:r>
              <w:t>I roto i te pakipūmeka tonoa ngā kaiwhakauru ki te whakamārama he pēhea te:</w:t>
            </w:r>
          </w:p>
          <w:p w14:paraId="7BBCA1A5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lastRenderedPageBreak/>
              <w:t>tuitui, tiaki me te whakarākei i ngā hononga</w:t>
            </w:r>
          </w:p>
          <w:p w14:paraId="0E92211E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whakatau i ngā raruraru hononga.</w:t>
            </w:r>
          </w:p>
          <w:p w14:paraId="170D3E36" w14:textId="77777777" w:rsidR="007416CB" w:rsidRPr="0097707C" w:rsidRDefault="007416CB" w:rsidP="00EF02EB"/>
        </w:tc>
      </w:tr>
      <w:tr w:rsidR="007416CB" w:rsidRPr="0097707C" w14:paraId="3434F891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3E859A" w14:textId="77777777" w:rsidR="007416CB" w:rsidRPr="0097707C" w:rsidRDefault="007416CB" w:rsidP="00EF02EB">
            <w:r>
              <w:lastRenderedPageBreak/>
              <w:t>Tautohu me te whakaatu i ngā tikanga tiaki me te whakarākei i ngā hononga i waenga i ngā tāngata, ā, i roto rōpū hoki. (Taumata 2)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9830B3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Tautohua he hononga i waenga i ngā kaieke pahikara e rua, he kaieke pahikara rānei me tētahi atu kaiwhakamahi rori. </w:t>
            </w:r>
          </w:p>
          <w:p w14:paraId="7C910F00" w14:textId="77777777" w:rsidR="007416CB" w:rsidRPr="0097707C" w:rsidRDefault="007416CB" w:rsidP="00EF02EB">
            <w:r>
              <w:rPr>
                <w:b/>
              </w:rPr>
              <w:t xml:space="preserve">Whakaraupapahia ngā upane </w:t>
            </w:r>
            <w:r w:rsidRPr="0097707C">
              <w:t xml:space="preserve">hei tuitui hononga i waenga i ngā kaieke pahikara, i roto rānei i tētahi rōpū kaieke pahikara. </w:t>
            </w:r>
          </w:p>
          <w:p w14:paraId="63F97A3E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Te tiaki me te whakarākei</w:t>
            </w:r>
            <w:r w:rsidRPr="0097707C">
              <w:t xml:space="preserve"> i tētahi hononga me tētahi atu kaieke pahikara, rōpū kaieke pahikara rānei. </w:t>
            </w:r>
          </w:p>
          <w:p w14:paraId="74D3977A" w14:textId="77777777" w:rsidR="007416CB" w:rsidRPr="0097707C" w:rsidRDefault="007416CB" w:rsidP="00EF02EB">
            <w:r>
              <w:rPr>
                <w:b/>
              </w:rPr>
              <w:t xml:space="preserve">Whakamārama me pēhea te </w:t>
            </w:r>
            <w:r w:rsidRPr="0097707C">
              <w:t>tiaki/whakarākei i tētahi hononga i waenga kaieke pahikara.</w:t>
            </w:r>
          </w:p>
        </w:tc>
        <w:tc>
          <w:tcPr>
            <w:tcW w:w="28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467264B" w14:textId="77777777" w:rsidR="007416CB" w:rsidRPr="0097707C" w:rsidRDefault="007416CB" w:rsidP="00EF02EB"/>
        </w:tc>
      </w:tr>
      <w:tr w:rsidR="007416CB" w:rsidRPr="0097707C" w14:paraId="1B9F52DE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30AD1D" w14:textId="77777777" w:rsidR="007416CB" w:rsidRPr="0097707C" w:rsidRDefault="007416CB" w:rsidP="00EF02EB">
            <w:r>
              <w:t>Tautohu me te whakataurite i ngā tikanga mō te whakatū i ngā hononga me te whakahaere i ngā hononga e rerekē haere. (Taumata 3)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6E1497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ngā tikanga hei tuitui/whakahaere i tētahi hononga me tētahi kaieke pahikara, rōpū pahikara rānei.</w:t>
            </w:r>
          </w:p>
          <w:p w14:paraId="4F18C3CA" w14:textId="77777777" w:rsidR="007416CB" w:rsidRPr="0097707C" w:rsidRDefault="007416CB" w:rsidP="00EF02EB">
            <w:r>
              <w:rPr>
                <w:b/>
              </w:rPr>
              <w:t>Whakatauritehia</w:t>
            </w:r>
            <w:r w:rsidRPr="0097707C">
              <w:t xml:space="preserve"> ngā tikanga mō te tuitui/whakahaere hononga me ngā kaieke pahikara. </w:t>
            </w:r>
          </w:p>
          <w:p w14:paraId="041BFB8C" w14:textId="77777777" w:rsidR="007416CB" w:rsidRPr="0097707C" w:rsidRDefault="007416CB" w:rsidP="00EF02EB"/>
        </w:tc>
        <w:tc>
          <w:tcPr>
            <w:tcW w:w="28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408DD132" w14:textId="77777777" w:rsidR="007416CB" w:rsidRPr="0097707C" w:rsidRDefault="007416CB" w:rsidP="00EF02EB"/>
        </w:tc>
      </w:tr>
      <w:tr w:rsidR="007416CB" w:rsidRPr="0097707C" w14:paraId="600FEC9F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3AD11C" w14:textId="77777777" w:rsidR="007416CB" w:rsidRPr="0097707C" w:rsidRDefault="007416CB" w:rsidP="00EF02EB">
            <w:r>
              <w:t>Tautohua ngā pānga o ngā āhuatanga hurihuri, ngā tūranga me ngā kawenga mō ngā hononga me te whakaahua i ngā urupare tōtika. (Taumata 4)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74FD6E" w14:textId="77777777" w:rsidR="007416CB" w:rsidRPr="0097707C" w:rsidRDefault="007416CB" w:rsidP="00EF02EB">
            <w:r>
              <w:rPr>
                <w:b/>
              </w:rPr>
              <w:t>Whakamāramahia ngā pānga</w:t>
            </w:r>
            <w:r w:rsidRPr="0097707C">
              <w:t xml:space="preserve"> o te huringa (āhuatanga/tūranga/kawenga) ki ngā hononga me ngā kaieke pahikara.</w:t>
            </w:r>
          </w:p>
          <w:p w14:paraId="1C2B5222" w14:textId="77777777" w:rsidR="007416CB" w:rsidRPr="0097707C" w:rsidRDefault="007416CB" w:rsidP="00EF02EB">
            <w:r>
              <w:rPr>
                <w:b/>
              </w:rPr>
              <w:t>Whakaahuahia</w:t>
            </w:r>
            <w:r w:rsidRPr="0097707C">
              <w:t xml:space="preserve"> ngā urupare tōtika ki tētahi āhuatanga/tūranga/kawenga hurihuri ki tētahi hononga me tētahi kaieke pahikara. </w:t>
            </w:r>
          </w:p>
        </w:tc>
        <w:tc>
          <w:tcPr>
            <w:tcW w:w="28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44FAAEC7" w14:textId="77777777" w:rsidR="007416CB" w:rsidRPr="0097707C" w:rsidRDefault="007416CB" w:rsidP="00EF02EB"/>
        </w:tc>
      </w:tr>
      <w:tr w:rsidR="007416CB" w:rsidRPr="0097707C" w14:paraId="581ED330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DF571EB" w14:textId="77777777" w:rsidR="007416CB" w:rsidRPr="0097707C" w:rsidRDefault="007416CB" w:rsidP="00EF02EB"/>
          <w:p w14:paraId="2C201C43" w14:textId="77777777" w:rsidR="007416CB" w:rsidRPr="0097707C" w:rsidRDefault="007416CB" w:rsidP="00EF02EB">
            <w:r>
              <w:t>Tautohua ngā take e pā ana ki ngā hononga ka whakaahua i ngā kōwhiringa hei whakatutuki i ngā putanga pai. (Taumata 5)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6E912A6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ngā take e pā ana ki ngā hononga i waenga i ngā kaieke pahikara, ā, i roto i ngā rōpū kaieke pahikara.</w:t>
            </w:r>
          </w:p>
          <w:p w14:paraId="167D621E" w14:textId="77777777" w:rsidR="007416CB" w:rsidRPr="0097707C" w:rsidRDefault="007416CB" w:rsidP="00EF02EB">
            <w:r>
              <w:rPr>
                <w:b/>
              </w:rPr>
              <w:t>Whakaahuahia</w:t>
            </w:r>
            <w:r w:rsidRPr="0097707C">
              <w:t xml:space="preserve"> ngā kōwhiringa hei whakatutuki i ngā putanga pai mō ngā take hononga.</w:t>
            </w:r>
          </w:p>
        </w:tc>
        <w:tc>
          <w:tcPr>
            <w:tcW w:w="28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329DD62" w14:textId="77777777" w:rsidR="007416CB" w:rsidRPr="0097707C" w:rsidRDefault="007416CB" w:rsidP="00EF02EB"/>
        </w:tc>
      </w:tr>
      <w:tr w:rsidR="007416CB" w:rsidRPr="0097707C" w14:paraId="5911FDA4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98C96E" w14:textId="77777777" w:rsidR="007416CB" w:rsidRPr="0097707C" w:rsidRDefault="007416CB" w:rsidP="00EF02EB"/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745781" w14:textId="77777777" w:rsidR="007416CB" w:rsidRPr="0097707C" w:rsidRDefault="007416CB" w:rsidP="00EF02EB">
            <w:pPr>
              <w:rPr>
                <w:b/>
                <w:bCs/>
              </w:rPr>
            </w:pP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034DC1D7" w14:textId="77777777" w:rsidR="007416CB" w:rsidRPr="0097707C" w:rsidRDefault="007416CB" w:rsidP="00EF02EB"/>
        </w:tc>
      </w:tr>
      <w:tr w:rsidR="007416CB" w:rsidRPr="0097707C" w14:paraId="65D36451" w14:textId="77777777" w:rsidTr="00132FA7">
        <w:tc>
          <w:tcPr>
            <w:tcW w:w="2200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223C60B0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Hauora Whaiaro me te Whanaketanga ā-Tinana A</w:t>
            </w:r>
          </w:p>
          <w:p w14:paraId="0155FDD5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A2 Ngā korikori tinana aunoa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69BBAF"/>
          </w:tcPr>
          <w:p w14:paraId="5AF78934" w14:textId="77777777" w:rsidR="007416CB" w:rsidRPr="0097707C" w:rsidRDefault="007416CB" w:rsidP="00EF02EB">
            <w:r>
              <w:rPr>
                <w:b/>
              </w:rPr>
              <w:t>Te whakawhanake i te Taha tinana</w:t>
            </w:r>
            <w:r>
              <w:t xml:space="preserve"> – Hauora tinana, te tinana, te tipu, whanaketanga, te kaha ki te neke, me ngā tikanga manaaki i te tinana</w:t>
            </w:r>
          </w:p>
          <w:p w14:paraId="65576BE7" w14:textId="77777777" w:rsidR="007416CB" w:rsidRPr="0097707C" w:rsidRDefault="007416CB" w:rsidP="00EF02EB"/>
        </w:tc>
      </w:tr>
      <w:tr w:rsidR="007416CB" w:rsidRPr="0097707C" w14:paraId="62C4369C" w14:textId="77777777" w:rsidTr="006428F9">
        <w:tc>
          <w:tcPr>
            <w:tcW w:w="771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BC6ABD" w14:textId="77777777" w:rsidR="007416CB" w:rsidRPr="0097707C" w:rsidRDefault="007416CB" w:rsidP="00EF02EB">
            <w:pPr>
              <w:rPr>
                <w:b/>
                <w:bCs/>
              </w:rPr>
            </w:pPr>
          </w:p>
        </w:tc>
        <w:tc>
          <w:tcPr>
            <w:tcW w:w="142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57C367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koronga akoranga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DF0323D" w14:textId="77777777" w:rsidR="007416CB" w:rsidRPr="0097707C" w:rsidRDefault="007416CB" w:rsidP="00EF02EB">
            <w:r>
              <w:rPr>
                <w:b/>
              </w:rPr>
              <w:t>Ngā wheako akoranga</w:t>
            </w:r>
          </w:p>
        </w:tc>
      </w:tr>
      <w:tr w:rsidR="007416CB" w:rsidRPr="0097707C" w14:paraId="40A8DAAB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6FE075" w14:textId="77777777" w:rsidR="007416CB" w:rsidRPr="0097707C" w:rsidRDefault="007416CB" w:rsidP="00EF02EB">
            <w:r>
              <w:t>Te whakauru ki ngā korikori tinana auau, aunoa hoki me te tautohu i ngā wheako ngahau. (Taumata 1)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029D8F" w14:textId="77777777" w:rsidR="007416CB" w:rsidRPr="0097707C" w:rsidRDefault="007416CB" w:rsidP="00EF02EB">
            <w:r>
              <w:rPr>
                <w:b/>
              </w:rPr>
              <w:t xml:space="preserve">Te whakauru </w:t>
            </w:r>
            <w:r w:rsidRPr="0097707C">
              <w:t xml:space="preserve"> ki ngā whakangungu pūkenga pahikara auau mō te ono wiki.</w:t>
            </w:r>
          </w:p>
          <w:p w14:paraId="7E631B23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ngā wheako ngahau ina whakauru ana ki ngā whakangungu pūkenga pahikara.</w:t>
            </w:r>
          </w:p>
          <w:p w14:paraId="3B1503A7" w14:textId="77777777" w:rsidR="007416CB" w:rsidRPr="0097707C" w:rsidRDefault="007416CB" w:rsidP="00EF02EB">
            <w:pPr>
              <w:rPr>
                <w:b/>
                <w:bCs/>
              </w:rPr>
            </w:pP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3039F3E9" w14:textId="77777777" w:rsidR="007416CB" w:rsidRPr="0097707C" w:rsidRDefault="007416CB" w:rsidP="00EF02EB">
            <w:r>
              <w:rPr>
                <w:b/>
              </w:rPr>
              <w:t xml:space="preserve">Whakauru </w:t>
            </w:r>
            <w:r w:rsidRPr="0097707C">
              <w:t xml:space="preserve"> ki ngā whakangungu pūkenga pahikara.</w:t>
            </w:r>
          </w:p>
          <w:p w14:paraId="3A4F0E1B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 xml:space="preserve">ngā wheako i ngahau ki ngā ākonga ina whakauru ana ki ngā whakangungu pūkenga pahikara.  Tāhopukia ō kitenga ki tētahi Ngaku SOLO. He aha ngā mea i ngahau ki a koe?  He aha i pērā ai ō whakaaro? He aha ngā whakaaro ka toko ake ki a koe mō te eke pahikara? </w:t>
            </w:r>
          </w:p>
          <w:p w14:paraId="05DD0132" w14:textId="77777777" w:rsidR="007416CB" w:rsidRPr="0097707C" w:rsidRDefault="007416CB" w:rsidP="00EF02EB">
            <w:r>
              <w:rPr>
                <w:b/>
              </w:rPr>
              <w:t>Tātuhia</w:t>
            </w:r>
            <w:r w:rsidRPr="0097707C">
              <w:t xml:space="preserve"> ngā pikitia (hopu whakaahua, ataata rānei) e ai ki ngā āki e whai ake.</w:t>
            </w:r>
          </w:p>
          <w:p w14:paraId="0A839769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He aha ngā mea i ngahau i a koe e eke pahikara ana?</w:t>
            </w:r>
          </w:p>
          <w:p w14:paraId="75544C1E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He aha i pērā ai ki ōu whakaaro?</w:t>
            </w:r>
          </w:p>
          <w:p w14:paraId="3DF904D9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He aha ngā whakaaro ka toko ake ki a koe mō ngā kaieke pahikara, te eke pahikara rānei? </w:t>
            </w:r>
          </w:p>
          <w:p w14:paraId="153BCCAE" w14:textId="77777777" w:rsidR="007416CB" w:rsidRPr="0097707C" w:rsidRDefault="007416CB" w:rsidP="00EF02EB"/>
          <w:p w14:paraId="3227EC81" w14:textId="77777777" w:rsidR="007416CB" w:rsidRPr="0097707C" w:rsidRDefault="007416CB" w:rsidP="00EF02EB">
            <w:r>
              <w:rPr>
                <w:b/>
              </w:rPr>
              <w:t>Tuhia he rārangi</w:t>
            </w:r>
            <w:r w:rsidRPr="0097707C">
              <w:t xml:space="preserve"> o ngā wheako ngahau katoa i pā ki a koe i a koe i te whakangungu i ngā pūkenga pahikara</w:t>
            </w:r>
          </w:p>
        </w:tc>
      </w:tr>
      <w:tr w:rsidR="007416CB" w:rsidRPr="0097707C" w14:paraId="72EE0D71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D9A8BD" w14:textId="77777777" w:rsidR="007416CB" w:rsidRPr="0097707C" w:rsidRDefault="007416CB" w:rsidP="00EF02EB">
            <w:r>
              <w:t>Whai wheako ki ngā korikori tinana auaha, auau, ngahau hoki me te whakaahua i ngā painga ki te hauora. (Taumata 2)</w:t>
            </w:r>
          </w:p>
          <w:p w14:paraId="412B339A" w14:textId="77777777" w:rsidR="007416CB" w:rsidRPr="0097707C" w:rsidRDefault="007416CB" w:rsidP="00EF02EB"/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6765BA" w14:textId="77777777" w:rsidR="007416CB" w:rsidRPr="0097707C" w:rsidRDefault="007416CB" w:rsidP="00EF02EB">
            <w:pPr>
              <w:rPr>
                <w:b/>
                <w:bCs/>
              </w:rPr>
            </w:pPr>
            <w:r w:rsidRPr="0097707C">
              <w:rPr>
                <w:b/>
                <w:bCs/>
              </w:rPr>
              <w:t>Whakauru</w:t>
            </w:r>
            <w:r>
              <w:t xml:space="preserve"> haere tonu ki ngā whakangungu pūkenga pahikara</w:t>
            </w:r>
            <w:r w:rsidRPr="0097707C">
              <w:rPr>
                <w:b/>
                <w:bCs/>
              </w:rPr>
              <w:t xml:space="preserve"> </w:t>
            </w:r>
          </w:p>
          <w:p w14:paraId="66B64EAF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Whakaahuahia he </w:t>
            </w:r>
            <w:r w:rsidRPr="0097707C">
              <w:t>pēhea e whiwhi painga ai te hauora i te whakangungu pahikara.</w:t>
            </w:r>
            <w:r>
              <w:rPr>
                <w:b/>
              </w:rPr>
              <w:t xml:space="preserve"> 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AF57FAA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ngā momo hauora e whā.</w:t>
            </w:r>
          </w:p>
          <w:p w14:paraId="372F92C5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Whakarārangihia</w:t>
            </w:r>
            <w:r w:rsidRPr="0097707C">
              <w:t xml:space="preserve"> ngā tikanga e whiwhi painga ai te hauora i te whakangungu pūkenga pahikara. </w:t>
            </w:r>
          </w:p>
          <w:p w14:paraId="371E6CB4" w14:textId="77777777" w:rsidR="007416CB" w:rsidRPr="0097707C" w:rsidRDefault="007416CB" w:rsidP="00EF02EB">
            <w:r>
              <w:rPr>
                <w:b/>
              </w:rPr>
              <w:t xml:space="preserve">Whakaahuahia </w:t>
            </w:r>
            <w:r w:rsidRPr="0097707C">
              <w:t>he pēhea te whiwhi painga o te hauora i te whakangungu pahikara.</w:t>
            </w:r>
          </w:p>
          <w:p w14:paraId="253D06C4" w14:textId="77777777" w:rsidR="007416CB" w:rsidRPr="0097707C" w:rsidRDefault="007416CB" w:rsidP="00EF02EB">
            <w:pPr>
              <w:rPr>
                <w:i/>
                <w:iCs/>
              </w:rPr>
            </w:pPr>
            <w:r>
              <w:rPr>
                <w:i/>
              </w:rPr>
              <w:t>Hei tauira, Whakamahia he Mahere Whakaahua SOLO me te rūpiki hei whakaahua i ngā painga o te whakangungu pahikara:</w:t>
            </w:r>
          </w:p>
          <w:p w14:paraId="31394AB8" w14:textId="77777777" w:rsidR="007416CB" w:rsidRPr="007B520F" w:rsidRDefault="007416CB" w:rsidP="00EF02EB">
            <w:pPr>
              <w:pStyle w:val="ListBullet"/>
              <w:rPr>
                <w:i/>
              </w:rPr>
            </w:pPr>
            <w:r>
              <w:rPr>
                <w:i/>
              </w:rPr>
              <w:t>Taha tinana</w:t>
            </w:r>
          </w:p>
          <w:p w14:paraId="7DF4538D" w14:textId="77777777" w:rsidR="007416CB" w:rsidRPr="007B520F" w:rsidRDefault="007416CB" w:rsidP="00EF02EB">
            <w:pPr>
              <w:pStyle w:val="ListBullet"/>
              <w:rPr>
                <w:i/>
              </w:rPr>
            </w:pPr>
            <w:r>
              <w:rPr>
                <w:i/>
              </w:rPr>
              <w:t>Taha hinengaro</w:t>
            </w:r>
          </w:p>
          <w:p w14:paraId="213638D8" w14:textId="77777777" w:rsidR="007416CB" w:rsidRPr="007B520F" w:rsidRDefault="007416CB" w:rsidP="00EF02EB">
            <w:pPr>
              <w:pStyle w:val="ListBullet"/>
              <w:rPr>
                <w:i/>
              </w:rPr>
            </w:pPr>
            <w:r>
              <w:rPr>
                <w:i/>
              </w:rPr>
              <w:t>Taha whanau</w:t>
            </w:r>
          </w:p>
          <w:p w14:paraId="382F6A3F" w14:textId="77777777" w:rsidR="007416CB" w:rsidRPr="007B520F" w:rsidRDefault="007416CB" w:rsidP="00EF02EB">
            <w:pPr>
              <w:pStyle w:val="ListBullet"/>
              <w:rPr>
                <w:i/>
              </w:rPr>
            </w:pPr>
            <w:r>
              <w:rPr>
                <w:i/>
              </w:rPr>
              <w:t>Taha wairua</w:t>
            </w:r>
          </w:p>
          <w:p w14:paraId="0E0BBA12" w14:textId="77777777" w:rsidR="007416CB" w:rsidRPr="0097707C" w:rsidRDefault="007416CB" w:rsidP="00EF02EB"/>
        </w:tc>
      </w:tr>
      <w:tr w:rsidR="007416CB" w:rsidRPr="0097707C" w14:paraId="4FB39083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869E24" w14:textId="77777777" w:rsidR="007416CB" w:rsidRPr="0097707C" w:rsidRDefault="007416CB" w:rsidP="00EF02EB">
            <w:r>
              <w:lastRenderedPageBreak/>
              <w:t>Te whakauru haere tonu ki nga korikori tinana ngahau i roto i ngā taiao rerekē me te whakaahua ka pēhea te āwhina a ēnei ki te hāpai i te hauora. (Taumata 3)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6D88BF" w14:textId="77777777" w:rsidR="007416CB" w:rsidRPr="0097707C" w:rsidRDefault="007416CB" w:rsidP="00EF02EB">
            <w:r>
              <w:rPr>
                <w:b/>
              </w:rPr>
              <w:t xml:space="preserve">Whakaharatautia </w:t>
            </w:r>
            <w:r w:rsidRPr="0097707C">
              <w:t>ngā pūkenga pahikara i roto i ngā taiao rerekē whānui:</w:t>
            </w:r>
          </w:p>
          <w:p w14:paraId="4923CDAB" w14:textId="77777777" w:rsidR="007416CB" w:rsidRPr="0097707C" w:rsidRDefault="007416CB" w:rsidP="00EF02EB">
            <w:pPr>
              <w:pStyle w:val="ListBullet"/>
            </w:pPr>
            <w:r>
              <w:t>I roto i te takiwā kura,</w:t>
            </w:r>
          </w:p>
          <w:p w14:paraId="7D96017E" w14:textId="77777777" w:rsidR="007416CB" w:rsidRPr="0097707C" w:rsidRDefault="007416CB" w:rsidP="00EF02EB">
            <w:pPr>
              <w:pStyle w:val="ListBullet"/>
              <w:rPr>
                <w:b/>
                <w:bCs/>
              </w:rPr>
            </w:pPr>
            <w:r>
              <w:t>i tētahi pāka paetata.</w:t>
            </w:r>
          </w:p>
          <w:p w14:paraId="7EC43FF2" w14:textId="77777777" w:rsidR="007416CB" w:rsidRPr="0097707C" w:rsidRDefault="007416CB" w:rsidP="00EF02EB"/>
          <w:p w14:paraId="49D62CD0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Whakaahuahia he </w:t>
            </w:r>
            <w:r w:rsidRPr="0097707C">
              <w:t xml:space="preserve">pēhea te hāpai a te whakangungu pūkenga pahikara i te hauora. </w:t>
            </w:r>
            <w:r>
              <w:rPr>
                <w:b/>
              </w:rPr>
              <w:t xml:space="preserve"> 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3881F1D1" w14:textId="77777777" w:rsidR="007416CB" w:rsidRPr="0097707C" w:rsidRDefault="007416CB" w:rsidP="00EF02EB">
            <w:r>
              <w:rPr>
                <w:b/>
              </w:rPr>
              <w:t>Me</w:t>
            </w:r>
            <w:r w:rsidRPr="0097707C">
              <w:t xml:space="preserve"> ōrite te haere ki ngā pāka paetata, ngā ara pahikara me ngā wāhi mārakerake ki te whakangungu i ngā pūkenga pahikara. </w:t>
            </w:r>
          </w:p>
          <w:p w14:paraId="6C26B8FD" w14:textId="77777777" w:rsidR="007416CB" w:rsidRPr="0097707C" w:rsidRDefault="007416CB" w:rsidP="00EF02EB">
            <w:r>
              <w:rPr>
                <w:b/>
              </w:rPr>
              <w:t xml:space="preserve">Me pupuri </w:t>
            </w:r>
            <w:r>
              <w:t xml:space="preserve">pikitia/rangitaki whakaahua/rangitaki o ia haerenga e whakaata ana i te haerenga/mahinga, e whakaahua ana he pēhea me te whakamārama i te take e hāpai ana te whakaurunga auau i te hauora. </w:t>
            </w:r>
            <w:r>
              <w:rPr>
                <w:b/>
              </w:rPr>
              <w:t xml:space="preserve">Whakamahia </w:t>
            </w:r>
            <w:r>
              <w:t>ngā whakaahua (tātuhinga/peita), ngā mahere me te tirohanga tiriti mai i Google Earth me ngā kōrero mai i ngā haerenga hei whakatauira ki tētahi pukapuka pikitia e whakaahua ana he pēhea te hāpai a ngā whakangungu pūkenga pahikara i te hauora.</w:t>
            </w:r>
          </w:p>
          <w:p w14:paraId="2493A87D" w14:textId="77777777" w:rsidR="007416CB" w:rsidRPr="0097707C" w:rsidRDefault="007416CB" w:rsidP="00EF02EB">
            <w:r>
              <w:rPr>
                <w:b/>
              </w:rPr>
              <w:t>Mahia he ataata whakapakepake poto</w:t>
            </w:r>
            <w:r w:rsidRPr="0097707C">
              <w:t xml:space="preserve"> (2 ki te 3 meneti te roa) e whakaahua ana he pēhea te whakapai ake i te whakangungu pūkenga pahikara i tō ao. </w:t>
            </w:r>
          </w:p>
        </w:tc>
      </w:tr>
      <w:tr w:rsidR="007416CB" w:rsidRPr="0097707C" w14:paraId="58C9FEBA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BBC7E8" w14:textId="77777777" w:rsidR="007416CB" w:rsidRPr="0097707C" w:rsidRDefault="007416CB" w:rsidP="00EF02EB">
            <w:r>
              <w:t>Whakaahuahia tētahi whai kawenga nui tonu mō te whakauru mai i ngā korikori tinana auau, ngahau hoki ki tō rātau āhua noho ake hei whakarākei ake i te hauora.(Taumata 4)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CF0F2B6" w14:textId="400CC7EF" w:rsidR="007416CB" w:rsidRPr="0097707C" w:rsidRDefault="007416CB" w:rsidP="00EF02EB">
            <w:r>
              <w:rPr>
                <w:b/>
              </w:rPr>
              <w:t>Whakaurua</w:t>
            </w:r>
            <w:r w:rsidRPr="0097707C">
              <w:t xml:space="preserve"> ngā whakaharatau pūkenga pahikara auau ki tētahi wātaka mahinga i mua, i muri i te kura rānei me te hararei kura.</w:t>
            </w:r>
          </w:p>
          <w:p w14:paraId="229C0B62" w14:textId="77777777" w:rsidR="007416CB" w:rsidRPr="0097707C" w:rsidRDefault="007416CB" w:rsidP="00EF02EB">
            <w:r>
              <w:t xml:space="preserve">Hei tauira, whakaurua he 'Oho Moata i Ngā Wenerei', 'Noho Mai i Ngā Tāite' rānei kia whai wā ai mō ngā whakangungu pūkenga. </w:t>
            </w:r>
          </w:p>
          <w:p w14:paraId="576D6B38" w14:textId="77777777" w:rsidR="007416CB" w:rsidRPr="0097707C" w:rsidRDefault="007416CB" w:rsidP="00EF02EB">
            <w:pPr>
              <w:rPr>
                <w:b/>
                <w:bCs/>
              </w:rPr>
            </w:pPr>
            <w:r>
              <w:t xml:space="preserve">Whakatairangatia ēnei mahinga auau ki ētahi atu hei āwhina i a rātau ki te whakamahi. 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1BB71B2A" w14:textId="77777777" w:rsidR="007416CB" w:rsidRPr="0097707C" w:rsidRDefault="007416CB" w:rsidP="00EF02EB">
            <w:r w:rsidRPr="0097707C">
              <w:rPr>
                <w:b/>
                <w:bCs/>
              </w:rPr>
              <w:t xml:space="preserve">Whakariteritea </w:t>
            </w:r>
            <w:r>
              <w:t>ngā whai wāhitanga mō ngā whakaharatau pūkenga pahikara auau. Whakamahia ngā rongorau hei whakatairanga i ēnei whai wāhitanga.</w:t>
            </w:r>
          </w:p>
          <w:p w14:paraId="5A99C93D" w14:textId="77777777" w:rsidR="007416CB" w:rsidRPr="0097707C" w:rsidRDefault="007416CB" w:rsidP="00EF02EB">
            <w:pPr>
              <w:rPr>
                <w:b/>
                <w:bCs/>
              </w:rPr>
            </w:pPr>
            <w:r>
              <w:t>Hei tauira, ngā pānui, karere patowaea, pānui karere, ngā papa karere kura, whare tapere whakaara ohorere, me ngā pānui whakaminenga, whakaaturanga rānei.</w:t>
            </w:r>
          </w:p>
        </w:tc>
      </w:tr>
      <w:tr w:rsidR="007416CB" w:rsidRPr="0097707C" w14:paraId="5F994493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83E100B" w14:textId="77777777" w:rsidR="007416CB" w:rsidRPr="0097707C" w:rsidRDefault="007416CB" w:rsidP="00EF02EB">
            <w:r>
              <w:t>Whai wheako ki ngā korikori tinana ngahau rerekē me te whakaahua he pēhea te whakaawe a ngā whakaurunga taumata rerekē ki te hauora me te āhua noho. (Taumata 5)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FA541B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Whakamahia </w:t>
            </w:r>
            <w:r w:rsidRPr="0097707C">
              <w:t>ngā pūkenga pahikara i roto i ngā mahinga pahikara i roto i te hapori whānui ake.</w:t>
            </w:r>
            <w:r>
              <w:rPr>
                <w:b/>
              </w:rPr>
              <w:t xml:space="preserve"> </w:t>
            </w:r>
          </w:p>
          <w:p w14:paraId="21796F0B" w14:textId="77777777" w:rsidR="007416CB" w:rsidRPr="0097707C" w:rsidRDefault="007416CB" w:rsidP="00EF02EB">
            <w:r>
              <w:rPr>
                <w:b/>
              </w:rPr>
              <w:t xml:space="preserve">Whakaahuahia </w:t>
            </w:r>
            <w:r w:rsidRPr="0097707C">
              <w:t>te whai wāhitanga i roto i ngā mahinga pahikara me ngā huihuinga i roto i te hapori whānui ake.</w:t>
            </w:r>
          </w:p>
          <w:p w14:paraId="4AA5CDAA" w14:textId="77777777" w:rsidR="007416CB" w:rsidRPr="0097707C" w:rsidRDefault="007416CB" w:rsidP="00EF02EB">
            <w:r>
              <w:rPr>
                <w:b/>
              </w:rPr>
              <w:t>Whakamāramahia mai he pēhea</w:t>
            </w:r>
            <w:r w:rsidRPr="0097707C">
              <w:t xml:space="preserve"> te whakaawe a ngā whakaurunga taumata rerekē i roto i te eke pahikara ki te hauora. </w:t>
            </w:r>
          </w:p>
          <w:p w14:paraId="55CFD656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Whakaahuahia he pēhea</w:t>
            </w:r>
            <w:r w:rsidRPr="0097707C">
              <w:t xml:space="preserve"> te whakaawe a ngā whakaurunga taumata rerekē ki te tautika o te āhua noho.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215E8A72" w14:textId="77777777" w:rsidR="007416CB" w:rsidRPr="0097707C" w:rsidRDefault="007416CB" w:rsidP="00EF02EB">
            <w:r>
              <w:rPr>
                <w:b/>
              </w:rPr>
              <w:t>Whakauru</w:t>
            </w:r>
            <w:r w:rsidRPr="0097707C">
              <w:t xml:space="preserve"> ki ngā mahinga pahikara e wātea ana i roto i te hapori paetata, whānui hoki.</w:t>
            </w:r>
          </w:p>
          <w:p w14:paraId="42F1EBCA" w14:textId="77777777" w:rsidR="007416CB" w:rsidRPr="0097707C" w:rsidRDefault="007416CB" w:rsidP="00EF02EB">
            <w:r>
              <w:rPr>
                <w:b/>
              </w:rPr>
              <w:t>Torotoroa</w:t>
            </w:r>
            <w:r w:rsidRPr="0097707C">
              <w:t xml:space="preserve"> ngā rōpū rerekē hei whakahaere, whakarite rānei i ngā mahinga pahikara mō te hunga i roto i te hapori e uaua pea ki a rātau te whai wheako eke pahikara. </w:t>
            </w:r>
          </w:p>
          <w:p w14:paraId="55EF7CF2" w14:textId="77777777" w:rsidR="007416CB" w:rsidRPr="0097707C" w:rsidRDefault="007416CB" w:rsidP="00EF02EB">
            <w:r>
              <w:rPr>
                <w:b/>
              </w:rPr>
              <w:t xml:space="preserve">Me tuhi he rangitaki hapori </w:t>
            </w:r>
            <w:r w:rsidRPr="0097707C">
              <w:t xml:space="preserve">(rangitaki ataata rānei) e pānui ana i ngā mahinga pahikara me te uiui me te whakaaroaro mō ngā kaiwhakamahi rori he rerekē te taumata whai wāhi ki te eke pahikara. Whakamāramahia mai he pēhea te whakarākei i te hauora o ngā kaieke pahikara i tō rātau whakauru mai. </w:t>
            </w:r>
          </w:p>
        </w:tc>
      </w:tr>
      <w:tr w:rsidR="007416CB" w:rsidRPr="0097707C" w14:paraId="1B60E745" w14:textId="77777777" w:rsidTr="00EE553B">
        <w:tc>
          <w:tcPr>
            <w:tcW w:w="5000" w:type="pct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15E8B47D" w14:textId="77777777" w:rsidR="007416CB" w:rsidRPr="0097707C" w:rsidRDefault="007416CB" w:rsidP="00EF02EB"/>
        </w:tc>
      </w:tr>
      <w:tr w:rsidR="007416CB" w:rsidRPr="0097707C" w14:paraId="10018343" w14:textId="77777777" w:rsidTr="00132FA7">
        <w:tc>
          <w:tcPr>
            <w:tcW w:w="2200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9BBAF"/>
          </w:tcPr>
          <w:p w14:paraId="6F94FCF5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A3 Whakahaerenga Haumaru 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69BBAF"/>
          </w:tcPr>
          <w:p w14:paraId="41B93A5D" w14:textId="77777777" w:rsidR="007416CB" w:rsidRPr="0097707C" w:rsidRDefault="007416CB" w:rsidP="00EF02EB">
            <w:r>
              <w:rPr>
                <w:b/>
              </w:rPr>
              <w:t xml:space="preserve">Te whakawhanake i te Taha tinana – </w:t>
            </w:r>
            <w:r w:rsidRPr="0097707C">
              <w:t>Hauora tinana, te tinana, te tipu, te whanaketanga, te kaha ki te neke, me ngā tikanga manaaki i te tinana</w:t>
            </w:r>
          </w:p>
          <w:p w14:paraId="7A00E942" w14:textId="77777777" w:rsidR="007416CB" w:rsidRPr="0097707C" w:rsidRDefault="007416CB" w:rsidP="00EF02EB">
            <w:r>
              <w:rPr>
                <w:b/>
              </w:rPr>
              <w:lastRenderedPageBreak/>
              <w:t xml:space="preserve">Te whakawhanake i te Taha hinengaro – </w:t>
            </w:r>
            <w:r w:rsidRPr="0097707C">
              <w:t>Hauora hinengaro, kare ā-roto hoki, ngā tukanga whakaaro tika, te āhukahuka me te whakaputa whakaaro me te āhua o te ngākau me te urupare tōtika</w:t>
            </w:r>
          </w:p>
        </w:tc>
      </w:tr>
      <w:tr w:rsidR="007416CB" w:rsidRPr="0097707C" w14:paraId="50E4591A" w14:textId="77777777" w:rsidTr="006428F9">
        <w:tc>
          <w:tcPr>
            <w:tcW w:w="771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15659A" w14:textId="77777777" w:rsidR="007416CB" w:rsidRPr="0097707C" w:rsidRDefault="007416CB" w:rsidP="00EF02EB">
            <w:pPr>
              <w:rPr>
                <w:b/>
                <w:bCs/>
              </w:rPr>
            </w:pPr>
          </w:p>
        </w:tc>
        <w:tc>
          <w:tcPr>
            <w:tcW w:w="142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E78AA1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koronga akoranga: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0DBE197C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wheako akoranga</w:t>
            </w:r>
          </w:p>
        </w:tc>
      </w:tr>
      <w:tr w:rsidR="007416CB" w:rsidRPr="0097707C" w14:paraId="76E56A22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3B16FB" w14:textId="77777777" w:rsidR="007416CB" w:rsidRPr="0097707C" w:rsidRDefault="007416CB" w:rsidP="00EF02EB">
            <w:r>
              <w:t>Me whakaahua me te whakamahi i ngā tikanga haumaru i roto i ngā horopaki rerekē me te tautohu i ngā tāngata ka taea te āwhina. (Taumata 1)</w:t>
            </w:r>
          </w:p>
          <w:p w14:paraId="6CED8189" w14:textId="77777777" w:rsidR="007416CB" w:rsidRPr="0097707C" w:rsidRDefault="007416CB" w:rsidP="00EF02EB"/>
          <w:p w14:paraId="6E8F4340" w14:textId="77777777" w:rsidR="007416CB" w:rsidRPr="0097707C" w:rsidRDefault="007416CB" w:rsidP="00EF02EB"/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913F067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ngā tikanga haumaru ina eke pahikara:</w:t>
            </w:r>
          </w:p>
          <w:p w14:paraId="5CFA6686" w14:textId="77777777" w:rsidR="007416CB" w:rsidRPr="0097707C" w:rsidRDefault="007416CB" w:rsidP="00EF02EB">
            <w:pPr>
              <w:pStyle w:val="ListBullet"/>
            </w:pPr>
            <w:r>
              <w:t>i roto i te papatākaro</w:t>
            </w:r>
          </w:p>
          <w:p w14:paraId="0D3C0AFC" w14:textId="77777777" w:rsidR="007416CB" w:rsidRPr="0097707C" w:rsidRDefault="007416CB" w:rsidP="00EF02EB">
            <w:pPr>
              <w:pStyle w:val="ListBullet"/>
            </w:pPr>
            <w:r>
              <w:t>i tētahi ara pahikara</w:t>
            </w:r>
          </w:p>
          <w:p w14:paraId="537E1307" w14:textId="77777777" w:rsidR="007416CB" w:rsidRPr="0097707C" w:rsidRDefault="007416CB" w:rsidP="00EF02EB">
            <w:pPr>
              <w:pStyle w:val="ListBullet"/>
            </w:pPr>
            <w:r>
              <w:t>i te rori</w:t>
            </w:r>
          </w:p>
          <w:p w14:paraId="26ACD733" w14:textId="77777777" w:rsidR="007416CB" w:rsidRPr="0097707C" w:rsidRDefault="007416CB" w:rsidP="00EF02EB">
            <w:pPr>
              <w:pStyle w:val="ListBullet"/>
            </w:pPr>
            <w:r>
              <w:t>i roto i te pāka.</w:t>
            </w:r>
          </w:p>
          <w:p w14:paraId="4FC88955" w14:textId="77777777" w:rsidR="007416CB" w:rsidRPr="0097707C" w:rsidRDefault="007416CB" w:rsidP="00EF02EB">
            <w:pPr>
              <w:rPr>
                <w:b/>
                <w:bCs/>
              </w:rPr>
            </w:pPr>
          </w:p>
          <w:p w14:paraId="5B49587F" w14:textId="77777777" w:rsidR="007416CB" w:rsidRPr="0097707C" w:rsidRDefault="007416CB" w:rsidP="00EF02EB">
            <w:r>
              <w:rPr>
                <w:b/>
              </w:rPr>
              <w:t xml:space="preserve">Whakaahuatia </w:t>
            </w:r>
            <w:r w:rsidRPr="0097707C">
              <w:t>ngā tikanga haumaru ina eke pahikara:</w:t>
            </w:r>
          </w:p>
          <w:p w14:paraId="27D4D914" w14:textId="77777777" w:rsidR="007416CB" w:rsidRPr="0097707C" w:rsidRDefault="007416CB" w:rsidP="00EF02EB">
            <w:pPr>
              <w:pStyle w:val="ListBullet"/>
            </w:pPr>
            <w:r>
              <w:t>i roto i te papatākaro</w:t>
            </w:r>
          </w:p>
          <w:p w14:paraId="2B989F0C" w14:textId="77777777" w:rsidR="007416CB" w:rsidRPr="0097707C" w:rsidRDefault="007416CB" w:rsidP="00EF02EB">
            <w:pPr>
              <w:pStyle w:val="ListBullet"/>
            </w:pPr>
            <w:r>
              <w:t>i tētahi ara pahikara</w:t>
            </w:r>
          </w:p>
          <w:p w14:paraId="191A4D7A" w14:textId="77777777" w:rsidR="007416CB" w:rsidRPr="0097707C" w:rsidRDefault="007416CB" w:rsidP="00EF02EB">
            <w:pPr>
              <w:pStyle w:val="ListBullet"/>
            </w:pPr>
            <w:r>
              <w:t>i te rori</w:t>
            </w:r>
          </w:p>
          <w:p w14:paraId="211B0B0D" w14:textId="77777777" w:rsidR="007416CB" w:rsidRPr="0097707C" w:rsidRDefault="007416CB" w:rsidP="00EF02EB">
            <w:pPr>
              <w:pStyle w:val="ListBullet"/>
            </w:pPr>
            <w:r>
              <w:t>i roto i te pāka.</w:t>
            </w:r>
          </w:p>
          <w:p w14:paraId="2583C160" w14:textId="77777777" w:rsidR="007416CB" w:rsidRPr="0097707C" w:rsidRDefault="007416CB" w:rsidP="00EF02EB"/>
          <w:p w14:paraId="4A9E3693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ngā tāngata ka taea te āwhina i ētahi atu e whakamahi ana i ngā tikanga haumaru ina eke pahikara:</w:t>
            </w:r>
          </w:p>
          <w:p w14:paraId="32A06FCF" w14:textId="77777777" w:rsidR="007416CB" w:rsidRPr="0097707C" w:rsidRDefault="007416CB" w:rsidP="00EF02EB">
            <w:pPr>
              <w:pStyle w:val="ListBullet"/>
            </w:pPr>
            <w:r>
              <w:t>i roto i te papatākaro</w:t>
            </w:r>
          </w:p>
          <w:p w14:paraId="4FEE19D6" w14:textId="77777777" w:rsidR="007416CB" w:rsidRPr="0097707C" w:rsidRDefault="007416CB" w:rsidP="00EF02EB">
            <w:pPr>
              <w:pStyle w:val="ListBullet"/>
            </w:pPr>
            <w:r>
              <w:t>i tētahi ara pahikara</w:t>
            </w:r>
          </w:p>
          <w:p w14:paraId="7C620513" w14:textId="77777777" w:rsidR="007416CB" w:rsidRPr="0097707C" w:rsidRDefault="007416CB" w:rsidP="00EF02EB">
            <w:pPr>
              <w:pStyle w:val="ListBullet"/>
            </w:pPr>
            <w:r>
              <w:t>i te rori</w:t>
            </w:r>
          </w:p>
          <w:p w14:paraId="57699E0A" w14:textId="77777777" w:rsidR="007416CB" w:rsidRPr="0097707C" w:rsidRDefault="007416CB" w:rsidP="00EF02EB">
            <w:pPr>
              <w:pStyle w:val="ListBullet"/>
              <w:rPr>
                <w:b/>
                <w:bCs/>
              </w:rPr>
            </w:pPr>
            <w:r>
              <w:t>i roto i te pāka.</w:t>
            </w:r>
          </w:p>
          <w:p w14:paraId="09E0D475" w14:textId="77777777" w:rsidR="007416CB" w:rsidRPr="0097707C" w:rsidRDefault="007416CB" w:rsidP="00EF02EB">
            <w:pPr>
              <w:rPr>
                <w:b/>
                <w:bCs/>
              </w:rPr>
            </w:pPr>
          </w:p>
          <w:p w14:paraId="1143326C" w14:textId="77777777" w:rsidR="007416CB" w:rsidRPr="0097707C" w:rsidRDefault="007416CB" w:rsidP="00EF02EB">
            <w:r>
              <w:rPr>
                <w:b/>
              </w:rPr>
              <w:t xml:space="preserve">Whakamahia </w:t>
            </w:r>
            <w:r w:rsidRPr="0097707C">
              <w:t>ngā tikanga haumaru ina eke pahikara:</w:t>
            </w:r>
          </w:p>
          <w:p w14:paraId="59F20943" w14:textId="77777777" w:rsidR="007416CB" w:rsidRPr="0097707C" w:rsidRDefault="007416CB" w:rsidP="00EF02EB">
            <w:pPr>
              <w:pStyle w:val="ListBullet"/>
            </w:pPr>
            <w:r>
              <w:t>i roto i te papatākaro</w:t>
            </w:r>
          </w:p>
          <w:p w14:paraId="355A39BD" w14:textId="77777777" w:rsidR="007416CB" w:rsidRPr="0097707C" w:rsidRDefault="007416CB" w:rsidP="00EF02EB">
            <w:pPr>
              <w:pStyle w:val="ListBullet"/>
            </w:pPr>
            <w:r>
              <w:t>i tētahi ara pahikara</w:t>
            </w:r>
          </w:p>
          <w:p w14:paraId="6165DECD" w14:textId="77777777" w:rsidR="007416CB" w:rsidRPr="0097707C" w:rsidRDefault="007416CB" w:rsidP="00EF02EB">
            <w:pPr>
              <w:pStyle w:val="ListBullet"/>
            </w:pPr>
            <w:r>
              <w:t>i te rori</w:t>
            </w:r>
          </w:p>
          <w:p w14:paraId="1C2141D5" w14:textId="77777777" w:rsidR="007416CB" w:rsidRPr="0097707C" w:rsidRDefault="007416CB" w:rsidP="00EF02EB">
            <w:pPr>
              <w:pStyle w:val="ListBullet"/>
            </w:pPr>
            <w:r>
              <w:t>i roto i te pāka.</w:t>
            </w:r>
          </w:p>
          <w:p w14:paraId="42E7364F" w14:textId="77777777" w:rsidR="007416CB" w:rsidRPr="0097707C" w:rsidRDefault="007416CB" w:rsidP="00EF02EB">
            <w:pPr>
              <w:rPr>
                <w:b/>
                <w:bCs/>
              </w:rPr>
            </w:pPr>
            <w:r>
              <w:t xml:space="preserve"> 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3B1B5BCD" w14:textId="77777777" w:rsidR="007416CB" w:rsidRPr="0097707C" w:rsidRDefault="007416CB" w:rsidP="00EF02EB">
            <w:r>
              <w:t xml:space="preserve">Whakamahia ngā rauemi i raro hei </w:t>
            </w:r>
            <w:r w:rsidRPr="0097707C">
              <w:rPr>
                <w:b/>
                <w:bCs/>
              </w:rPr>
              <w:t xml:space="preserve">tautohu </w:t>
            </w:r>
            <w:r>
              <w:t>i ngā tikanga haumaru ina eke pahikara:</w:t>
            </w:r>
          </w:p>
          <w:p w14:paraId="239D9EEB" w14:textId="77777777" w:rsidR="007416CB" w:rsidRPr="0097707C" w:rsidRDefault="007416CB" w:rsidP="00EF02EB">
            <w:pPr>
              <w:pStyle w:val="ListBullet"/>
            </w:pPr>
            <w:r>
              <w:t>i roto i te papatākaro</w:t>
            </w:r>
          </w:p>
          <w:p w14:paraId="70E64FDF" w14:textId="77777777" w:rsidR="007416CB" w:rsidRPr="0097707C" w:rsidRDefault="007416CB" w:rsidP="00EF02EB">
            <w:pPr>
              <w:pStyle w:val="ListBullet"/>
            </w:pPr>
            <w:r>
              <w:t>i tētahi ara pahikara</w:t>
            </w:r>
          </w:p>
          <w:p w14:paraId="4E93082F" w14:textId="77777777" w:rsidR="007416CB" w:rsidRPr="0097707C" w:rsidRDefault="007416CB" w:rsidP="00EF02EB">
            <w:pPr>
              <w:pStyle w:val="ListBullet"/>
            </w:pPr>
            <w:r>
              <w:t>i te rori</w:t>
            </w:r>
          </w:p>
          <w:p w14:paraId="79ADDBBF" w14:textId="77777777" w:rsidR="007416CB" w:rsidRPr="0097707C" w:rsidRDefault="007416CB" w:rsidP="00EF02EB">
            <w:pPr>
              <w:pStyle w:val="ListBullet"/>
            </w:pPr>
            <w:r>
              <w:t>i roto i te pāka.</w:t>
            </w:r>
          </w:p>
          <w:p w14:paraId="1DD42513" w14:textId="77777777" w:rsidR="007416CB" w:rsidRPr="0097707C" w:rsidRDefault="007416CB" w:rsidP="00EF02EB"/>
          <w:p w14:paraId="6E9F18F3" w14:textId="3A28EE6F" w:rsidR="007416CB" w:rsidRDefault="007416CB" w:rsidP="00EF02EB">
            <w:r>
              <w:t xml:space="preserve">Mātakitakina, ka whakaahua, ka whakaahua ataata hoki/rānei i ngā kaieke pahikara e whakarite ana mō tētahi haerenga.  Tautohua ngā tikanga haumaru e whakamahia ana e rātau.  Tātuhia, whakaahuatia rānei ia tikanga haumaru. Whakamahia ngā whakaahua, ataata rānei hei titiro anō ki ngā whakaritenga. I pēhea tā rātau tirotiro i ā rātau utauta me tō rātau pōtae haumaru? He aha te raupapa i tirotiro ai rātau i ā rātau utauta me tō rātau pōtae haumaru? Mahia he wātaka akomanga mā te whakamahi i ngā whakaahua me ngā tātuhinga hei whakaraupapa i ngā upane katoa i whāia e ngā kaieke pahikara i mua i tō rātau wehenga ki tō rātau pahikara. </w:t>
            </w:r>
          </w:p>
          <w:p w14:paraId="4F4FDF48" w14:textId="77777777" w:rsidR="00D77A7C" w:rsidRPr="0097707C" w:rsidRDefault="00D77A7C" w:rsidP="00EF02EB"/>
          <w:p w14:paraId="688D1451" w14:textId="77777777" w:rsidR="007416CB" w:rsidRPr="0097707C" w:rsidRDefault="007416CB" w:rsidP="00EF02EB">
            <w:r>
              <w:rPr>
                <w:b/>
              </w:rPr>
              <w:t>Whakamahia te Ngaku SOLO</w:t>
            </w:r>
            <w:r w:rsidRPr="0097707C">
              <w:t xml:space="preserve"> hei āta whakaaroaro mō te tikanga haumaru.  Tuatahi me tautohu tētahi tikanga haumaru mai i ngā rauemi, ā, ka whakamārama he aha ki ōu whakaaro he tikanga haumaru, ā, ka whakaaro ai ka pēhea tō whakamahi i te tikanga. Whakamahia tēnei tikanga (tikanga tauira).</w:t>
            </w:r>
          </w:p>
          <w:p w14:paraId="075152F4" w14:textId="77777777" w:rsidR="007416CB" w:rsidRPr="0097707C" w:rsidRDefault="007416CB" w:rsidP="00EF02EB"/>
          <w:p w14:paraId="55E800DA" w14:textId="77777777" w:rsidR="007416CB" w:rsidRPr="0097707C" w:rsidRDefault="007416CB" w:rsidP="00EF02EB">
            <w:r>
              <w:rPr>
                <w:b/>
              </w:rPr>
              <w:t>Whakamahia Ngā Tapapono SOLO</w:t>
            </w:r>
            <w:r w:rsidRPr="0097707C">
              <w:t xml:space="preserve">. </w:t>
            </w:r>
          </w:p>
          <w:p w14:paraId="40759D76" w14:textId="77777777" w:rsidR="007416CB" w:rsidRPr="0097707C" w:rsidRDefault="007416CB" w:rsidP="00EF02EB">
            <w:r>
              <w:t>Ka mahi ngā ākonga i roto i ngā rōpū mahi tahi.</w:t>
            </w:r>
          </w:p>
          <w:p w14:paraId="7B2691C7" w14:textId="77777777" w:rsidR="007416CB" w:rsidRPr="0097707C" w:rsidRDefault="007416CB" w:rsidP="00EF02EB">
            <w:r>
              <w:t>Whakamahia ngā rōpū ki te:</w:t>
            </w:r>
          </w:p>
          <w:p w14:paraId="11B37E4D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 xml:space="preserve">Ohia manomanotia ngā mea katoa e mōhio ana rātau mō te tikanga haumaru ina eke pahikara, mō tētahi rānei e taea ana tātau te tiaki ina eke pahikara. Me tuhi ia whakaaro, huatau rānei hei tuhinga, pikitia rānei ki tētahi tapaono pātea wehe kē. </w:t>
            </w:r>
          </w:p>
          <w:p w14:paraId="2E00FEF4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Tērā rānei, me whakamahi Ngā Tapaono Whakaharatau Haumaru Pahikara.</w:t>
            </w:r>
          </w:p>
          <w:p w14:paraId="7741AC35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Mā te mahi tahi, me tapahi ia tapaono mai i te tātauira ka whakariterite i ngā tapaono mā te rōpinepine.</w:t>
            </w:r>
          </w:p>
          <w:p w14:paraId="2D7857BA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Me whakamārama i te take i mahia e koe ngā tūhononga kia tika ngā taha i waenga i ngā tapaono takitahi (me whakamahi ngā kupuhono pērā i te 'nā te mea...', me te 'kia...').</w:t>
            </w:r>
          </w:p>
          <w:p w14:paraId="7CCA58C0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lastRenderedPageBreak/>
              <w:t>Ina mutu tō whakariterite i ngā tapaono, me tūmuri ka titiro ki te kohinga tapaono (te akitu e hono tahi ai ngā tapaono e toru). Me tuku kōrero whānui mō te āhua o te hononga i waenga i ngā whakaaro. (Ki ō mātau whakaaro he haumaru te eke pahikara/ ko te hunga e tiaki ana i a tātau ina eke pahikara ko ... i te mea</w:t>
            </w:r>
          </w:p>
          <w:p w14:paraId="79BBCA50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Tuarihia ō kōrero whānui mō te eke pahikara haumaru.</w:t>
            </w:r>
          </w:p>
          <w:p w14:paraId="344D55FA" w14:textId="77777777" w:rsidR="007416CB" w:rsidRPr="0097707C" w:rsidRDefault="007416CB" w:rsidP="00EF02EB"/>
          <w:p w14:paraId="15E8157D" w14:textId="77777777" w:rsidR="007416CB" w:rsidRPr="0097707C" w:rsidRDefault="007416CB" w:rsidP="00EF02EB">
            <w:r>
              <w:t>Mō ngā tātauira tapaono:</w:t>
            </w:r>
          </w:p>
          <w:p w14:paraId="038D22B2" w14:textId="77777777" w:rsidR="007416CB" w:rsidRDefault="007416CB" w:rsidP="00EF02EB">
            <w:pPr>
              <w:ind w:left="-14"/>
            </w:pPr>
            <w:r>
              <w:t xml:space="preserve">Pūwhakaputa Tapaono a HookED SOLO – Tāpiritia ngā kaupapa ki ngā tapaono mā te pūwhakaputa tuihono: </w:t>
            </w:r>
          </w:p>
          <w:p w14:paraId="5878C8AD" w14:textId="77777777" w:rsidR="007416CB" w:rsidRPr="00647C83" w:rsidRDefault="00D77A7C" w:rsidP="00EF02EB">
            <w:pPr>
              <w:ind w:left="-14"/>
            </w:pPr>
            <w:hyperlink r:id="rId17" w:history="1">
              <w:r w:rsidR="007416CB">
                <w:rPr>
                  <w:rStyle w:val="Hyperlink"/>
                </w:rPr>
                <w:t>SOLO Hexagons (App Store)</w:t>
              </w:r>
            </w:hyperlink>
          </w:p>
          <w:p w14:paraId="2CB76FAA" w14:textId="77777777" w:rsidR="007416CB" w:rsidRPr="00647C83" w:rsidRDefault="00D77A7C" w:rsidP="00EF02EB">
            <w:pPr>
              <w:ind w:left="-14"/>
            </w:pPr>
            <w:hyperlink r:id="rId18" w:history="1">
              <w:r w:rsidR="007416CB">
                <w:rPr>
                  <w:rStyle w:val="Hyperlink"/>
                </w:rPr>
                <w:t xml:space="preserve">Pūwhakaputa HookED SOLO Hexagon </w:t>
              </w:r>
            </w:hyperlink>
            <w:r w:rsidR="007416CB">
              <w:t xml:space="preserve"> </w:t>
            </w:r>
          </w:p>
          <w:p w14:paraId="144385EE" w14:textId="77777777" w:rsidR="007416CB" w:rsidRPr="00647C83" w:rsidRDefault="00D77A7C" w:rsidP="00EF02EB">
            <w:pPr>
              <w:ind w:left="-14"/>
            </w:pPr>
            <w:hyperlink r:id="rId19" w:history="1">
              <w:r w:rsidR="007416CB">
                <w:rPr>
                  <w:rStyle w:val="Hyperlink"/>
                </w:rPr>
                <w:t>Tātauira matua SOLO Hexagon</w:t>
              </w:r>
            </w:hyperlink>
          </w:p>
          <w:p w14:paraId="7D75C5A3" w14:textId="77777777" w:rsidR="007416CB" w:rsidRPr="00647C83" w:rsidRDefault="00D77A7C" w:rsidP="00EF02EB">
            <w:pPr>
              <w:ind w:left="-14"/>
            </w:pPr>
            <w:hyperlink r:id="rId20" w:history="1">
              <w:r w:rsidR="007416CB">
                <w:rPr>
                  <w:rStyle w:val="Hyperlink"/>
                </w:rPr>
                <w:t>Tātauira tuarua SOLO Hexagon</w:t>
              </w:r>
            </w:hyperlink>
          </w:p>
          <w:p w14:paraId="2A2BF7AD" w14:textId="77777777" w:rsidR="007416CB" w:rsidRDefault="007416CB" w:rsidP="00EF02EB">
            <w:pPr>
              <w:ind w:left="391"/>
            </w:pPr>
          </w:p>
          <w:p w14:paraId="73C96C41" w14:textId="77777777" w:rsidR="007416CB" w:rsidRPr="0097707C" w:rsidRDefault="007416CB" w:rsidP="00EF02EB"/>
          <w:p w14:paraId="114AF39A" w14:textId="77777777" w:rsidR="007416CB" w:rsidRPr="0097707C" w:rsidRDefault="007416CB" w:rsidP="00EF02EB">
            <w:r>
              <w:t>Me mahi he rārangi arowhai pūkoro, autō pouaka whakamātao e taea e ngā kaieke pahikara te tirotiro i mua i te wehe ki tētahi haerenga eke pahikara.</w:t>
            </w:r>
          </w:p>
          <w:p w14:paraId="03700356" w14:textId="77777777" w:rsidR="007416CB" w:rsidRPr="0097707C" w:rsidRDefault="007416CB" w:rsidP="00EF02EB"/>
          <w:p w14:paraId="7B3CAA0B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rauemi:</w:t>
            </w:r>
          </w:p>
          <w:p w14:paraId="615463DA" w14:textId="77777777" w:rsidR="007416CB" w:rsidRPr="0097707C" w:rsidRDefault="00D77A7C" w:rsidP="00EF02EB">
            <w:hyperlink r:id="rId21" w:history="1">
              <w:r w:rsidR="007416CB">
                <w:rPr>
                  <w:rStyle w:val="Hyperlink"/>
                </w:rPr>
                <w:t>Whārangi meka 01 – Cycles – Road rules and equipment (Waka Kotahi, PDF)</w:t>
              </w:r>
            </w:hyperlink>
            <w:r w:rsidR="007416CB">
              <w:t xml:space="preserve"> </w:t>
            </w:r>
          </w:p>
          <w:p w14:paraId="7D8785C6" w14:textId="77777777" w:rsidR="007416CB" w:rsidRPr="0097707C" w:rsidRDefault="00D77A7C" w:rsidP="00EF02EB">
            <w:hyperlink r:id="rId22" w:history="1">
              <w:r w:rsidR="007416CB">
                <w:rPr>
                  <w:rStyle w:val="Hyperlink"/>
                </w:rPr>
                <w:t>Cycling (Waka Kotahi)</w:t>
              </w:r>
            </w:hyperlink>
          </w:p>
          <w:p w14:paraId="5323E621" w14:textId="77777777" w:rsidR="007416CB" w:rsidRDefault="00D77A7C" w:rsidP="00EF02EB">
            <w:hyperlink r:id="rId23" w:history="1">
              <w:r w:rsidR="007416CB">
                <w:rPr>
                  <w:rStyle w:val="Hyperlink"/>
                </w:rPr>
                <w:t>The New Zealand code for cycling</w:t>
              </w:r>
            </w:hyperlink>
          </w:p>
          <w:p w14:paraId="23405ABB" w14:textId="77777777" w:rsidR="007416CB" w:rsidRPr="0097707C" w:rsidRDefault="007416CB" w:rsidP="00EF02EB"/>
        </w:tc>
      </w:tr>
      <w:tr w:rsidR="007416CB" w:rsidRPr="0097707C" w14:paraId="22C63BCE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A258F03" w14:textId="60E73000" w:rsidR="007416CB" w:rsidRPr="0097707C" w:rsidRDefault="007416CB" w:rsidP="00EF02EB">
            <w:r>
              <w:lastRenderedPageBreak/>
              <w:t>Tautohu mōrearea me te whakamahi i ngā tikanga haumaru i roto i ngā horopaki rerekē. (Taumata 2)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EC5F3F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Tautohua </w:t>
            </w:r>
            <w:r w:rsidRPr="0097707C">
              <w:t>te mōrea ina eke pahikara:</w:t>
            </w:r>
            <w:r>
              <w:rPr>
                <w:b/>
              </w:rPr>
              <w:t xml:space="preserve"> </w:t>
            </w:r>
          </w:p>
          <w:p w14:paraId="200EE914" w14:textId="77777777" w:rsidR="007416CB" w:rsidRPr="0097707C" w:rsidRDefault="007416CB" w:rsidP="00EF02EB">
            <w:pPr>
              <w:pStyle w:val="ListBullet"/>
            </w:pPr>
            <w:r>
              <w:t>i roto i te papatākaro</w:t>
            </w:r>
          </w:p>
          <w:p w14:paraId="77105B09" w14:textId="77777777" w:rsidR="007416CB" w:rsidRPr="0097707C" w:rsidRDefault="007416CB" w:rsidP="00EF02EB">
            <w:pPr>
              <w:pStyle w:val="ListBullet"/>
            </w:pPr>
            <w:r>
              <w:t>i tētahi ara pahikara</w:t>
            </w:r>
          </w:p>
          <w:p w14:paraId="49816001" w14:textId="77777777" w:rsidR="007416CB" w:rsidRPr="0097707C" w:rsidRDefault="007416CB" w:rsidP="00EF02EB">
            <w:pPr>
              <w:pStyle w:val="ListBullet"/>
            </w:pPr>
            <w:r>
              <w:t>i te rori</w:t>
            </w:r>
          </w:p>
          <w:p w14:paraId="034CEA66" w14:textId="77777777" w:rsidR="007416CB" w:rsidRPr="0097707C" w:rsidRDefault="007416CB" w:rsidP="00EF02EB">
            <w:pPr>
              <w:pStyle w:val="ListBullet"/>
            </w:pPr>
            <w:r>
              <w:t>i roto i te pāka.</w:t>
            </w:r>
          </w:p>
          <w:p w14:paraId="38C8EAFA" w14:textId="77777777" w:rsidR="007416CB" w:rsidRPr="0097707C" w:rsidRDefault="007416CB" w:rsidP="00EF02EB"/>
          <w:p w14:paraId="0EEB3AD6" w14:textId="77777777" w:rsidR="007416CB" w:rsidRPr="0097707C" w:rsidRDefault="007416CB" w:rsidP="00EF02EB">
            <w:r>
              <w:rPr>
                <w:b/>
              </w:rPr>
              <w:t xml:space="preserve">Whakamahia </w:t>
            </w:r>
            <w:r w:rsidRPr="0097707C">
              <w:t>ngā tikanga haumaru ina eke pahikara:</w:t>
            </w:r>
          </w:p>
          <w:p w14:paraId="713CEF31" w14:textId="77777777" w:rsidR="007416CB" w:rsidRPr="0097707C" w:rsidRDefault="007416CB" w:rsidP="00EF02EB">
            <w:pPr>
              <w:pStyle w:val="ListBullet"/>
            </w:pPr>
            <w:r>
              <w:t>i roto i te papatākaro</w:t>
            </w:r>
          </w:p>
          <w:p w14:paraId="49B127A2" w14:textId="77777777" w:rsidR="007416CB" w:rsidRPr="0097707C" w:rsidRDefault="007416CB" w:rsidP="00EF02EB">
            <w:pPr>
              <w:pStyle w:val="ListBullet"/>
            </w:pPr>
            <w:r>
              <w:t>i tētahi ara pahikara</w:t>
            </w:r>
          </w:p>
          <w:p w14:paraId="2C4A3D02" w14:textId="77777777" w:rsidR="007416CB" w:rsidRPr="0097707C" w:rsidRDefault="007416CB" w:rsidP="00EF02EB">
            <w:pPr>
              <w:pStyle w:val="ListBullet"/>
            </w:pPr>
            <w:r>
              <w:t>i te rori</w:t>
            </w:r>
          </w:p>
          <w:p w14:paraId="37133052" w14:textId="77777777" w:rsidR="007416CB" w:rsidRPr="0097707C" w:rsidRDefault="007416CB" w:rsidP="00EF02EB">
            <w:pPr>
              <w:pStyle w:val="ListBullet"/>
            </w:pPr>
            <w:r>
              <w:t>i roto i te pāka.</w:t>
            </w:r>
          </w:p>
          <w:p w14:paraId="76319546" w14:textId="77777777" w:rsidR="007416CB" w:rsidRPr="0097707C" w:rsidRDefault="007416CB" w:rsidP="00EF02EB"/>
          <w:p w14:paraId="67389650" w14:textId="77777777" w:rsidR="007416CB" w:rsidRPr="0097707C" w:rsidRDefault="007416CB" w:rsidP="00EF02EB">
            <w:pPr>
              <w:rPr>
                <w:b/>
                <w:bCs/>
              </w:rPr>
            </w:pP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00EB6CE2" w14:textId="77777777" w:rsidR="007416CB" w:rsidRPr="0097707C" w:rsidRDefault="007416CB" w:rsidP="00EF02EB">
            <w:r>
              <w:lastRenderedPageBreak/>
              <w:t>Whakamahia ngā rauemi i raro hei</w:t>
            </w:r>
            <w:r w:rsidRPr="0097707C">
              <w:rPr>
                <w:b/>
                <w:bCs/>
              </w:rPr>
              <w:t xml:space="preserve"> tautohu mōrea</w:t>
            </w:r>
            <w:r>
              <w:t xml:space="preserve"> ina eke pahikara:</w:t>
            </w:r>
          </w:p>
          <w:p w14:paraId="62BCCA34" w14:textId="77777777" w:rsidR="007416CB" w:rsidRPr="0097707C" w:rsidRDefault="007416CB" w:rsidP="00EF02EB">
            <w:pPr>
              <w:pStyle w:val="ListBullet"/>
            </w:pPr>
            <w:r>
              <w:t>i roto i te papatākaro</w:t>
            </w:r>
          </w:p>
          <w:p w14:paraId="7FA61E41" w14:textId="77777777" w:rsidR="007416CB" w:rsidRPr="0097707C" w:rsidRDefault="007416CB" w:rsidP="00EF02EB">
            <w:pPr>
              <w:pStyle w:val="ListBullet"/>
            </w:pPr>
            <w:r>
              <w:t>i tētahi ara pahikara</w:t>
            </w:r>
          </w:p>
          <w:p w14:paraId="22E3A877" w14:textId="77777777" w:rsidR="007416CB" w:rsidRPr="0097707C" w:rsidRDefault="007416CB" w:rsidP="00EF02EB">
            <w:pPr>
              <w:pStyle w:val="ListBullet"/>
            </w:pPr>
            <w:r>
              <w:t>i te rori</w:t>
            </w:r>
          </w:p>
          <w:p w14:paraId="12C292A8" w14:textId="77777777" w:rsidR="007416CB" w:rsidRPr="0097707C" w:rsidRDefault="007416CB" w:rsidP="00EF02EB">
            <w:pPr>
              <w:pStyle w:val="ListBullet"/>
            </w:pPr>
            <w:r>
              <w:t>i roto i te pāka.</w:t>
            </w:r>
          </w:p>
          <w:p w14:paraId="4D80FE10" w14:textId="77777777" w:rsidR="007416CB" w:rsidRPr="0097707C" w:rsidRDefault="007416CB" w:rsidP="00EF02EB"/>
          <w:p w14:paraId="689F8D24" w14:textId="4635A785" w:rsidR="007416CB" w:rsidRPr="0097707C" w:rsidRDefault="007416CB" w:rsidP="00EF02EB">
            <w:r>
              <w:t xml:space="preserve">Mātakitakina, ka whakaahua, ka whakaahua ataata rānei i ngā kaieke pahikara e whakarite ana mō tētahi haerenga. </w:t>
            </w:r>
            <w:proofErr w:type="spellStart"/>
            <w:r>
              <w:t>Tautohua</w:t>
            </w:r>
            <w:proofErr w:type="spellEnd"/>
            <w:r>
              <w:t xml:space="preserve"> ngā mōrea ka pā ki a rātau, ā, me pēhea tā rātau whakarite mā tētahi tikanga haumaru. Tātuhia ia mōrea, āhuatanga mōrea rānei. Whakamahia te ataata hei titiro anō ki ngā whakaritenga. I pēhea tā rātau whakahaere i ngā mōrea? </w:t>
            </w:r>
          </w:p>
          <w:p w14:paraId="4BF69C68" w14:textId="13687568" w:rsidR="007416CB" w:rsidRDefault="007416CB" w:rsidP="00EF02EB">
            <w:r>
              <w:rPr>
                <w:b/>
              </w:rPr>
              <w:t>Whakamahia te Ngaku SOLO</w:t>
            </w:r>
            <w:r w:rsidRPr="0097707C">
              <w:t xml:space="preserve"> hei āta whakaaroaro mō ngā mōrea. Tuatahi me tautohu tētahi mōrea haumaru mai i ngā rauemi, ō mōhiotanga whaiaro rānei, ka whakamārama he aha ki </w:t>
            </w:r>
            <w:r w:rsidRPr="0097707C">
              <w:lastRenderedPageBreak/>
              <w:t>ōu whakaaro he mōrea, ā, ka whakaaro ai ka pēhea tō whakahaere i te mōrea mā tētahi tikanga haumaru. Whakamahia tēnei tikanga (tikanga tauira).</w:t>
            </w:r>
          </w:p>
          <w:p w14:paraId="4EDB2510" w14:textId="77777777" w:rsidR="007416CB" w:rsidRPr="0097707C" w:rsidRDefault="007416CB" w:rsidP="00EF02EB"/>
          <w:p w14:paraId="4829A423" w14:textId="77777777" w:rsidR="007416CB" w:rsidRPr="0097707C" w:rsidRDefault="007416CB" w:rsidP="00EF02EB">
            <w:r>
              <w:rPr>
                <w:b/>
              </w:rPr>
              <w:t>Whakamahia Ngā Tapapono SOLO</w:t>
            </w:r>
            <w:r w:rsidRPr="0097707C">
              <w:t xml:space="preserve">. </w:t>
            </w:r>
          </w:p>
          <w:p w14:paraId="008ABDF1" w14:textId="77777777" w:rsidR="007416CB" w:rsidRPr="0097707C" w:rsidRDefault="007416CB" w:rsidP="00EF02EB">
            <w:r>
              <w:t>Ka mahi ngā ākonga i roto i ngā rōpū mahi tahi.</w:t>
            </w:r>
          </w:p>
          <w:p w14:paraId="65A57741" w14:textId="77777777" w:rsidR="007416CB" w:rsidRPr="0097707C" w:rsidRDefault="007416CB" w:rsidP="00EF02EB">
            <w:r>
              <w:t>Whakamahia ngā rōpū ki te:</w:t>
            </w:r>
          </w:p>
          <w:p w14:paraId="17DCD501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Me ohia manomano ngā mea katoa e mōhio ana koe mō ngā mōrea ina eke pahikara. Me tuhi ia whakaaro, huatau rānei hei tuhinga, pikitia rānei ki tētahi tapaono pātea wehe kē.</w:t>
            </w:r>
          </w:p>
          <w:p w14:paraId="0DE444E2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Mā te mahi tahi, me tapahi ia tapaono mai i te tātauira ka whakariterite i ngā tapaono mā te rōpinepine.</w:t>
            </w:r>
          </w:p>
          <w:p w14:paraId="09334A74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Me whakamārama i te take i mahia e koe ngā tūhononga kia tika ngā taha i waenga i ngā tapaono takitahi (me whakamahi ngā kupuhono pērā i te 'nā te mea...', me te 'kia...').</w:t>
            </w:r>
          </w:p>
          <w:p w14:paraId="0FBBE809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Ina mutu tō whakariterite i ngā tapaono, me tūmuri ka titiro ki te kohinga tapaono (te akitu e hono tahi ai ngā tapaono e toru).</w:t>
            </w:r>
          </w:p>
          <w:p w14:paraId="36C154F9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Me tuku kōrero whānui mō te āhua o te hononga i waenga i ngā whakaaro. (Ki ō mātau whakaaro he haumaru te eke pahikara/ ko te hunga e tiaki ana i a tātau ina eke pahikara ko ... i te mea</w:t>
            </w:r>
          </w:p>
          <w:p w14:paraId="31E594AC" w14:textId="77777777" w:rsidR="007416CB" w:rsidRPr="0097707C" w:rsidRDefault="007416CB" w:rsidP="00EF02EB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>
              <w:t>Tuarihia ō kōrero whānui mō te eke pahikara haumaru.</w:t>
            </w:r>
          </w:p>
          <w:p w14:paraId="4F855783" w14:textId="77777777" w:rsidR="007416CB" w:rsidRPr="0097707C" w:rsidRDefault="007416CB" w:rsidP="00EF02EB"/>
          <w:p w14:paraId="497B0BF0" w14:textId="77777777" w:rsidR="007416CB" w:rsidRPr="0097707C" w:rsidRDefault="007416CB" w:rsidP="00EF02EB">
            <w:r>
              <w:t>Mō ngā tātauira tapaono:</w:t>
            </w:r>
          </w:p>
          <w:p w14:paraId="1085DDBE" w14:textId="77777777" w:rsidR="007416CB" w:rsidRPr="0097707C" w:rsidRDefault="007416CB" w:rsidP="00EF02EB">
            <w:r>
              <w:t xml:space="preserve">Pūwhakaputa Tapaono a HookED SOLO – Tāpiritia ngā kaupapa ki ngā tapaono mā te pūwhakaputa tuihono: </w:t>
            </w:r>
          </w:p>
          <w:p w14:paraId="7A98768C" w14:textId="77777777" w:rsidR="007416CB" w:rsidRPr="00647C83" w:rsidRDefault="00D77A7C" w:rsidP="00EF02EB">
            <w:pPr>
              <w:ind w:left="-14"/>
            </w:pPr>
            <w:hyperlink r:id="rId24" w:history="1">
              <w:r w:rsidR="007416CB">
                <w:rPr>
                  <w:rStyle w:val="Hyperlink"/>
                </w:rPr>
                <w:t>SOLO Hexagons (App Store)</w:t>
              </w:r>
            </w:hyperlink>
          </w:p>
          <w:p w14:paraId="4608BF5C" w14:textId="77777777" w:rsidR="007416CB" w:rsidRPr="00647C83" w:rsidRDefault="00D77A7C" w:rsidP="00EF02EB">
            <w:pPr>
              <w:ind w:left="-14"/>
            </w:pPr>
            <w:hyperlink r:id="rId25" w:history="1">
              <w:r w:rsidR="007416CB">
                <w:rPr>
                  <w:rStyle w:val="Hyperlink"/>
                </w:rPr>
                <w:t xml:space="preserve">Pūwhakaputa HookED SOLO Hexagon </w:t>
              </w:r>
            </w:hyperlink>
            <w:r w:rsidR="007416CB">
              <w:t xml:space="preserve"> </w:t>
            </w:r>
          </w:p>
          <w:p w14:paraId="58A218D8" w14:textId="77777777" w:rsidR="007416CB" w:rsidRPr="00647C83" w:rsidRDefault="00D77A7C" w:rsidP="00EF02EB">
            <w:pPr>
              <w:ind w:left="-14"/>
            </w:pPr>
            <w:hyperlink r:id="rId26" w:history="1">
              <w:r w:rsidR="007416CB">
                <w:rPr>
                  <w:rStyle w:val="Hyperlink"/>
                </w:rPr>
                <w:t>Tātauira matua SOLO Hexagon</w:t>
              </w:r>
            </w:hyperlink>
          </w:p>
          <w:p w14:paraId="5D9FE9F0" w14:textId="77777777" w:rsidR="007416CB" w:rsidRPr="00647C83" w:rsidRDefault="00D77A7C" w:rsidP="00EF02EB">
            <w:pPr>
              <w:ind w:left="-14"/>
            </w:pPr>
            <w:hyperlink r:id="rId27" w:history="1">
              <w:r w:rsidR="007416CB">
                <w:rPr>
                  <w:rStyle w:val="Hyperlink"/>
                </w:rPr>
                <w:t>Tātauira tuarua SOLO Hexagon</w:t>
              </w:r>
            </w:hyperlink>
          </w:p>
          <w:p w14:paraId="5ADE835D" w14:textId="77777777" w:rsidR="007416CB" w:rsidRPr="0097707C" w:rsidRDefault="007416CB" w:rsidP="00EF02EB">
            <w:r>
              <w:t xml:space="preserve"> </w:t>
            </w:r>
          </w:p>
          <w:p w14:paraId="25626532" w14:textId="77777777" w:rsidR="007416CB" w:rsidRPr="0097707C" w:rsidRDefault="007416CB" w:rsidP="00EF02EB">
            <w:r>
              <w:t>Me mahi he tūtohu pāhi, he rārangi arowhai pūkoro, rārangi arowhai whakahaerenga mōrea kāri autō pouaka whakamātao e taea e ngā kaieke pahikara te tirotiro i mua i te wehe ki tētahi haerenga eke pahikara.</w:t>
            </w:r>
          </w:p>
          <w:p w14:paraId="4AD103E8" w14:textId="77777777" w:rsidR="007416CB" w:rsidRPr="0097707C" w:rsidRDefault="007416CB" w:rsidP="00EF02EB">
            <w:r>
              <w:t xml:space="preserve">Mahia tētahi ataata tohutohu he 2-3 meneti te roa hei whakaako i ngā kaiwhakamahi rori me pēhea te whakahaere i ngā mōrea ina whakamahi i tētahi pahikara. </w:t>
            </w:r>
          </w:p>
          <w:p w14:paraId="4F8FC5D4" w14:textId="77777777" w:rsidR="007416CB" w:rsidRPr="0097707C" w:rsidRDefault="007416CB" w:rsidP="00EF02EB">
            <w:r>
              <w:t xml:space="preserve">Me tuhi ka tātuhi i tētahi kuputuhi hātepe mō te whakahaere mōrea ina whakamahi ana i tētahi pahikara mō ngā kaieke pahikara hou. </w:t>
            </w:r>
          </w:p>
          <w:p w14:paraId="59A53B18" w14:textId="77777777" w:rsidR="007416CB" w:rsidRPr="0097707C" w:rsidRDefault="007416CB" w:rsidP="00EF02EB"/>
          <w:p w14:paraId="32D8E2D5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Ngā rauemi:</w:t>
            </w:r>
          </w:p>
          <w:p w14:paraId="4582DA6C" w14:textId="77777777" w:rsidR="007416CB" w:rsidRPr="0097707C" w:rsidRDefault="00D77A7C" w:rsidP="00EF02EB">
            <w:hyperlink r:id="rId28" w:history="1">
              <w:r w:rsidR="007416CB">
                <w:rPr>
                  <w:rStyle w:val="Hyperlink"/>
                </w:rPr>
                <w:t>Whārangi meka 01 – Cycles – Road rules and equipment (Waka Kotahi, PDF)</w:t>
              </w:r>
            </w:hyperlink>
            <w:r w:rsidR="007416CB">
              <w:t xml:space="preserve"> </w:t>
            </w:r>
          </w:p>
          <w:p w14:paraId="4802414B" w14:textId="77777777" w:rsidR="007416CB" w:rsidRPr="0097707C" w:rsidRDefault="00D77A7C" w:rsidP="00EF02EB">
            <w:hyperlink r:id="rId29" w:history="1">
              <w:r w:rsidR="007416CB">
                <w:rPr>
                  <w:rStyle w:val="Hyperlink"/>
                </w:rPr>
                <w:t>Cycling (Waka Kotahi)</w:t>
              </w:r>
            </w:hyperlink>
          </w:p>
          <w:p w14:paraId="198FAED8" w14:textId="77777777" w:rsidR="007416CB" w:rsidRDefault="00D77A7C" w:rsidP="00EF02EB">
            <w:hyperlink r:id="rId30" w:history="1">
              <w:r w:rsidR="007416CB">
                <w:rPr>
                  <w:rStyle w:val="Hyperlink"/>
                </w:rPr>
                <w:t>The New Zealand code for cycling</w:t>
              </w:r>
            </w:hyperlink>
          </w:p>
          <w:p w14:paraId="38334AB8" w14:textId="77777777" w:rsidR="007416CB" w:rsidRPr="0097707C" w:rsidRDefault="007416CB" w:rsidP="00EF02EB"/>
        </w:tc>
      </w:tr>
      <w:tr w:rsidR="007416CB" w:rsidRPr="0097707C" w14:paraId="514C1E5E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9F101D6" w14:textId="77777777" w:rsidR="007416CB" w:rsidRPr="0097707C" w:rsidRDefault="007416CB" w:rsidP="00EF02EB">
            <w:r>
              <w:lastRenderedPageBreak/>
              <w:t>Tautohua ngā mōrea me ngā pūtake, ā, ka whakaahua i ngā tikanga haumaru hei whakahaere i ēnei. (Ngā Taumata 3 me te 4)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E04AD5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 xml:space="preserve">ngā mōrea ina eke pahikara: </w:t>
            </w:r>
          </w:p>
          <w:p w14:paraId="40A389EC" w14:textId="77777777" w:rsidR="007416CB" w:rsidRPr="0097707C" w:rsidRDefault="007416CB" w:rsidP="00EF02EB"/>
          <w:p w14:paraId="5CEEF395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Tautohua </w:t>
            </w:r>
            <w:r w:rsidRPr="0097707C">
              <w:t xml:space="preserve">ngā mōrea ina eke pahikara: </w:t>
            </w:r>
          </w:p>
          <w:p w14:paraId="56037498" w14:textId="77777777" w:rsidR="007416CB" w:rsidRPr="0097707C" w:rsidRDefault="007416CB" w:rsidP="00EF02EB"/>
          <w:p w14:paraId="5D9CC069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 xml:space="preserve">Whakaahuatia </w:t>
            </w:r>
            <w:r w:rsidRPr="0097707C">
              <w:t>ngā tikanga haumaru ina eke pahikara: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18E6A23" w14:textId="77777777" w:rsidR="007416CB" w:rsidRPr="0097707C" w:rsidRDefault="007416CB" w:rsidP="00EF02EB">
            <w:r>
              <w:t>E ai ki runga ake - me whakauru tētahi arotahi ki ngā pūtake o ngā mōrea ka tautuhia e koe.</w:t>
            </w:r>
          </w:p>
          <w:p w14:paraId="2F8AB36E" w14:textId="77777777" w:rsidR="007416CB" w:rsidRDefault="007416CB" w:rsidP="00EF02EB">
            <w:r>
              <w:t xml:space="preserve">Me tono tētahi mema o tētahi rōpū eke pahikara paetata, he āpiha haumaru mai i te kaunihera hei kōrero ki ngā ākonga mō te pūtake o ngā mōrea. </w:t>
            </w:r>
          </w:p>
          <w:p w14:paraId="77126052" w14:textId="77777777" w:rsidR="007416CB" w:rsidRPr="0097707C" w:rsidRDefault="00D77A7C" w:rsidP="00EF02EB">
            <w:pPr>
              <w:rPr>
                <w:u w:val="single"/>
              </w:rPr>
            </w:pPr>
            <w:hyperlink r:id="rId31" w:history="1">
              <w:r w:rsidR="007416CB">
                <w:rPr>
                  <w:rStyle w:val="Hyperlink"/>
                </w:rPr>
                <w:t>TAURITENGA Rūpiki Ataata SOLO a HookED</w:t>
              </w:r>
            </w:hyperlink>
          </w:p>
          <w:p w14:paraId="17061012" w14:textId="77777777" w:rsidR="007416CB" w:rsidRPr="0097707C" w:rsidRDefault="00D77A7C" w:rsidP="00EF02EB">
            <w:pPr>
              <w:rPr>
                <w:u w:val="single"/>
              </w:rPr>
            </w:pPr>
            <w:hyperlink r:id="rId32" w:history="1">
              <w:r w:rsidR="007416CB">
                <w:rPr>
                  <w:rStyle w:val="Hyperlink"/>
                </w:rPr>
                <w:t>Me pēhea te tautuhi mā te whakamahi i tētahi Solo Taxonomy Map</w:t>
              </w:r>
            </w:hyperlink>
            <w:r w:rsidR="007416CB">
              <w:t xml:space="preserve"> </w:t>
            </w:r>
          </w:p>
          <w:p w14:paraId="5EA333C4" w14:textId="77777777" w:rsidR="007416CB" w:rsidRDefault="00D77A7C" w:rsidP="00EF02EB">
            <w:hyperlink r:id="rId33" w:anchor="SOLO_Visual_Maps" w:history="1">
              <w:r w:rsidR="007416CB">
                <w:rPr>
                  <w:rStyle w:val="Hyperlink"/>
                </w:rPr>
                <w:t>SOLO Visual Maps – Wiki</w:t>
              </w:r>
            </w:hyperlink>
          </w:p>
          <w:p w14:paraId="3605CD01" w14:textId="77777777" w:rsidR="007416CB" w:rsidRPr="0097707C" w:rsidRDefault="007416CB" w:rsidP="00EF02EB">
            <w:r>
              <w:t xml:space="preserve">  </w:t>
            </w:r>
          </w:p>
          <w:p w14:paraId="1796814C" w14:textId="77777777" w:rsidR="007416CB" w:rsidRPr="0097707C" w:rsidRDefault="007416CB" w:rsidP="00EF02EB">
            <w:r>
              <w:t xml:space="preserve">Me whakamahi -Mahere neketai hei whakaaro mō ngā tauārai mō ngā pūtake mōrea kua tautohua. </w:t>
            </w:r>
          </w:p>
          <w:p w14:paraId="03EB0399" w14:textId="77777777" w:rsidR="007416CB" w:rsidRPr="0097707C" w:rsidRDefault="007416CB" w:rsidP="00EF02EB"/>
          <w:p w14:paraId="69F5C6E4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rauemi:</w:t>
            </w:r>
          </w:p>
          <w:p w14:paraId="14DC0F84" w14:textId="77777777" w:rsidR="007416CB" w:rsidRPr="0097707C" w:rsidRDefault="00D77A7C" w:rsidP="00EF02EB">
            <w:hyperlink r:id="rId34" w:history="1">
              <w:r w:rsidR="007416CB">
                <w:rPr>
                  <w:rStyle w:val="Hyperlink"/>
                </w:rPr>
                <w:t>Whārangi meka 01 – Cycles – Road rules and equipment (Waka Kotahi, PDF)</w:t>
              </w:r>
            </w:hyperlink>
            <w:r w:rsidR="007416CB">
              <w:t xml:space="preserve"> </w:t>
            </w:r>
          </w:p>
          <w:p w14:paraId="594C0A00" w14:textId="77777777" w:rsidR="007416CB" w:rsidRPr="0097707C" w:rsidRDefault="00D77A7C" w:rsidP="00EF02EB">
            <w:hyperlink r:id="rId35" w:history="1">
              <w:r w:rsidR="007416CB">
                <w:rPr>
                  <w:rStyle w:val="Hyperlink"/>
                </w:rPr>
                <w:t>Cycling (Waka Kotahi)</w:t>
              </w:r>
            </w:hyperlink>
          </w:p>
          <w:p w14:paraId="5528940A" w14:textId="77777777" w:rsidR="007416CB" w:rsidRDefault="00D77A7C" w:rsidP="00EF02EB">
            <w:hyperlink r:id="rId36" w:history="1">
              <w:r w:rsidR="007416CB">
                <w:rPr>
                  <w:rStyle w:val="Hyperlink"/>
                </w:rPr>
                <w:t>The New Zealand code for cycling</w:t>
              </w:r>
            </w:hyperlink>
          </w:p>
          <w:p w14:paraId="10C42F02" w14:textId="77777777" w:rsidR="007416CB" w:rsidRPr="0097707C" w:rsidRDefault="007416CB" w:rsidP="00EF02EB">
            <w:r>
              <w:t xml:space="preserve"> </w:t>
            </w:r>
          </w:p>
        </w:tc>
      </w:tr>
      <w:tr w:rsidR="007416CB" w:rsidRPr="0097707C" w14:paraId="29C0FDD5" w14:textId="77777777" w:rsidTr="006428F9">
        <w:tc>
          <w:tcPr>
            <w:tcW w:w="7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035D04A" w14:textId="77777777" w:rsidR="007416CB" w:rsidRPr="0097707C" w:rsidRDefault="007416CB" w:rsidP="00EF02EB">
            <w:r>
              <w:t>Me whakaharatau i ngā hātepe haumaru me ngā rautaki hei whakahaere i ngā mōrea. (Taumata 5)</w:t>
            </w:r>
          </w:p>
        </w:tc>
        <w:tc>
          <w:tcPr>
            <w:tcW w:w="14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B84A669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ngā āhuatanga mōrea mō ngā kaieke pahikara.</w:t>
            </w:r>
          </w:p>
          <w:p w14:paraId="0AF0E9FB" w14:textId="77777777" w:rsidR="007416CB" w:rsidRPr="0097707C" w:rsidRDefault="007416CB" w:rsidP="00EF02EB">
            <w:pPr>
              <w:rPr>
                <w:b/>
                <w:bCs/>
              </w:rPr>
            </w:pPr>
          </w:p>
          <w:p w14:paraId="574D01DF" w14:textId="77777777" w:rsidR="007416CB" w:rsidRPr="0097707C" w:rsidRDefault="007416CB" w:rsidP="00EF02EB">
            <w:r>
              <w:rPr>
                <w:b/>
              </w:rPr>
              <w:t xml:space="preserve">Tautohua </w:t>
            </w:r>
            <w:r w:rsidRPr="0097707C">
              <w:t>ngā hātepe haumaru me ngā rautaki e whakamahia ana e ngā kaieke pahikara me ētahi atu kaiwhakamahi rori hei whakahaere i ngā āhuatanga mōrea.</w:t>
            </w:r>
          </w:p>
          <w:p w14:paraId="404DB0FD" w14:textId="77777777" w:rsidR="007416CB" w:rsidRPr="0097707C" w:rsidRDefault="007416CB" w:rsidP="00EF02EB"/>
          <w:p w14:paraId="7F8B9FBD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Me</w:t>
            </w:r>
            <w:r w:rsidRPr="0097707C">
              <w:t xml:space="preserve"> whakaharatau i ngā hātepe haumaru me ngā rautaki hei whakahaere i ngā mōrea.</w:t>
            </w:r>
            <w:r>
              <w:rPr>
                <w:b/>
              </w:rPr>
              <w:t xml:space="preserve"> </w:t>
            </w:r>
          </w:p>
        </w:tc>
        <w:tc>
          <w:tcPr>
            <w:tcW w:w="2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2A7C20F4" w14:textId="77777777" w:rsidR="007416CB" w:rsidRPr="0097707C" w:rsidRDefault="007416CB" w:rsidP="00EF02EB">
            <w:r>
              <w:t xml:space="preserve">Whakapā atu ki ngā mema o ngā pakihi paetata rerekē, ngā tari kāwanatanga, whakanōhanga me ngā whakahaere hei rapu mōhio mō ngā hātepe haumaru me ngā rautaki i hangaia mā ngā kaieke pahikara. </w:t>
            </w:r>
          </w:p>
          <w:p w14:paraId="7708FDE3" w14:textId="77777777" w:rsidR="007416CB" w:rsidRPr="0097707C" w:rsidRDefault="007416CB" w:rsidP="00EF02EB"/>
          <w:p w14:paraId="2F00F815" w14:textId="77777777" w:rsidR="007416CB" w:rsidRPr="0097707C" w:rsidRDefault="007416CB" w:rsidP="00EF02EB">
            <w:r>
              <w:t xml:space="preserve">Tūhuratia ngā hātepe haumaru me ngā rautaki i mahia e tō kura (tētahi atu whakahaere) mā ngā kaieke pahikara.  Mēnā ka taea ngā hātepe te whakahou, whakarākei rānei, me akiaki i ngā kaituhi kaupapahere hei arotaki i ā rātau hātepe me ngā rautaki. </w:t>
            </w:r>
          </w:p>
          <w:p w14:paraId="533A18F7" w14:textId="77777777" w:rsidR="007416CB" w:rsidRPr="0097707C" w:rsidRDefault="007416CB" w:rsidP="00EF02EB"/>
          <w:p w14:paraId="76DCA5AD" w14:textId="77777777" w:rsidR="007416CB" w:rsidRPr="0097707C" w:rsidRDefault="007416CB" w:rsidP="00EF02EB">
            <w:r>
              <w:t xml:space="preserve">Me whakaharatau me te whakatauira i ngā tikanga haumaru me ngā rautaki ki te whakahaere mōrea ina tuari i te rori me ngā kaieke pahikara, mēnā kei te eke pahikara koe rānei. </w:t>
            </w:r>
          </w:p>
          <w:p w14:paraId="1283B514" w14:textId="77777777" w:rsidR="007416CB" w:rsidRPr="0097707C" w:rsidRDefault="007416CB" w:rsidP="00EF02EB">
            <w:pPr>
              <w:rPr>
                <w:b/>
                <w:bCs/>
              </w:rPr>
            </w:pPr>
            <w:r>
              <w:rPr>
                <w:b/>
              </w:rPr>
              <w:t>Ngā rauemi:</w:t>
            </w:r>
          </w:p>
          <w:p w14:paraId="61C672EA" w14:textId="77777777" w:rsidR="007416CB" w:rsidRPr="0097707C" w:rsidRDefault="00D77A7C" w:rsidP="00EF02EB">
            <w:hyperlink r:id="rId37" w:history="1">
              <w:r w:rsidR="007416CB">
                <w:rPr>
                  <w:rStyle w:val="Hyperlink"/>
                </w:rPr>
                <w:t>Whārangi meka 01 – Cycles – Road rules and equipment (Waka Kotahi, PDF)</w:t>
              </w:r>
            </w:hyperlink>
            <w:r w:rsidR="007416CB">
              <w:t xml:space="preserve"> </w:t>
            </w:r>
          </w:p>
          <w:p w14:paraId="1533731F" w14:textId="77777777" w:rsidR="007416CB" w:rsidRPr="0097707C" w:rsidRDefault="00D77A7C" w:rsidP="00EF02EB">
            <w:hyperlink r:id="rId38" w:history="1">
              <w:r w:rsidR="007416CB">
                <w:rPr>
                  <w:rStyle w:val="Hyperlink"/>
                </w:rPr>
                <w:t>Cycling (Waka Kotahi)</w:t>
              </w:r>
            </w:hyperlink>
          </w:p>
          <w:p w14:paraId="72CC7C14" w14:textId="3AF41360" w:rsidR="007416CB" w:rsidRPr="0097707C" w:rsidRDefault="00D77A7C" w:rsidP="00A33831">
            <w:hyperlink r:id="rId39" w:history="1">
              <w:r w:rsidR="007416CB">
                <w:rPr>
                  <w:rStyle w:val="Hyperlink"/>
                </w:rPr>
                <w:t>The New Zealand code for cycling</w:t>
              </w:r>
            </w:hyperlink>
          </w:p>
        </w:tc>
      </w:tr>
    </w:tbl>
    <w:p w14:paraId="6BD6A3E0" w14:textId="77777777" w:rsidR="007416CB" w:rsidRPr="00A33831" w:rsidRDefault="007416CB" w:rsidP="00A33831">
      <w:pPr>
        <w:rPr>
          <w:sz w:val="2"/>
          <w:szCs w:val="2"/>
        </w:rPr>
      </w:pPr>
    </w:p>
    <w:sectPr w:rsidR="007416CB" w:rsidRPr="00A33831" w:rsidSect="009E4828">
      <w:headerReference w:type="default" r:id="rId40"/>
      <w:footerReference w:type="default" r:id="rId41"/>
      <w:pgSz w:w="16840" w:h="11900" w:orient="landscape" w:code="9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96CAE" w14:textId="77777777" w:rsidR="00E30526" w:rsidRDefault="00E30526" w:rsidP="003F6EDA">
      <w:r>
        <w:separator/>
      </w:r>
    </w:p>
  </w:endnote>
  <w:endnote w:type="continuationSeparator" w:id="0">
    <w:p w14:paraId="4F0E5ECA" w14:textId="77777777" w:rsidR="00E30526" w:rsidRDefault="00E30526" w:rsidP="003F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B01C" w14:textId="608D652A" w:rsidR="00E42B11" w:rsidRDefault="00E42B11" w:rsidP="006E79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6367FAF6" w14:textId="77777777" w:rsidR="00E42B11" w:rsidRDefault="00E42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D7C3" w14:textId="4694032F" w:rsidR="00051157" w:rsidRPr="00B557DE" w:rsidRDefault="00DB3B0E" w:rsidP="00022A15">
    <w:pPr>
      <w:pStyle w:val="Footer"/>
      <w:pBdr>
        <w:top w:val="single" w:sz="4" w:space="1" w:color="A6A6A6" w:themeColor="background1" w:themeShade="A6"/>
      </w:pBdr>
      <w:tabs>
        <w:tab w:val="clear" w:pos="8640"/>
        <w:tab w:val="left" w:pos="7236"/>
        <w:tab w:val="right" w:pos="9000"/>
      </w:tabs>
      <w:ind w:right="20"/>
      <w:rPr>
        <w:sz w:val="16"/>
        <w:szCs w:val="16"/>
      </w:rPr>
    </w:pPr>
    <w:r>
      <w:rPr>
        <w:noProof/>
      </w:rPr>
      <w:drawing>
        <wp:inline distT="0" distB="0" distL="0" distR="0" wp14:anchorId="00E7BB4E" wp14:editId="550956A2">
          <wp:extent cx="1128730" cy="350875"/>
          <wp:effectExtent l="0" t="0" r="635" b="0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aka-Kotahi_RGB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730" cy="350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1157" w:rsidRPr="00B557DE">
      <w:rPr>
        <w:sz w:val="16"/>
        <w:szCs w:val="16"/>
      </w:rPr>
      <w:tab/>
    </w:r>
    <w:r w:rsidR="007C5E57">
      <w:rPr>
        <w:sz w:val="16"/>
        <w:szCs w:val="16"/>
      </w:rPr>
      <w:fldChar w:fldCharType="begin"/>
    </w:r>
    <w:r w:rsidR="007C5E57">
      <w:rPr>
        <w:sz w:val="16"/>
        <w:szCs w:val="16"/>
      </w:rPr>
      <w:instrText xml:space="preserve"> PAGE  \* Arabic  \* MERGEFORMAT </w:instrText>
    </w:r>
    <w:r w:rsidR="007C5E57">
      <w:rPr>
        <w:sz w:val="16"/>
        <w:szCs w:val="16"/>
      </w:rPr>
      <w:fldChar w:fldCharType="separate"/>
    </w:r>
    <w:r>
      <w:rPr>
        <w:sz w:val="16"/>
      </w:rPr>
      <w:t>1</w:t>
    </w:r>
    <w:r w:rsidR="007C5E57">
      <w:rPr>
        <w:sz w:val="16"/>
        <w:szCs w:val="16"/>
      </w:rPr>
      <w:fldChar w:fldCharType="end"/>
    </w:r>
    <w:r w:rsidR="007C5E57">
      <w:rPr>
        <w:sz w:val="16"/>
        <w:szCs w:val="16"/>
      </w:rPr>
      <w:tab/>
    </w:r>
    <w:r w:rsidR="00022A15">
      <w:rPr>
        <w:sz w:val="16"/>
        <w:szCs w:val="16"/>
      </w:rPr>
      <w:tab/>
    </w:r>
    <w:r w:rsidR="00022A15">
      <w:rPr>
        <w:sz w:val="16"/>
        <w:szCs w:val="16"/>
      </w:rPr>
      <w:tab/>
    </w:r>
    <w:r w:rsidR="00022A15">
      <w:rPr>
        <w:sz w:val="16"/>
        <w:szCs w:val="16"/>
      </w:rPr>
      <w:tab/>
    </w:r>
    <w:r w:rsidR="00022A15">
      <w:rPr>
        <w:sz w:val="16"/>
        <w:szCs w:val="16"/>
      </w:rPr>
      <w:tab/>
    </w:r>
    <w:r w:rsidR="00022A15">
      <w:rPr>
        <w:sz w:val="16"/>
        <w:szCs w:val="16"/>
      </w:rPr>
      <w:tab/>
    </w:r>
    <w:r>
      <w:rPr>
        <w:noProof/>
      </w:rPr>
      <w:drawing>
        <wp:inline distT="0" distB="0" distL="0" distR="0" wp14:anchorId="624D60A3" wp14:editId="4D814613">
          <wp:extent cx="786809" cy="296842"/>
          <wp:effectExtent l="0" t="0" r="0" b="8255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ZGovt-logo-compact-wordmar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2142" cy="3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27AFC" w14:textId="77777777" w:rsidR="00A6688F" w:rsidRDefault="00A6688F" w:rsidP="00A6688F">
    <w:pPr>
      <w:pStyle w:val="Footer"/>
      <w:ind w:left="-56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6A2037" wp14:editId="4962CB9A">
          <wp:simplePos x="0" y="0"/>
          <wp:positionH relativeFrom="margin">
            <wp:align>center</wp:align>
          </wp:positionH>
          <wp:positionV relativeFrom="paragraph">
            <wp:posOffset>-1374775</wp:posOffset>
          </wp:positionV>
          <wp:extent cx="6645179" cy="1382400"/>
          <wp:effectExtent l="0" t="0" r="3810" b="825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Word templates_title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179" cy="13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6408" w14:textId="127E9E84" w:rsidR="008819FB" w:rsidRPr="008819FB" w:rsidRDefault="008819FB" w:rsidP="00881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EE138" w14:textId="77777777" w:rsidR="00E30526" w:rsidRDefault="00E30526" w:rsidP="003F6EDA">
      <w:r>
        <w:separator/>
      </w:r>
    </w:p>
  </w:footnote>
  <w:footnote w:type="continuationSeparator" w:id="0">
    <w:p w14:paraId="66A2195D" w14:textId="77777777" w:rsidR="00E30526" w:rsidRDefault="00E30526" w:rsidP="003F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E17B" w14:textId="4917D25D" w:rsidR="002947D7" w:rsidRDefault="00822E75" w:rsidP="00132FA7">
    <w:pPr>
      <w:pStyle w:val="Header"/>
      <w:tabs>
        <w:tab w:val="clear" w:pos="8640"/>
        <w:tab w:val="right" w:pos="8931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9E151BA" wp14:editId="1C142D4D">
          <wp:simplePos x="0" y="0"/>
          <wp:positionH relativeFrom="margin">
            <wp:align>right</wp:align>
          </wp:positionH>
          <wp:positionV relativeFrom="paragraph">
            <wp:posOffset>-17145</wp:posOffset>
          </wp:positionV>
          <wp:extent cx="6921500" cy="487045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keReadyWord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1500" cy="487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C40F" w14:textId="24C5E2EF" w:rsidR="008819FB" w:rsidRPr="008819FB" w:rsidRDefault="008819FB" w:rsidP="00881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FB05DD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1E86FA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67259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CB0BB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1E25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123F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E5592B"/>
    <w:multiLevelType w:val="hybridMultilevel"/>
    <w:tmpl w:val="5908E98C"/>
    <w:lvl w:ilvl="0" w:tplc="401CCE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94969"/>
    <w:multiLevelType w:val="multilevel"/>
    <w:tmpl w:val="4F9EDE70"/>
    <w:styleLink w:val="NumberList1"/>
    <w:lvl w:ilvl="0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b w:val="0"/>
        <w:i w:val="0"/>
        <w:color w:val="262626" w:themeColor="text1" w:themeTint="D9"/>
        <w:sz w:val="2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="Calibri" w:hAnsi="Calibri" w:hint="default"/>
        <w:b w:val="0"/>
        <w:i w:val="0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00456B1"/>
    <w:multiLevelType w:val="multilevel"/>
    <w:tmpl w:val="F776065E"/>
    <w:lvl w:ilvl="0">
      <w:start w:val="1"/>
      <w:numFmt w:val="decimal"/>
      <w:pStyle w:val="NumberBulle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F94EBF"/>
    <w:multiLevelType w:val="multilevel"/>
    <w:tmpl w:val="DA0CA2B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4F55D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4C7DFD"/>
    <w:multiLevelType w:val="hybridMultilevel"/>
    <w:tmpl w:val="39F248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16309"/>
    <w:multiLevelType w:val="hybridMultilevel"/>
    <w:tmpl w:val="EA10F448"/>
    <w:lvl w:ilvl="0" w:tplc="6FC8C17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3670"/>
    <w:multiLevelType w:val="multilevel"/>
    <w:tmpl w:val="29AE71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26704"/>
    <w:multiLevelType w:val="hybridMultilevel"/>
    <w:tmpl w:val="9E1C2B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0186B"/>
    <w:multiLevelType w:val="multilevel"/>
    <w:tmpl w:val="CF1AC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7A1A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AED1107"/>
    <w:multiLevelType w:val="multilevel"/>
    <w:tmpl w:val="20C47A08"/>
    <w:styleLink w:val="Style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5BF76780"/>
    <w:multiLevelType w:val="multilevel"/>
    <w:tmpl w:val="0804E5DE"/>
    <w:lvl w:ilvl="0">
      <w:start w:val="1"/>
      <w:numFmt w:val="decimal"/>
      <w:pStyle w:val="ListNumber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627E54FF"/>
    <w:multiLevelType w:val="multilevel"/>
    <w:tmpl w:val="161C9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D7073A"/>
    <w:multiLevelType w:val="multilevel"/>
    <w:tmpl w:val="0804E5DE"/>
    <w:styleLink w:val="Style1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DA53494"/>
    <w:multiLevelType w:val="multilevel"/>
    <w:tmpl w:val="83002852"/>
    <w:lvl w:ilvl="0">
      <w:start w:val="1"/>
      <w:numFmt w:val="decimal"/>
      <w:pStyle w:val="NumberBulle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1236933849">
    <w:abstractNumId w:val="6"/>
  </w:num>
  <w:num w:numId="2" w16cid:durableId="1303190118">
    <w:abstractNumId w:val="3"/>
  </w:num>
  <w:num w:numId="3" w16cid:durableId="840892632">
    <w:abstractNumId w:val="13"/>
  </w:num>
  <w:num w:numId="4" w16cid:durableId="746613340">
    <w:abstractNumId w:val="1"/>
  </w:num>
  <w:num w:numId="5" w16cid:durableId="1507478078">
    <w:abstractNumId w:val="10"/>
  </w:num>
  <w:num w:numId="6" w16cid:durableId="840654984">
    <w:abstractNumId w:val="5"/>
  </w:num>
  <w:num w:numId="7" w16cid:durableId="698436349">
    <w:abstractNumId w:val="16"/>
  </w:num>
  <w:num w:numId="8" w16cid:durableId="880747787">
    <w:abstractNumId w:val="19"/>
  </w:num>
  <w:num w:numId="9" w16cid:durableId="1315648108">
    <w:abstractNumId w:val="2"/>
  </w:num>
  <w:num w:numId="10" w16cid:durableId="1949071984">
    <w:abstractNumId w:val="8"/>
  </w:num>
  <w:num w:numId="11" w16cid:durableId="748842909">
    <w:abstractNumId w:val="4"/>
  </w:num>
  <w:num w:numId="12" w16cid:durableId="2141024353">
    <w:abstractNumId w:val="15"/>
  </w:num>
  <w:num w:numId="13" w16cid:durableId="1068308768">
    <w:abstractNumId w:val="18"/>
  </w:num>
  <w:num w:numId="14" w16cid:durableId="1895502672">
    <w:abstractNumId w:val="7"/>
  </w:num>
  <w:num w:numId="15" w16cid:durableId="1673800645">
    <w:abstractNumId w:val="20"/>
  </w:num>
  <w:num w:numId="16" w16cid:durableId="1985809866">
    <w:abstractNumId w:val="21"/>
  </w:num>
  <w:num w:numId="17" w16cid:durableId="1049649988">
    <w:abstractNumId w:val="17"/>
  </w:num>
  <w:num w:numId="18" w16cid:durableId="1021853611">
    <w:abstractNumId w:val="9"/>
  </w:num>
  <w:num w:numId="19" w16cid:durableId="1839727380">
    <w:abstractNumId w:val="14"/>
  </w:num>
  <w:num w:numId="20" w16cid:durableId="1419018046">
    <w:abstractNumId w:val="0"/>
  </w:num>
  <w:num w:numId="21" w16cid:durableId="970400883">
    <w:abstractNumId w:val="11"/>
  </w:num>
  <w:num w:numId="22" w16cid:durableId="2638488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526"/>
    <w:rsid w:val="00022A15"/>
    <w:rsid w:val="00023D11"/>
    <w:rsid w:val="00051157"/>
    <w:rsid w:val="0007598A"/>
    <w:rsid w:val="000C54EF"/>
    <w:rsid w:val="0012104B"/>
    <w:rsid w:val="00132FA7"/>
    <w:rsid w:val="00156226"/>
    <w:rsid w:val="0016266D"/>
    <w:rsid w:val="00191070"/>
    <w:rsid w:val="001F3F68"/>
    <w:rsid w:val="00222ABE"/>
    <w:rsid w:val="002947D7"/>
    <w:rsid w:val="002C4003"/>
    <w:rsid w:val="002C7EA6"/>
    <w:rsid w:val="00332021"/>
    <w:rsid w:val="00381D32"/>
    <w:rsid w:val="003E03D2"/>
    <w:rsid w:val="003F6EDA"/>
    <w:rsid w:val="00415BAD"/>
    <w:rsid w:val="004508CB"/>
    <w:rsid w:val="0045112D"/>
    <w:rsid w:val="00524F14"/>
    <w:rsid w:val="00540E32"/>
    <w:rsid w:val="005679BF"/>
    <w:rsid w:val="005A1A9B"/>
    <w:rsid w:val="006428F9"/>
    <w:rsid w:val="00642DC1"/>
    <w:rsid w:val="006A3CA6"/>
    <w:rsid w:val="00707951"/>
    <w:rsid w:val="0072467C"/>
    <w:rsid w:val="007416CB"/>
    <w:rsid w:val="00745BEC"/>
    <w:rsid w:val="00787FB3"/>
    <w:rsid w:val="007C5E57"/>
    <w:rsid w:val="008042C6"/>
    <w:rsid w:val="00822E75"/>
    <w:rsid w:val="0084528E"/>
    <w:rsid w:val="0087427B"/>
    <w:rsid w:val="008819FB"/>
    <w:rsid w:val="008A28D0"/>
    <w:rsid w:val="008B1E97"/>
    <w:rsid w:val="009173FC"/>
    <w:rsid w:val="00967335"/>
    <w:rsid w:val="0096784A"/>
    <w:rsid w:val="009E4828"/>
    <w:rsid w:val="00A33831"/>
    <w:rsid w:val="00A6688F"/>
    <w:rsid w:val="00AE4B08"/>
    <w:rsid w:val="00B557DE"/>
    <w:rsid w:val="00BA3560"/>
    <w:rsid w:val="00BE7D07"/>
    <w:rsid w:val="00D0090F"/>
    <w:rsid w:val="00D77A7C"/>
    <w:rsid w:val="00DB3B0E"/>
    <w:rsid w:val="00E02186"/>
    <w:rsid w:val="00E30526"/>
    <w:rsid w:val="00E40D51"/>
    <w:rsid w:val="00E42B11"/>
    <w:rsid w:val="00E6530E"/>
    <w:rsid w:val="00EE553B"/>
    <w:rsid w:val="00EF5E7B"/>
    <w:rsid w:val="00F1600E"/>
    <w:rsid w:val="00F8776A"/>
    <w:rsid w:val="00FA3F57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5AFDC3"/>
  <w15:docId w15:val="{32833B7D-D358-42D0-A86D-C52C9FA7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mi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F57"/>
    <w:rPr>
      <w:rFonts w:ascii="Calibri" w:hAnsi="Calibri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E57"/>
    <w:pPr>
      <w:keepNext/>
      <w:keepLines/>
      <w:spacing w:before="360"/>
      <w:outlineLvl w:val="0"/>
    </w:pPr>
    <w:rPr>
      <w:rFonts w:ascii="Georgia" w:eastAsiaTheme="majorEastAsia" w:hAnsi="Georgia" w:cstheme="majorBidi"/>
      <w:bCs/>
      <w:color w:val="273944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9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3F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273944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3F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27394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EDA"/>
  </w:style>
  <w:style w:type="paragraph" w:styleId="Footer">
    <w:name w:val="footer"/>
    <w:basedOn w:val="Normal"/>
    <w:link w:val="FooterChar"/>
    <w:uiPriority w:val="99"/>
    <w:unhideWhenUsed/>
    <w:rsid w:val="003F6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DA"/>
  </w:style>
  <w:style w:type="paragraph" w:styleId="BalloonText">
    <w:name w:val="Balloon Text"/>
    <w:basedOn w:val="Normal"/>
    <w:link w:val="BalloonTextChar"/>
    <w:uiPriority w:val="99"/>
    <w:semiHidden/>
    <w:unhideWhenUsed/>
    <w:rsid w:val="003F6E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EDA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C5E57"/>
    <w:rPr>
      <w:rFonts w:ascii="Georgia" w:eastAsiaTheme="majorEastAsia" w:hAnsi="Georgia" w:cstheme="majorBidi"/>
      <w:bCs/>
      <w:color w:val="273944"/>
      <w:sz w:val="56"/>
      <w:szCs w:val="32"/>
      <w:lang w:val="mi-NZ"/>
    </w:rPr>
  </w:style>
  <w:style w:type="character" w:customStyle="1" w:styleId="Heading2Char">
    <w:name w:val="Heading 2 Char"/>
    <w:basedOn w:val="DefaultParagraphFont"/>
    <w:link w:val="Heading2"/>
    <w:uiPriority w:val="9"/>
    <w:rsid w:val="005679BF"/>
    <w:rPr>
      <w:rFonts w:asciiTheme="majorHAnsi" w:eastAsiaTheme="majorEastAsia" w:hAnsiTheme="majorHAnsi" w:cstheme="majorBidi"/>
      <w:b/>
      <w:bCs/>
      <w:caps/>
      <w:color w:val="69BBAF"/>
      <w:sz w:val="40"/>
      <w:szCs w:val="40"/>
    </w:rPr>
  </w:style>
  <w:style w:type="paragraph" w:styleId="NoSpacing">
    <w:name w:val="No Spacing"/>
    <w:uiPriority w:val="1"/>
    <w:rsid w:val="00FA3F57"/>
    <w:rPr>
      <w:rFonts w:ascii="Calibri" w:hAnsi="Calibri"/>
      <w:color w:val="262626" w:themeColor="text1" w:themeTint="D9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A3F57"/>
    <w:rPr>
      <w:rFonts w:asciiTheme="majorHAnsi" w:eastAsiaTheme="majorEastAsia" w:hAnsiTheme="majorHAnsi" w:cstheme="majorBidi"/>
      <w:b/>
      <w:bCs/>
      <w:color w:val="273944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A3F57"/>
    <w:rPr>
      <w:rFonts w:asciiTheme="majorHAnsi" w:eastAsiaTheme="majorEastAsia" w:hAnsiTheme="majorHAnsi" w:cstheme="majorBidi"/>
      <w:bCs/>
      <w:iCs/>
      <w:color w:val="273944"/>
    </w:rPr>
  </w:style>
  <w:style w:type="paragraph" w:styleId="Subtitle">
    <w:name w:val="Subtitle"/>
    <w:aliases w:val="Italic"/>
    <w:basedOn w:val="Normal"/>
    <w:next w:val="Normal"/>
    <w:link w:val="SubtitleChar"/>
    <w:uiPriority w:val="11"/>
    <w:qFormat/>
    <w:rsid w:val="00D0090F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aliases w:val="Italic Char"/>
    <w:basedOn w:val="DefaultParagraphFont"/>
    <w:link w:val="Subtitle"/>
    <w:uiPriority w:val="11"/>
    <w:rsid w:val="00D0090F"/>
    <w:rPr>
      <w:rFonts w:ascii="Calibri" w:eastAsiaTheme="majorEastAsia" w:hAnsi="Calibri" w:cstheme="majorBidi"/>
      <w:i/>
      <w:iCs/>
      <w:color w:val="262626" w:themeColor="text1" w:themeTint="D9"/>
      <w:spacing w:val="15"/>
      <w:sz w:val="20"/>
    </w:rPr>
  </w:style>
  <w:style w:type="character" w:styleId="SubtleEmphasis">
    <w:name w:val="Subtle Emphasis"/>
    <w:aliases w:val="Bold"/>
    <w:basedOn w:val="DefaultParagraphFont"/>
    <w:uiPriority w:val="19"/>
    <w:qFormat/>
    <w:rsid w:val="00D0090F"/>
    <w:rPr>
      <w:b/>
      <w:iCs/>
    </w:rPr>
  </w:style>
  <w:style w:type="character" w:styleId="Emphasis">
    <w:name w:val="Emphasis"/>
    <w:basedOn w:val="DefaultParagraphFont"/>
    <w:uiPriority w:val="20"/>
    <w:qFormat/>
    <w:rsid w:val="00D0090F"/>
    <w:rPr>
      <w:iCs/>
    </w:rPr>
  </w:style>
  <w:style w:type="paragraph" w:styleId="ListParagraph">
    <w:name w:val="List Paragraph"/>
    <w:aliases w:val="Bullet 1"/>
    <w:basedOn w:val="Normal"/>
    <w:next w:val="ListBullet"/>
    <w:uiPriority w:val="34"/>
    <w:qFormat/>
    <w:rsid w:val="00D0090F"/>
    <w:pPr>
      <w:numPr>
        <w:numId w:val="1"/>
      </w:numPr>
      <w:contextualSpacing/>
    </w:pPr>
  </w:style>
  <w:style w:type="character" w:styleId="IntenseReference">
    <w:name w:val="Intense Reference"/>
    <w:aliases w:val="Bullet"/>
    <w:basedOn w:val="Emphasis"/>
    <w:uiPriority w:val="32"/>
    <w:rsid w:val="00D0090F"/>
    <w:rPr>
      <w:iCs/>
    </w:rPr>
  </w:style>
  <w:style w:type="character" w:styleId="BookTitle">
    <w:name w:val="Book Title"/>
    <w:aliases w:val="Bullet 2"/>
    <w:basedOn w:val="DefaultParagraphFont"/>
    <w:uiPriority w:val="33"/>
    <w:rsid w:val="002C7EA6"/>
    <w:rPr>
      <w:b/>
      <w:bCs/>
      <w:smallCaps/>
      <w:spacing w:val="5"/>
    </w:rPr>
  </w:style>
  <w:style w:type="paragraph" w:styleId="ListBullet">
    <w:name w:val="List Bullet"/>
    <w:basedOn w:val="Normal"/>
    <w:uiPriority w:val="99"/>
    <w:unhideWhenUsed/>
    <w:rsid w:val="00D0090F"/>
    <w:pPr>
      <w:numPr>
        <w:numId w:val="2"/>
      </w:numPr>
      <w:contextualSpacing/>
    </w:pPr>
  </w:style>
  <w:style w:type="paragraph" w:customStyle="1" w:styleId="NumberBullet">
    <w:name w:val="Number Bullet"/>
    <w:basedOn w:val="ListNumber"/>
    <w:next w:val="ListNumber"/>
    <w:rsid w:val="005679BF"/>
    <w:pPr>
      <w:numPr>
        <w:numId w:val="10"/>
      </w:numPr>
    </w:pPr>
  </w:style>
  <w:style w:type="table" w:styleId="TableGrid">
    <w:name w:val="Table Grid"/>
    <w:basedOn w:val="TableNormal"/>
    <w:uiPriority w:val="59"/>
    <w:rsid w:val="002C7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uiPriority w:val="99"/>
    <w:unhideWhenUsed/>
    <w:rsid w:val="002C7EA6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332021"/>
    <w:rPr>
      <w:color w:val="0000FF" w:themeColor="hyperlink"/>
      <w:u w:val="single"/>
    </w:rPr>
  </w:style>
  <w:style w:type="paragraph" w:customStyle="1" w:styleId="ListNumber1">
    <w:name w:val="List Number 1"/>
    <w:basedOn w:val="Heading2"/>
    <w:rsid w:val="005679BF"/>
    <w:pPr>
      <w:numPr>
        <w:numId w:val="13"/>
      </w:numPr>
    </w:pPr>
    <w:rPr>
      <w:rFonts w:ascii="Calibri" w:hAnsi="Calibri"/>
      <w:b w:val="0"/>
      <w:color w:val="262626" w:themeColor="text1" w:themeTint="D9"/>
      <w:sz w:val="20"/>
      <w:szCs w:val="20"/>
    </w:rPr>
  </w:style>
  <w:style w:type="paragraph" w:styleId="ListNumber">
    <w:name w:val="List Number"/>
    <w:basedOn w:val="Normal"/>
    <w:uiPriority w:val="99"/>
    <w:semiHidden/>
    <w:unhideWhenUsed/>
    <w:rsid w:val="005679BF"/>
    <w:pPr>
      <w:numPr>
        <w:numId w:val="9"/>
      </w:numPr>
      <w:contextualSpacing/>
    </w:pPr>
  </w:style>
  <w:style w:type="numbering" w:customStyle="1" w:styleId="NumberList1">
    <w:name w:val="Number List 1"/>
    <w:basedOn w:val="NoList"/>
    <w:uiPriority w:val="99"/>
    <w:rsid w:val="00AE4B08"/>
    <w:pPr>
      <w:numPr>
        <w:numId w:val="14"/>
      </w:numPr>
    </w:pPr>
  </w:style>
  <w:style w:type="numbering" w:customStyle="1" w:styleId="Style1">
    <w:name w:val="Style1"/>
    <w:basedOn w:val="NoList"/>
    <w:uiPriority w:val="99"/>
    <w:rsid w:val="00AE4B08"/>
    <w:pPr>
      <w:numPr>
        <w:numId w:val="15"/>
      </w:numPr>
    </w:pPr>
  </w:style>
  <w:style w:type="numbering" w:customStyle="1" w:styleId="Style2">
    <w:name w:val="Style2"/>
    <w:basedOn w:val="NoList"/>
    <w:uiPriority w:val="99"/>
    <w:rsid w:val="000C54EF"/>
    <w:pPr>
      <w:numPr>
        <w:numId w:val="17"/>
      </w:numPr>
    </w:pPr>
  </w:style>
  <w:style w:type="paragraph" w:customStyle="1" w:styleId="NumberBullet1">
    <w:name w:val="Number Bullet 1"/>
    <w:basedOn w:val="ListParagraph"/>
    <w:qFormat/>
    <w:rsid w:val="000C54EF"/>
    <w:pPr>
      <w:numPr>
        <w:numId w:val="16"/>
      </w:numPr>
    </w:pPr>
  </w:style>
  <w:style w:type="character" w:styleId="PageNumber">
    <w:name w:val="page number"/>
    <w:basedOn w:val="DefaultParagraphFont"/>
    <w:uiPriority w:val="99"/>
    <w:semiHidden/>
    <w:unhideWhenUsed/>
    <w:rsid w:val="00E42B11"/>
  </w:style>
  <w:style w:type="paragraph" w:customStyle="1" w:styleId="TableHeading">
    <w:name w:val="Table Heading"/>
    <w:basedOn w:val="Normal"/>
    <w:link w:val="TableHeadingChar"/>
    <w:rsid w:val="00B557DE"/>
    <w:rPr>
      <w:color w:val="FFFFFF" w:themeColor="background1"/>
    </w:rPr>
  </w:style>
  <w:style w:type="character" w:customStyle="1" w:styleId="TableHeadingChar">
    <w:name w:val="Table Heading Char"/>
    <w:basedOn w:val="DefaultParagraphFont"/>
    <w:link w:val="TableHeading"/>
    <w:rsid w:val="00B557DE"/>
    <w:rPr>
      <w:rFonts w:ascii="Calibri" w:hAnsi="Calibri"/>
      <w:color w:val="FFFFFF" w:themeColor="background1"/>
      <w:sz w:val="20"/>
      <w:lang w:val="mi-NZ"/>
    </w:rPr>
  </w:style>
  <w:style w:type="paragraph" w:styleId="ListContinue">
    <w:name w:val="List Continue"/>
    <w:basedOn w:val="Normal"/>
    <w:uiPriority w:val="99"/>
    <w:unhideWhenUsed/>
    <w:rsid w:val="007416CB"/>
    <w:pPr>
      <w:spacing w:after="120"/>
      <w:ind w:left="283"/>
      <w:contextualSpacing/>
    </w:pPr>
  </w:style>
  <w:style w:type="paragraph" w:styleId="List">
    <w:name w:val="List"/>
    <w:basedOn w:val="Normal"/>
    <w:uiPriority w:val="99"/>
    <w:unhideWhenUsed/>
    <w:rsid w:val="007416CB"/>
    <w:pPr>
      <w:ind w:left="283" w:hanging="283"/>
      <w:contextualSpacing/>
    </w:pPr>
  </w:style>
  <w:style w:type="character" w:customStyle="1" w:styleId="tgc">
    <w:name w:val="_tgc"/>
    <w:basedOn w:val="DefaultParagraphFont"/>
    <w:rsid w:val="007416CB"/>
    <w:rPr>
      <w:rFonts w:cs="Times New Roman"/>
    </w:rPr>
  </w:style>
  <w:style w:type="paragraph" w:styleId="ListBullet3">
    <w:name w:val="List Bullet 3"/>
    <w:basedOn w:val="Normal"/>
    <w:uiPriority w:val="99"/>
    <w:unhideWhenUsed/>
    <w:rsid w:val="007416CB"/>
    <w:pPr>
      <w:numPr>
        <w:numId w:val="20"/>
      </w:numPr>
      <w:spacing w:after="120" w:line="240" w:lineRule="atLeast"/>
      <w:contextualSpacing/>
    </w:pPr>
    <w:rPr>
      <w:rFonts w:eastAsia="Times New Roman" w:cs="Times New Roman"/>
      <w:color w:val="auto"/>
      <w:sz w:val="22"/>
      <w:szCs w:val="22"/>
    </w:rPr>
  </w:style>
  <w:style w:type="character" w:styleId="HTMLCite">
    <w:name w:val="HTML Cite"/>
    <w:basedOn w:val="DefaultParagraphFont"/>
    <w:uiPriority w:val="99"/>
    <w:semiHidden/>
    <w:unhideWhenUsed/>
    <w:rsid w:val="007416CB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416CB"/>
    <w:rPr>
      <w:rFonts w:cs="Times New Roman"/>
      <w:color w:val="800080" w:themeColor="followedHyperlink"/>
      <w:u w:val="single"/>
    </w:rPr>
  </w:style>
  <w:style w:type="character" w:customStyle="1" w:styleId="arrow">
    <w:name w:val="arrow"/>
    <w:basedOn w:val="DefaultParagraphFont"/>
    <w:rsid w:val="007416CB"/>
    <w:rPr>
      <w:rFonts w:cs="Times New Roman"/>
    </w:rPr>
  </w:style>
  <w:style w:type="character" w:styleId="Strong">
    <w:name w:val="Strong"/>
    <w:basedOn w:val="DefaultParagraphFont"/>
    <w:uiPriority w:val="22"/>
    <w:qFormat/>
    <w:rsid w:val="007416CB"/>
    <w:rPr>
      <w:rFonts w:cs="Times New Roman"/>
      <w:b/>
      <w:bCs/>
    </w:rPr>
  </w:style>
  <w:style w:type="paragraph" w:styleId="NormalWeb">
    <w:name w:val="Normal (Web)"/>
    <w:basedOn w:val="Normal"/>
    <w:uiPriority w:val="99"/>
    <w:unhideWhenUsed/>
    <w:rsid w:val="007416C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en-NZ"/>
    </w:rPr>
  </w:style>
  <w:style w:type="character" w:customStyle="1" w:styleId="st">
    <w:name w:val="st"/>
    <w:basedOn w:val="DefaultParagraphFont"/>
    <w:rsid w:val="007416CB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CB"/>
    <w:rPr>
      <w:rFonts w:eastAsia="Times New Roman" w:cs="Times New Roman"/>
      <w:color w:val="auto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CB"/>
    <w:rPr>
      <w:rFonts w:ascii="Calibri" w:eastAsia="Times New Roman" w:hAnsi="Calibri" w:cs="Times New Roman"/>
      <w:sz w:val="20"/>
      <w:szCs w:val="20"/>
      <w:lang w:val="mi-NZ"/>
    </w:rPr>
  </w:style>
  <w:style w:type="character" w:styleId="FootnoteReference">
    <w:name w:val="footnote reference"/>
    <w:basedOn w:val="DefaultParagraphFont"/>
    <w:uiPriority w:val="99"/>
    <w:semiHidden/>
    <w:unhideWhenUsed/>
    <w:rsid w:val="007416CB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416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6CB"/>
    <w:pPr>
      <w:spacing w:after="120"/>
    </w:pPr>
    <w:rPr>
      <w:rFonts w:eastAsia="Times New Roman" w:cs="Times New Roman"/>
      <w:color w:val="auto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6CB"/>
    <w:rPr>
      <w:rFonts w:ascii="Calibri" w:eastAsia="Times New Roman" w:hAnsi="Calibri" w:cs="Times New Roman"/>
      <w:sz w:val="20"/>
      <w:szCs w:val="20"/>
      <w:lang w:val="mi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6CB"/>
    <w:rPr>
      <w:rFonts w:ascii="Calibri" w:eastAsia="Times New Roman" w:hAnsi="Calibri" w:cs="Times New Roman"/>
      <w:b/>
      <w:bCs/>
      <w:sz w:val="20"/>
      <w:szCs w:val="20"/>
      <w:lang w:val="mi-NZ"/>
    </w:rPr>
  </w:style>
  <w:style w:type="paragraph" w:styleId="Revision">
    <w:name w:val="Revision"/>
    <w:hidden/>
    <w:uiPriority w:val="99"/>
    <w:semiHidden/>
    <w:rsid w:val="007416CB"/>
    <w:rPr>
      <w:rFonts w:ascii="Calibri" w:eastAsia="Times New Roman" w:hAnsi="Calibri" w:cs="Times New Roman"/>
      <w:sz w:val="22"/>
      <w:szCs w:val="22"/>
    </w:rPr>
  </w:style>
  <w:style w:type="character" w:customStyle="1" w:styleId="CharChar1">
    <w:name w:val="Char Char1"/>
    <w:rsid w:val="007416CB"/>
    <w:rPr>
      <w:sz w:val="24"/>
    </w:rPr>
  </w:style>
  <w:style w:type="paragraph" w:customStyle="1" w:styleId="Default">
    <w:name w:val="Default"/>
    <w:rsid w:val="007416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k-type-body-article">
    <w:name w:val="k-type-body-article"/>
    <w:basedOn w:val="DefaultParagraphFont"/>
    <w:rsid w:val="007416CB"/>
    <w:rPr>
      <w:rFonts w:cs="Times New Roman"/>
    </w:rPr>
  </w:style>
  <w:style w:type="paragraph" w:styleId="NormalIndent">
    <w:name w:val="Normal Indent"/>
    <w:basedOn w:val="Normal"/>
    <w:uiPriority w:val="99"/>
    <w:unhideWhenUsed/>
    <w:rsid w:val="007416CB"/>
    <w:pPr>
      <w:spacing w:line="240" w:lineRule="atLeast"/>
      <w:ind w:left="454"/>
    </w:pPr>
    <w:rPr>
      <w:rFonts w:eastAsia="Times New Roman" w:cs="Times New Roman"/>
      <w:color w:val="auto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41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ahoot.com/" TargetMode="External"/><Relationship Id="rId18" Type="http://schemas.openxmlformats.org/officeDocument/2006/relationships/hyperlink" Target="https://pamhook.com/solo-apps/hexagon-generator/" TargetMode="External"/><Relationship Id="rId26" Type="http://schemas.openxmlformats.org/officeDocument/2006/relationships/hyperlink" Target="https://pamhook.com/wiki/File:HookED_SOLO_Hexagons_Template_Primary_Y012.pdf" TargetMode="External"/><Relationship Id="rId39" Type="http://schemas.openxmlformats.org/officeDocument/2006/relationships/hyperlink" Target="https://www.nzta.govt.nz/roadcode/code-for-cycling/" TargetMode="External"/><Relationship Id="rId21" Type="http://schemas.openxmlformats.org/officeDocument/2006/relationships/hyperlink" Target="http://www.nzta.govt.nz/resources/factsheets/01/docs/01-cycles.pdf" TargetMode="External"/><Relationship Id="rId34" Type="http://schemas.openxmlformats.org/officeDocument/2006/relationships/hyperlink" Target="http://www.nzta.govt.nz/resources/factsheets/01/docs/01-cycles.pdf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amhook.com/wiki/Feed_Up" TargetMode="External"/><Relationship Id="rId20" Type="http://schemas.openxmlformats.org/officeDocument/2006/relationships/hyperlink" Target="https://pamhook.com/wiki/File:HookED_SOLO_Hexagons_Template_Secondary.pdf" TargetMode="External"/><Relationship Id="rId29" Type="http://schemas.openxmlformats.org/officeDocument/2006/relationships/hyperlink" Target="https://www.nzta.govt.nz/walking-cycling-and-public-transport/cycling/" TargetMode="External"/><Relationship Id="rId4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apps.apple.com/nz/app/solo-hexagons/id1023237205" TargetMode="External"/><Relationship Id="rId32" Type="http://schemas.openxmlformats.org/officeDocument/2006/relationships/hyperlink" Target="https://www.youtube.com/watch?v=_iOvkCZCSAc" TargetMode="External"/><Relationship Id="rId37" Type="http://schemas.openxmlformats.org/officeDocument/2006/relationships/hyperlink" Target="http://www.nzta.govt.nz/resources/factsheets/01/docs/01-cycles.pdf" TargetMode="External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_iOvkCZCSAc" TargetMode="External"/><Relationship Id="rId23" Type="http://schemas.openxmlformats.org/officeDocument/2006/relationships/hyperlink" Target="https://www.nzta.govt.nz/roadcode/code-for-cycling/" TargetMode="External"/><Relationship Id="rId28" Type="http://schemas.openxmlformats.org/officeDocument/2006/relationships/hyperlink" Target="http://www.nzta.govt.nz/resources/factsheets/01/docs/01-cycles.pdf" TargetMode="External"/><Relationship Id="rId36" Type="http://schemas.openxmlformats.org/officeDocument/2006/relationships/hyperlink" Target="https://www.nzta.govt.nz/roadcode/code-for-cycling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pamhook.com/wiki/File:HookED_SOLO_Hexagons_Template_Primary_Y012.pdf" TargetMode="External"/><Relationship Id="rId31" Type="http://schemas.openxmlformats.org/officeDocument/2006/relationships/hyperlink" Target="https://pamhook.com/wp-content/uploads/2018/02/HookEDSOLOVisualRubric-Analogy-2.0.pn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pamhook.com/wp-content/uploads/2018/02/HookEDSOLOVisualRubric-Analogy-2.0.png" TargetMode="External"/><Relationship Id="rId22" Type="http://schemas.openxmlformats.org/officeDocument/2006/relationships/hyperlink" Target="https://www.nzta.govt.nz/walking-cycling-and-public-transport/cycling/" TargetMode="External"/><Relationship Id="rId27" Type="http://schemas.openxmlformats.org/officeDocument/2006/relationships/hyperlink" Target="https://pamhook.com/wiki/File:HookED_SOLO_Hexagons_Template_Secondary.pdf" TargetMode="External"/><Relationship Id="rId30" Type="http://schemas.openxmlformats.org/officeDocument/2006/relationships/hyperlink" Target="https://www.nzta.govt.nz/roadcode/code-for-cycling/" TargetMode="External"/><Relationship Id="rId35" Type="http://schemas.openxmlformats.org/officeDocument/2006/relationships/hyperlink" Target="https://www.nzta.govt.nz/walking-cycling-and-public-transport/cycling/" TargetMode="External"/><Relationship Id="rId43" Type="http://schemas.openxmlformats.org/officeDocument/2006/relationships/theme" Target="theme/theme1.xml"/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yperlink" Target="https://apps.apple.com/nz/app/solo-hexagons/id1023237205" TargetMode="External"/><Relationship Id="rId25" Type="http://schemas.openxmlformats.org/officeDocument/2006/relationships/hyperlink" Target="https://pamhook.com/solo-apps/hexagon-generator/" TargetMode="External"/><Relationship Id="rId33" Type="http://schemas.openxmlformats.org/officeDocument/2006/relationships/hyperlink" Target="https://pamhook.com/wiki/Feed_Up" TargetMode="External"/><Relationship Id="rId38" Type="http://schemas.openxmlformats.org/officeDocument/2006/relationships/hyperlink" Target="https://www.nzta.govt.nz/walking-cycling-and-public-transport/cycling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ocuments\Custom%20Office%20Templates\Bike%20Ready%20simp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F6323-82B3-4473-951A-6715FE4E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Bike Ready simple template.dotx</Template>
  <TotalTime>75</TotalTime>
  <Pages>19</Pages>
  <Words>5727</Words>
  <Characters>32646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 Transport Agency</Company>
  <LinksUpToDate>false</LinksUpToDate>
  <CharactersWithSpaces>38297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34</cp:revision>
  <dcterms:created xsi:type="dcterms:W3CDTF">2022-12-08T21:41:00Z</dcterms:created>
  <dcterms:modified xsi:type="dcterms:W3CDTF">2023-05-22T04:49:00Z</dcterms:modified>
</cp:coreProperties>
</file>